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410" w:type="pct"/>
        <w:tblInd w:w="-2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Report header"/>
      </w:tblPr>
      <w:tblGrid>
        <w:gridCol w:w="2088"/>
        <w:gridCol w:w="288"/>
        <w:gridCol w:w="8424"/>
      </w:tblGrid>
      <w:tr w:rsidR="00CA6255">
        <w:trPr>
          <w:trHeight w:hRule="exact" w:val="720"/>
        </w:trPr>
        <w:tc>
          <w:tcPr>
            <w:tcW w:w="2088" w:type="dxa"/>
            <w:vAlign w:val="bottom"/>
          </w:tcPr>
          <w:p w:rsidR="00CA6255" w:rsidRDefault="00B85B57">
            <w:pPr>
              <w:pStyle w:val="Date"/>
            </w:pPr>
            <w:sdt>
              <w:sdtPr>
                <w:alias w:val="Date"/>
                <w:tag w:val=""/>
                <w:id w:val="1592654403"/>
                <w:placeholder>
                  <w:docPart w:val="2C89D9B5ABC842EB894523A189E66C02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  <w:tc>
          <w:tcPr>
            <w:tcW w:w="288" w:type="dxa"/>
            <w:vAlign w:val="bottom"/>
          </w:tcPr>
          <w:p w:rsidR="00CA6255" w:rsidRDefault="00CA6255"/>
        </w:tc>
        <w:tc>
          <w:tcPr>
            <w:tcW w:w="8424" w:type="dxa"/>
            <w:vAlign w:val="bottom"/>
          </w:tcPr>
          <w:p w:rsidR="00CA6255" w:rsidRDefault="00B85B57">
            <w:pPr>
              <w:pStyle w:val="Title"/>
            </w:pPr>
            <w:sdt>
              <w:sdtPr>
                <w:alias w:val="Title"/>
                <w:tag w:val=""/>
                <w:id w:val="21604194"/>
                <w:placeholder>
                  <w:docPart w:val="14DABCC3712140FC85608F203D777FFD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461F4">
                  <w:t>Employee Status Change</w:t>
                </w:r>
              </w:sdtContent>
            </w:sdt>
          </w:p>
        </w:tc>
      </w:tr>
      <w:tr w:rsidR="00CA6255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:rsidR="00CA6255" w:rsidRDefault="00CA6255">
            <w:pPr>
              <w:rPr>
                <w:sz w:val="10"/>
              </w:rPr>
            </w:pPr>
          </w:p>
        </w:tc>
        <w:tc>
          <w:tcPr>
            <w:tcW w:w="288" w:type="dxa"/>
          </w:tcPr>
          <w:p w:rsidR="00CA6255" w:rsidRDefault="00CA6255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:rsidR="00CA6255" w:rsidRDefault="00CA6255">
            <w:pPr>
              <w:rPr>
                <w:sz w:val="10"/>
              </w:rPr>
            </w:pPr>
          </w:p>
        </w:tc>
      </w:tr>
    </w:tbl>
    <w:p w:rsidR="00CA6255" w:rsidRDefault="00B85B5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1200150</wp:posOffset>
                </wp:positionV>
                <wp:extent cx="1323975" cy="1714500"/>
                <wp:effectExtent l="0" t="0" r="9525" b="3175"/>
                <wp:wrapNone/>
                <wp:docPr id="1" name="Text Box 1" descr="Status report form head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255" w:rsidRDefault="00E579D5">
                            <w:pPr>
                              <w:pStyle w:val="FormHeading"/>
                            </w:pPr>
                            <w:r>
                              <w:t>Employee Name</w:t>
                            </w:r>
                          </w:p>
                          <w:p w:rsidR="00CA6255" w:rsidRPr="00C461F4" w:rsidRDefault="00E579D5">
                            <w:pPr>
                              <w:pStyle w:val="Form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[Employee Name]</w:t>
                            </w:r>
                          </w:p>
                          <w:p w:rsidR="00CA6255" w:rsidRDefault="00C461F4">
                            <w:pPr>
                              <w:pStyle w:val="FormHeading"/>
                            </w:pPr>
                            <w:r>
                              <w:t>Registration #</w:t>
                            </w:r>
                          </w:p>
                          <w:p w:rsidR="00CA6255" w:rsidRDefault="00C461F4">
                            <w:pPr>
                              <w:pStyle w:val="FormText"/>
                            </w:pPr>
                            <w:r>
                              <w:t>[Reg #]</w:t>
                            </w:r>
                          </w:p>
                          <w:p w:rsidR="00CA6255" w:rsidRDefault="00E579D5">
                            <w:pPr>
                              <w:pStyle w:val="FormHeading"/>
                            </w:pPr>
                            <w:r>
                              <w:t>Email/Phone</w:t>
                            </w:r>
                          </w:p>
                          <w:p w:rsidR="00CA6255" w:rsidRDefault="00E579D5">
                            <w:pPr>
                              <w:pStyle w:val="FormText"/>
                            </w:pPr>
                            <w:r>
                              <w:t>[Email/Phone]</w:t>
                            </w:r>
                          </w:p>
                          <w:p w:rsidR="00CA6255" w:rsidRDefault="00C461F4">
                            <w:pPr>
                              <w:pStyle w:val="FormHeading"/>
                            </w:pPr>
                            <w:r>
                              <w:t>Employee ID</w:t>
                            </w:r>
                          </w:p>
                          <w:p w:rsidR="00CA6255" w:rsidRDefault="00C461F4">
                            <w:pPr>
                              <w:pStyle w:val="FormText"/>
                            </w:pPr>
                            <w:r>
                              <w:t>[ID]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Status report form heading" style="position:absolute;left:0;text-align:left;margin-left:36pt;margin-top:94.5pt;width:104.2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" filled="f" stroked="f" strokeweight=".5pt">
                <v:textbox style="mso-fit-shape-to-text:t" inset="0,0,0,0">
                  <w:txbxContent>
                    <w:p w:rsidR="00CA6255" w:rsidRDefault="00E579D5">
                      <w:pPr>
                        <w:pStyle w:val="FormHeading"/>
                      </w:pPr>
                      <w:r>
                        <w:t>Employee Name</w:t>
                      </w:r>
                    </w:p>
                    <w:p w:rsidR="00CA6255" w:rsidRPr="00C461F4" w:rsidRDefault="00E579D5">
                      <w:pPr>
                        <w:pStyle w:val="Form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[Employee Name]</w:t>
                      </w:r>
                    </w:p>
                    <w:p w:rsidR="00CA6255" w:rsidRDefault="00C461F4">
                      <w:pPr>
                        <w:pStyle w:val="FormHeading"/>
                      </w:pPr>
                      <w:r>
                        <w:t>Registration #</w:t>
                      </w:r>
                    </w:p>
                    <w:p w:rsidR="00CA6255" w:rsidRDefault="00C461F4">
                      <w:pPr>
                        <w:pStyle w:val="FormText"/>
                      </w:pPr>
                      <w:r>
                        <w:t>[Reg #]</w:t>
                      </w:r>
                    </w:p>
                    <w:p w:rsidR="00CA6255" w:rsidRDefault="00E579D5">
                      <w:pPr>
                        <w:pStyle w:val="FormHeading"/>
                      </w:pPr>
                      <w:r>
                        <w:t>Email/Phone</w:t>
                      </w:r>
                    </w:p>
                    <w:p w:rsidR="00CA6255" w:rsidRDefault="00E579D5">
                      <w:pPr>
                        <w:pStyle w:val="FormText"/>
                      </w:pPr>
                      <w:r>
                        <w:t>[Email/Phone]</w:t>
                      </w:r>
                    </w:p>
                    <w:p w:rsidR="00CA6255" w:rsidRDefault="00C461F4">
                      <w:pPr>
                        <w:pStyle w:val="FormHeading"/>
                      </w:pPr>
                      <w:r>
                        <w:t>Employee ID</w:t>
                      </w:r>
                    </w:p>
                    <w:p w:rsidR="00CA6255" w:rsidRDefault="00C461F4">
                      <w:pPr>
                        <w:pStyle w:val="FormText"/>
                      </w:pPr>
                      <w:r>
                        <w:t>[ID]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461F4">
        <w:t>Employee Profile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Project snapshot"/>
      </w:tblPr>
      <w:tblGrid>
        <w:gridCol w:w="1852"/>
        <w:gridCol w:w="3786"/>
        <w:gridCol w:w="1378"/>
        <w:gridCol w:w="1398"/>
      </w:tblGrid>
      <w:tr w:rsidR="00C461F4" w:rsidTr="00C46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0" w:type="pct"/>
            <w:vAlign w:val="bottom"/>
          </w:tcPr>
          <w:p w:rsidR="00C461F4" w:rsidRDefault="00C461F4">
            <w:r>
              <w:t>Employee Name</w:t>
            </w:r>
          </w:p>
        </w:tc>
        <w:tc>
          <w:tcPr>
            <w:tcW w:w="2250" w:type="pct"/>
            <w:vAlign w:val="bottom"/>
          </w:tcPr>
          <w:p w:rsidR="00C461F4" w:rsidRDefault="00C461F4"/>
        </w:tc>
        <w:tc>
          <w:tcPr>
            <w:tcW w:w="1650" w:type="pct"/>
            <w:gridSpan w:val="2"/>
            <w:vAlign w:val="bottom"/>
          </w:tcPr>
          <w:p w:rsidR="00C461F4" w:rsidRDefault="00C461F4">
            <w:r>
              <w:t>STATUS CHANGE</w:t>
            </w:r>
          </w:p>
        </w:tc>
      </w:tr>
      <w:tr w:rsidR="00C461F4" w:rsidTr="00C461F4">
        <w:tc>
          <w:tcPr>
            <w:tcW w:w="1100" w:type="pct"/>
          </w:tcPr>
          <w:p w:rsidR="00C461F4" w:rsidRDefault="00C461F4">
            <w:r>
              <w:t>Social Security #</w:t>
            </w:r>
          </w:p>
        </w:tc>
        <w:tc>
          <w:tcPr>
            <w:tcW w:w="2250" w:type="pct"/>
          </w:tcPr>
          <w:p w:rsidR="00C461F4" w:rsidRDefault="00C461F4"/>
        </w:tc>
        <w:tc>
          <w:tcPr>
            <w:tcW w:w="819" w:type="pct"/>
          </w:tcPr>
          <w:p w:rsidR="00C461F4" w:rsidRDefault="00C461F4">
            <w:r>
              <w:t>New hire</w:t>
            </w:r>
          </w:p>
        </w:tc>
        <w:tc>
          <w:tcPr>
            <w:tcW w:w="831" w:type="pct"/>
          </w:tcPr>
          <w:p w:rsidR="00C461F4" w:rsidRDefault="00C461F4">
            <w:r>
              <w:t>YES/NO</w:t>
            </w:r>
          </w:p>
        </w:tc>
      </w:tr>
      <w:tr w:rsidR="00C461F4" w:rsidTr="00C461F4">
        <w:tc>
          <w:tcPr>
            <w:tcW w:w="1100" w:type="pct"/>
          </w:tcPr>
          <w:p w:rsidR="00C461F4" w:rsidRDefault="00C461F4">
            <w:r>
              <w:t>Date Effective</w:t>
            </w:r>
          </w:p>
        </w:tc>
        <w:tc>
          <w:tcPr>
            <w:tcW w:w="2250" w:type="pct"/>
          </w:tcPr>
          <w:p w:rsidR="00C461F4" w:rsidRDefault="00C461F4"/>
        </w:tc>
        <w:tc>
          <w:tcPr>
            <w:tcW w:w="819" w:type="pct"/>
          </w:tcPr>
          <w:p w:rsidR="00C461F4" w:rsidRDefault="00C461F4">
            <w:r>
              <w:t>Rehire</w:t>
            </w:r>
          </w:p>
        </w:tc>
        <w:tc>
          <w:tcPr>
            <w:tcW w:w="831" w:type="pct"/>
          </w:tcPr>
          <w:p w:rsidR="00C461F4" w:rsidRDefault="00C461F4">
            <w:r>
              <w:t>YES/NO</w:t>
            </w:r>
          </w:p>
        </w:tc>
      </w:tr>
      <w:tr w:rsidR="00C461F4" w:rsidTr="00C461F4">
        <w:tc>
          <w:tcPr>
            <w:tcW w:w="1100" w:type="pct"/>
          </w:tcPr>
          <w:p w:rsidR="00C461F4" w:rsidRDefault="00C461F4">
            <w:r>
              <w:t>Department</w:t>
            </w:r>
          </w:p>
        </w:tc>
        <w:tc>
          <w:tcPr>
            <w:tcW w:w="2250" w:type="pct"/>
          </w:tcPr>
          <w:p w:rsidR="00C461F4" w:rsidRDefault="00C461F4"/>
        </w:tc>
        <w:tc>
          <w:tcPr>
            <w:tcW w:w="819" w:type="pct"/>
          </w:tcPr>
          <w:p w:rsidR="00C461F4" w:rsidRDefault="00C461F4">
            <w:r>
              <w:t>Temporary</w:t>
            </w:r>
          </w:p>
        </w:tc>
        <w:tc>
          <w:tcPr>
            <w:tcW w:w="831" w:type="pct"/>
          </w:tcPr>
          <w:p w:rsidR="00C461F4" w:rsidRDefault="00C461F4">
            <w:r>
              <w:t>[DATES]</w:t>
            </w:r>
          </w:p>
        </w:tc>
      </w:tr>
      <w:tr w:rsidR="00C461F4" w:rsidTr="00C461F4">
        <w:tc>
          <w:tcPr>
            <w:tcW w:w="1100" w:type="pct"/>
          </w:tcPr>
          <w:p w:rsidR="00C461F4" w:rsidRDefault="00C461F4">
            <w:r>
              <w:t>Job Title</w:t>
            </w:r>
          </w:p>
        </w:tc>
        <w:tc>
          <w:tcPr>
            <w:tcW w:w="2250" w:type="pct"/>
          </w:tcPr>
          <w:p w:rsidR="00C461F4" w:rsidRDefault="00C461F4"/>
        </w:tc>
        <w:tc>
          <w:tcPr>
            <w:tcW w:w="819" w:type="pct"/>
          </w:tcPr>
          <w:p w:rsidR="00C461F4" w:rsidRDefault="00C461F4">
            <w:r>
              <w:t>Permanent</w:t>
            </w:r>
          </w:p>
        </w:tc>
        <w:tc>
          <w:tcPr>
            <w:tcW w:w="831" w:type="pct"/>
          </w:tcPr>
          <w:p w:rsidR="00C461F4" w:rsidRDefault="00C461F4">
            <w:r>
              <w:t>[DATES]</w:t>
            </w:r>
          </w:p>
        </w:tc>
      </w:tr>
      <w:tr w:rsidR="00C461F4" w:rsidTr="00C461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0" w:type="pct"/>
          </w:tcPr>
          <w:p w:rsidR="00C461F4" w:rsidRDefault="00C461F4"/>
        </w:tc>
        <w:tc>
          <w:tcPr>
            <w:tcW w:w="2250" w:type="pct"/>
          </w:tcPr>
          <w:p w:rsidR="00C461F4" w:rsidRDefault="00C461F4"/>
        </w:tc>
        <w:tc>
          <w:tcPr>
            <w:tcW w:w="819" w:type="pct"/>
          </w:tcPr>
          <w:p w:rsidR="00C461F4" w:rsidRDefault="00C461F4"/>
        </w:tc>
        <w:tc>
          <w:tcPr>
            <w:tcW w:w="831" w:type="pct"/>
          </w:tcPr>
          <w:p w:rsidR="00C461F4" w:rsidRDefault="00C461F4"/>
        </w:tc>
      </w:tr>
    </w:tbl>
    <w:p w:rsidR="00CA6255" w:rsidRDefault="00B85B57">
      <w:pPr>
        <w:pStyle w:val="Heading1"/>
      </w:pPr>
      <w:r>
        <w:t>Status Summary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12" w:space="0" w:color="000000" w:themeColor="text1"/>
          <w:right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summary"/>
      </w:tblPr>
      <w:tblGrid>
        <w:gridCol w:w="8414"/>
      </w:tblGrid>
      <w:tr w:rsidR="00CA6255">
        <w:sdt>
          <w:sdtPr>
            <w:id w:val="154348348"/>
            <w:placeholder>
              <w:docPart w:val="60D688D55C264F85AB69666F5B734F6F"/>
            </w:placeholder>
            <w:temporary/>
            <w:showingPlcHdr/>
            <w:text/>
          </w:sdtPr>
          <w:sdtEndPr/>
          <w:sdtContent>
            <w:tc>
              <w:tcPr>
                <w:tcW w:w="8640" w:type="dxa"/>
              </w:tcPr>
              <w:p w:rsidR="00CA6255" w:rsidRDefault="00B85B57">
                <w:pPr>
                  <w:pStyle w:val="TableText"/>
                </w:pPr>
                <w:r>
                  <w:t>[Start text here.]</w:t>
                </w:r>
              </w:p>
            </w:tc>
          </w:sdtContent>
        </w:sdt>
      </w:tr>
    </w:tbl>
    <w:p w:rsidR="00CA6255" w:rsidRDefault="00CA6255"/>
    <w:p w:rsidR="00CA6255" w:rsidRDefault="00C461F4">
      <w:pPr>
        <w:pStyle w:val="Heading1"/>
      </w:pPr>
      <w:r>
        <w:t>Changes Details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Budget overview"/>
      </w:tblPr>
      <w:tblGrid>
        <w:gridCol w:w="3386"/>
        <w:gridCol w:w="1829"/>
        <w:gridCol w:w="3199"/>
      </w:tblGrid>
      <w:tr w:rsidR="00C461F4" w:rsidTr="00C46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12" w:type="pct"/>
            <w:vAlign w:val="bottom"/>
          </w:tcPr>
          <w:p w:rsidR="00C461F4" w:rsidRPr="00C461F4" w:rsidRDefault="00C461F4" w:rsidP="00C461F4">
            <w:pPr>
              <w:rPr>
                <w:b w:val="0"/>
              </w:rPr>
            </w:pPr>
            <w:r>
              <w:t>Category</w:t>
            </w:r>
          </w:p>
        </w:tc>
        <w:tc>
          <w:tcPr>
            <w:tcW w:w="1087" w:type="pct"/>
            <w:vAlign w:val="bottom"/>
          </w:tcPr>
          <w:p w:rsidR="00C461F4" w:rsidRPr="00C461F4" w:rsidRDefault="00C461F4">
            <w:r w:rsidRPr="00C461F4">
              <w:t>Old Information</w:t>
            </w:r>
          </w:p>
        </w:tc>
        <w:tc>
          <w:tcPr>
            <w:tcW w:w="1901" w:type="pct"/>
            <w:vAlign w:val="bottom"/>
          </w:tcPr>
          <w:p w:rsidR="00C461F4" w:rsidRDefault="00C461F4">
            <w:r>
              <w:t>New Information</w:t>
            </w:r>
          </w:p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Transfer</w:t>
            </w:r>
          </w:p>
        </w:tc>
        <w:tc>
          <w:tcPr>
            <w:tcW w:w="1087" w:type="pct"/>
          </w:tcPr>
          <w:p w:rsidR="00C461F4" w:rsidRDefault="00C461F4">
            <w:r>
              <w:t>[Dept. Name]</w:t>
            </w:r>
          </w:p>
        </w:tc>
        <w:tc>
          <w:tcPr>
            <w:tcW w:w="1901" w:type="pct"/>
          </w:tcPr>
          <w:p w:rsidR="00C461F4" w:rsidRDefault="00C461F4">
            <w:r>
              <w:t>[Dept. Name]</w:t>
            </w:r>
          </w:p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Promotion/Demotion</w:t>
            </w:r>
          </w:p>
        </w:tc>
        <w:tc>
          <w:tcPr>
            <w:tcW w:w="1087" w:type="pct"/>
          </w:tcPr>
          <w:p w:rsidR="00C461F4" w:rsidRDefault="00C461F4">
            <w:r>
              <w:t>Designation</w:t>
            </w:r>
          </w:p>
        </w:tc>
        <w:tc>
          <w:tcPr>
            <w:tcW w:w="1901" w:type="pct"/>
          </w:tcPr>
          <w:p w:rsidR="00C461F4" w:rsidRDefault="00C461F4">
            <w:r>
              <w:t>Designation</w:t>
            </w:r>
          </w:p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Location</w:t>
            </w:r>
          </w:p>
        </w:tc>
        <w:tc>
          <w:tcPr>
            <w:tcW w:w="1087" w:type="pct"/>
          </w:tcPr>
          <w:p w:rsidR="00C461F4" w:rsidRDefault="00C461F4">
            <w:r>
              <w:t>[Location]</w:t>
            </w:r>
          </w:p>
        </w:tc>
        <w:tc>
          <w:tcPr>
            <w:tcW w:w="1901" w:type="pct"/>
          </w:tcPr>
          <w:p w:rsidR="00C461F4" w:rsidRDefault="00C461F4">
            <w:r>
              <w:t>[Location]</w:t>
            </w:r>
          </w:p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Salary</w:t>
            </w:r>
          </w:p>
        </w:tc>
        <w:tc>
          <w:tcPr>
            <w:tcW w:w="1087" w:type="pct"/>
          </w:tcPr>
          <w:p w:rsidR="00C461F4" w:rsidRDefault="00C461F4">
            <w:r>
              <w:t>[Salary $]</w:t>
            </w:r>
          </w:p>
        </w:tc>
        <w:tc>
          <w:tcPr>
            <w:tcW w:w="1901" w:type="pct"/>
          </w:tcPr>
          <w:p w:rsidR="00C461F4" w:rsidRDefault="00C461F4">
            <w:r>
              <w:t>[Salary $]</w:t>
            </w:r>
          </w:p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Other</w:t>
            </w:r>
          </w:p>
        </w:tc>
        <w:tc>
          <w:tcPr>
            <w:tcW w:w="1087" w:type="pct"/>
          </w:tcPr>
          <w:p w:rsidR="00C461F4" w:rsidRDefault="00C461F4"/>
        </w:tc>
        <w:tc>
          <w:tcPr>
            <w:tcW w:w="1901" w:type="pct"/>
          </w:tcPr>
          <w:p w:rsidR="00C461F4" w:rsidRDefault="00C461F4"/>
        </w:tc>
      </w:tr>
      <w:tr w:rsidR="00C461F4" w:rsidTr="00C461F4">
        <w:tc>
          <w:tcPr>
            <w:tcW w:w="2012" w:type="pct"/>
          </w:tcPr>
          <w:p w:rsidR="00C461F4" w:rsidRDefault="00C461F4">
            <w:r>
              <w:t>Other</w:t>
            </w:r>
          </w:p>
        </w:tc>
        <w:tc>
          <w:tcPr>
            <w:tcW w:w="1087" w:type="pct"/>
          </w:tcPr>
          <w:p w:rsidR="00C461F4" w:rsidRDefault="00C461F4"/>
        </w:tc>
        <w:tc>
          <w:tcPr>
            <w:tcW w:w="1901" w:type="pct"/>
          </w:tcPr>
          <w:p w:rsidR="00C461F4" w:rsidRDefault="00C461F4"/>
        </w:tc>
      </w:tr>
      <w:tr w:rsidR="00C461F4" w:rsidTr="00C461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2" w:type="pct"/>
          </w:tcPr>
          <w:p w:rsidR="00C461F4" w:rsidRDefault="00C461F4">
            <w:r>
              <w:t>Other</w:t>
            </w:r>
          </w:p>
        </w:tc>
        <w:tc>
          <w:tcPr>
            <w:tcW w:w="1087" w:type="pct"/>
          </w:tcPr>
          <w:p w:rsidR="00C461F4" w:rsidRDefault="00C461F4"/>
        </w:tc>
        <w:tc>
          <w:tcPr>
            <w:tcW w:w="1901" w:type="pct"/>
          </w:tcPr>
          <w:p w:rsidR="00C461F4" w:rsidRDefault="00C461F4"/>
        </w:tc>
      </w:tr>
    </w:tbl>
    <w:p w:rsidR="00CA6255" w:rsidRPr="00686A9C" w:rsidRDefault="007B0D2B">
      <w:pPr>
        <w:rPr>
          <w:sz w:val="12"/>
        </w:rPr>
      </w:pPr>
      <w:r w:rsidRPr="00686A9C">
        <w:rPr>
          <w:sz w:val="12"/>
        </w:rPr>
        <w:t>Copyright:www.wordexceltemplates.com [personal use only]</w:t>
      </w:r>
      <w:bookmarkStart w:id="0" w:name="_GoBack"/>
      <w:bookmarkEnd w:id="0"/>
    </w:p>
    <w:sectPr w:rsidR="00CA6255" w:rsidRPr="00686A9C">
      <w:headerReference w:type="default" r:id="rId9"/>
      <w:footerReference w:type="default" r:id="rId10"/>
      <w:footerReference w:type="first" r:id="rId11"/>
      <w:pgSz w:w="12240" w:h="15840" w:code="1"/>
      <w:pgMar w:top="1080" w:right="720" w:bottom="2880" w:left="3096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B57" w:rsidRDefault="00B85B57">
      <w:pPr>
        <w:spacing w:after="0" w:line="240" w:lineRule="auto"/>
      </w:pPr>
      <w:r>
        <w:separator/>
      </w:r>
    </w:p>
    <w:p w:rsidR="00B85B57" w:rsidRDefault="00B85B57"/>
  </w:endnote>
  <w:endnote w:type="continuationSeparator" w:id="0">
    <w:p w:rsidR="00B85B57" w:rsidRDefault="00B85B57">
      <w:pPr>
        <w:spacing w:after="0" w:line="240" w:lineRule="auto"/>
      </w:pPr>
      <w:r>
        <w:continuationSeparator/>
      </w:r>
    </w:p>
    <w:p w:rsidR="00B85B57" w:rsidRDefault="00B85B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CA6255">
      <w:trPr>
        <w:trHeight w:hRule="exact" w:val="86"/>
      </w:trPr>
      <w:tc>
        <w:tcPr>
          <w:tcW w:w="10800" w:type="dxa"/>
          <w:shd w:val="clear" w:color="auto" w:fill="000000" w:themeFill="text1"/>
        </w:tcPr>
        <w:p w:rsidR="00CA6255" w:rsidRDefault="00CA6255">
          <w:pPr>
            <w:pStyle w:val="Footer"/>
            <w:rPr>
              <w:sz w:val="10"/>
              <w:szCs w:val="10"/>
            </w:rPr>
          </w:pPr>
        </w:p>
      </w:tc>
    </w:tr>
  </w:tbl>
  <w:p w:rsidR="00CA6255" w:rsidRDefault="00CA62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CA6255">
      <w:tc>
        <w:tcPr>
          <w:tcW w:w="8424" w:type="dxa"/>
        </w:tcPr>
        <w:sdt>
          <w:sdtPr>
            <w:id w:val="-1942834360"/>
            <w:temporary/>
            <w:showingPlcHdr/>
            <w:text/>
          </w:sdtPr>
          <w:sdtEndPr/>
          <w:sdtContent>
            <w:p w:rsidR="00CA6255" w:rsidRDefault="00B85B57">
              <w:pPr>
                <w:pStyle w:val="Organization"/>
              </w:pPr>
              <w:r>
                <w:t>[Company]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CA6255">
            <w:trPr>
              <w:trHeight w:hRule="exact" w:val="144"/>
            </w:trPr>
            <w:tc>
              <w:tcPr>
                <w:tcW w:w="1683" w:type="pct"/>
              </w:tcPr>
              <w:p w:rsidR="00CA6255" w:rsidRDefault="00CA6255"/>
            </w:tc>
            <w:tc>
              <w:tcPr>
                <w:tcW w:w="1656" w:type="pct"/>
              </w:tcPr>
              <w:p w:rsidR="00CA6255" w:rsidRDefault="00CA6255"/>
            </w:tc>
            <w:tc>
              <w:tcPr>
                <w:tcW w:w="1661" w:type="pct"/>
              </w:tcPr>
              <w:p w:rsidR="00CA6255" w:rsidRDefault="00CA6255"/>
            </w:tc>
          </w:tr>
          <w:tr w:rsidR="00CA6255">
            <w:tc>
              <w:tcPr>
                <w:tcW w:w="1683" w:type="pct"/>
                <w:tcMar>
                  <w:bottom w:w="144" w:type="dxa"/>
                </w:tcMar>
              </w:tcPr>
              <w:p w:rsidR="00CA6255" w:rsidRDefault="00B85B57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sdt>
                  <w:sdtPr>
                    <w:alias w:val="Telephone"/>
                    <w:tag w:val="Telephone"/>
                    <w:id w:val="2050645240"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t>[Telephone]</w:t>
                    </w:r>
                  </w:sdtContent>
                </w:sdt>
              </w:p>
              <w:p w:rsidR="00CA6255" w:rsidRDefault="00B85B57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sdt>
                  <w:sdtPr>
                    <w:alias w:val="Fax"/>
                    <w:tag w:val="Fax"/>
                    <w:id w:val="-371922971"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t>[Fax]</w:t>
                    </w:r>
                  </w:sdtContent>
                </w:sdt>
              </w:p>
            </w:tc>
            <w:sdt>
              <w:sdtPr>
                <w:alias w:val="Address"/>
                <w:tag w:val="Address"/>
                <w:id w:val="-1189594973"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CA6255" w:rsidRDefault="00B85B57">
                    <w:pPr>
                      <w:pStyle w:val="Footer"/>
                    </w:pPr>
                    <w:r>
                      <w:t>[Street Address]</w:t>
                    </w:r>
                    <w:r>
                      <w:br/>
                      <w:t>[City, ST ZIP]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alias w:val="Website"/>
                  <w:tag w:val="Website"/>
                  <w:id w:val="362251725"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CA6255" w:rsidRDefault="00B85B57">
                    <w:pPr>
                      <w:pStyle w:val="Footer"/>
                    </w:pPr>
                    <w:r>
                      <w:t>[Website]</w:t>
                    </w:r>
                  </w:p>
                </w:sdtContent>
              </w:sdt>
              <w:sdt>
                <w:sdtPr>
                  <w:alias w:val="Email"/>
                  <w:tag w:val="Email"/>
                  <w:id w:val="1908571517"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CA6255" w:rsidRDefault="00B85B57">
                    <w:pPr>
                      <w:pStyle w:val="Footer"/>
                    </w:pPr>
                    <w:r>
                      <w:t>[Email]</w:t>
                    </w:r>
                  </w:p>
                </w:sdtContent>
              </w:sdt>
            </w:tc>
          </w:tr>
        </w:tbl>
        <w:p w:rsidR="00CA6255" w:rsidRDefault="00CA6255">
          <w:pPr>
            <w:pStyle w:val="Footer"/>
          </w:pPr>
        </w:p>
      </w:tc>
      <w:tc>
        <w:tcPr>
          <w:tcW w:w="288" w:type="dxa"/>
        </w:tcPr>
        <w:p w:rsidR="00CA6255" w:rsidRDefault="00CA6255">
          <w:pPr>
            <w:pStyle w:val="Footer"/>
          </w:pPr>
        </w:p>
      </w:tc>
      <w:sdt>
        <w:sdtPr>
          <w:alias w:val="Click icon at right to replace logo"/>
          <w:tag w:val="Click icon at right to replace logo"/>
          <w:id w:val="1506468256"/>
          <w:picture/>
        </w:sdtPr>
        <w:sdtEndPr/>
        <w:sdtContent>
          <w:tc>
            <w:tcPr>
              <w:tcW w:w="2088" w:type="dxa"/>
              <w:vAlign w:val="bottom"/>
            </w:tcPr>
            <w:p w:rsidR="00CA6255" w:rsidRDefault="00B85B57">
              <w:pPr>
                <w:pStyle w:val="Graphic"/>
              </w:pPr>
              <w:r>
                <w:rPr>
                  <w:noProof/>
                </w:rPr>
                <w:drawing>
                  <wp:inline distT="0" distB="0" distL="0" distR="0">
                    <wp:extent cx="914400" cy="442912"/>
                    <wp:effectExtent l="0" t="0" r="0" b="0"/>
                    <wp:docPr id="3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400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CA6255">
      <w:trPr>
        <w:trHeight w:hRule="exact" w:val="86"/>
      </w:trPr>
      <w:tc>
        <w:tcPr>
          <w:tcW w:w="8424" w:type="dxa"/>
          <w:shd w:val="clear" w:color="auto" w:fill="000000" w:themeFill="text1"/>
        </w:tcPr>
        <w:p w:rsidR="00CA6255" w:rsidRDefault="00CA6255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:rsidR="00CA6255" w:rsidRDefault="00CA6255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CA6255" w:rsidRDefault="00CA6255">
          <w:pPr>
            <w:pStyle w:val="Footer"/>
            <w:rPr>
              <w:sz w:val="10"/>
              <w:szCs w:val="10"/>
            </w:rPr>
          </w:pPr>
        </w:p>
      </w:tc>
    </w:tr>
  </w:tbl>
  <w:p w:rsidR="00CA6255" w:rsidRDefault="00CA62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B57" w:rsidRDefault="00B85B57">
      <w:pPr>
        <w:spacing w:after="0" w:line="240" w:lineRule="auto"/>
      </w:pPr>
      <w:r>
        <w:separator/>
      </w:r>
    </w:p>
    <w:p w:rsidR="00B85B57" w:rsidRDefault="00B85B57"/>
  </w:footnote>
  <w:footnote w:type="continuationSeparator" w:id="0">
    <w:p w:rsidR="00B85B57" w:rsidRDefault="00B85B57">
      <w:pPr>
        <w:spacing w:after="0" w:line="240" w:lineRule="auto"/>
      </w:pPr>
      <w:r>
        <w:continuationSeparator/>
      </w:r>
    </w:p>
    <w:p w:rsidR="00B85B57" w:rsidRDefault="00B85B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CA6255">
      <w:trPr>
        <w:trHeight w:hRule="exact" w:val="720"/>
      </w:trPr>
      <w:sdt>
        <w:sdtPr>
          <w:alias w:val="Date"/>
          <w:tag w:val=""/>
          <w:id w:val="2064987651"/>
          <w:placeholder>
            <w:docPart w:val="14DABCC3712140FC85608F203D777FFD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1-04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CA6255" w:rsidRDefault="00B85B57">
              <w:pPr>
                <w:pStyle w:val="Date"/>
              </w:pPr>
              <w:r>
                <w:t>[Date]</w:t>
              </w:r>
            </w:p>
          </w:tc>
        </w:sdtContent>
      </w:sdt>
      <w:tc>
        <w:tcPr>
          <w:tcW w:w="288" w:type="dxa"/>
          <w:vAlign w:val="bottom"/>
        </w:tcPr>
        <w:p w:rsidR="00CA6255" w:rsidRDefault="00CA6255"/>
      </w:tc>
      <w:tc>
        <w:tcPr>
          <w:tcW w:w="5544" w:type="dxa"/>
          <w:vAlign w:val="bottom"/>
        </w:tcPr>
        <w:p w:rsidR="00CA6255" w:rsidRDefault="00B85B57">
          <w:pPr>
            <w:pStyle w:val="Title"/>
          </w:pPr>
          <w:sdt>
            <w:sdtPr>
              <w:alias w:val="Title"/>
              <w:tag w:val=""/>
              <w:id w:val="534769955"/>
              <w:placeholder>
                <w:docPart w:val="40B79096C14D4B0FA3A91207C5E462D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461F4">
                <w:t>Employee Status Change</w:t>
              </w:r>
            </w:sdtContent>
          </w:sdt>
        </w:p>
      </w:tc>
      <w:tc>
        <w:tcPr>
          <w:tcW w:w="2880" w:type="dxa"/>
          <w:vAlign w:val="bottom"/>
        </w:tcPr>
        <w:p w:rsidR="00CA6255" w:rsidRDefault="00B85B57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 w:rsidR="00F95964">
            <w:t>02</w:t>
          </w:r>
          <w:r>
            <w:fldChar w:fldCharType="end"/>
          </w:r>
        </w:p>
      </w:tc>
    </w:tr>
    <w:tr w:rsidR="00CA6255">
      <w:trPr>
        <w:trHeight w:hRule="exact" w:val="86"/>
      </w:trPr>
      <w:tc>
        <w:tcPr>
          <w:tcW w:w="2088" w:type="dxa"/>
          <w:shd w:val="clear" w:color="auto" w:fill="000000" w:themeFill="text1"/>
        </w:tcPr>
        <w:p w:rsidR="00CA6255" w:rsidRDefault="00CA6255">
          <w:pPr>
            <w:rPr>
              <w:sz w:val="10"/>
            </w:rPr>
          </w:pPr>
        </w:p>
      </w:tc>
      <w:tc>
        <w:tcPr>
          <w:tcW w:w="288" w:type="dxa"/>
        </w:tcPr>
        <w:p w:rsidR="00CA6255" w:rsidRDefault="00CA6255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CA6255" w:rsidRDefault="00CA6255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CA6255" w:rsidRDefault="00CA6255">
          <w:pPr>
            <w:rPr>
              <w:sz w:val="10"/>
            </w:rPr>
          </w:pPr>
        </w:p>
      </w:tc>
    </w:tr>
  </w:tbl>
  <w:p w:rsidR="00CA6255" w:rsidRDefault="00CA62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F4"/>
    <w:rsid w:val="00686A9C"/>
    <w:rsid w:val="007B0D2B"/>
    <w:rsid w:val="00B85B57"/>
    <w:rsid w:val="00C461F4"/>
    <w:rsid w:val="00CA6255"/>
    <w:rsid w:val="00E579D5"/>
    <w:rsid w:val="00F9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1AA51"/>
  <w15:docId w15:val="{9B2EDAB1-BEC9-4F75-923A-662610B8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oject%20status%20report%20(Red%20and%20Blac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89D9B5ABC842EB894523A189E66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D6B7C-3DD0-49AB-89EE-84C94AA10044}"/>
      </w:docPartPr>
      <w:docPartBody>
        <w:p w:rsidR="00000000" w:rsidRDefault="00A80844">
          <w:pPr>
            <w:pStyle w:val="2C89D9B5ABC842EB894523A189E66C02"/>
          </w:pPr>
          <w:r>
            <w:t>[Date]</w:t>
          </w:r>
        </w:p>
      </w:docPartBody>
    </w:docPart>
    <w:docPart>
      <w:docPartPr>
        <w:name w:val="14DABCC3712140FC85608F203D777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11751-4C29-4CE4-B02C-AD91C0EC1547}"/>
      </w:docPartPr>
      <w:docPartBody>
        <w:p w:rsidR="00000000" w:rsidRDefault="00A80844">
          <w:pPr>
            <w:pStyle w:val="14DABCC3712140FC85608F203D777FFD"/>
          </w:pPr>
          <w:r>
            <w:t>Project Status Report</w:t>
          </w:r>
        </w:p>
      </w:docPartBody>
    </w:docPart>
    <w:docPart>
      <w:docPartPr>
        <w:name w:val="60D688D55C264F85AB69666F5B734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55004-BA4F-427B-92F1-E1F7D9DF761B}"/>
      </w:docPartPr>
      <w:docPartBody>
        <w:p w:rsidR="00000000" w:rsidRDefault="00A80844">
          <w:pPr>
            <w:pStyle w:val="60D688D55C264F85AB69666F5B734F6F"/>
          </w:pPr>
          <w:r>
            <w:t>[Start text here.]</w:t>
          </w:r>
        </w:p>
      </w:docPartBody>
    </w:docPart>
    <w:docPart>
      <w:docPartPr>
        <w:name w:val="40B79096C14D4B0FA3A91207C5E46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7B87-C095-4773-834E-5527CF7FDF63}"/>
      </w:docPartPr>
      <w:docPartBody>
        <w:p w:rsidR="00000000" w:rsidRDefault="00A80844">
          <w:pPr>
            <w:pStyle w:val="40B79096C14D4B0FA3A91207C5E462D7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44"/>
    <w:rsid w:val="00A8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89D9B5ABC842EB894523A189E66C02">
    <w:name w:val="2C89D9B5ABC842EB894523A189E66C02"/>
  </w:style>
  <w:style w:type="paragraph" w:customStyle="1" w:styleId="14DABCC3712140FC85608F203D777FFD">
    <w:name w:val="14DABCC3712140FC85608F203D777FFD"/>
  </w:style>
  <w:style w:type="paragraph" w:customStyle="1" w:styleId="60D688D55C264F85AB69666F5B734F6F">
    <w:name w:val="60D688D55C264F85AB69666F5B734F6F"/>
  </w:style>
  <w:style w:type="paragraph" w:customStyle="1" w:styleId="A67E50ABA09643738B7A556715DC1612">
    <w:name w:val="A67E50ABA09643738B7A556715DC1612"/>
  </w:style>
  <w:style w:type="paragraph" w:customStyle="1" w:styleId="EB8764A28D584BB7AB4E8955347F1346">
    <w:name w:val="EB8764A28D584BB7AB4E8955347F1346"/>
  </w:style>
  <w:style w:type="paragraph" w:customStyle="1" w:styleId="16E17BCA54394889921C54D17EDE5D4E">
    <w:name w:val="16E17BCA54394889921C54D17EDE5D4E"/>
  </w:style>
  <w:style w:type="paragraph" w:customStyle="1" w:styleId="40B79096C14D4B0FA3A91207C5E462D7">
    <w:name w:val="40B79096C14D4B0FA3A91207C5E462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BE7476-2432-41B6-9B84-521839679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0907F-471D-4C93-94EB-0D8D828A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(Red and Black).dotx</Template>
  <TotalTime>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Employee Status Change</vt:lpstr>
      <vt:lpstr>/Employee Profile</vt:lpstr>
      <vt:lpstr>Status Summary</vt:lpstr>
      <vt:lpstr>Changes Details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Status Change</dc:title>
  <dc:creator>Alex</dc:creator>
  <cp:keywords/>
  <cp:lastModifiedBy>Alex</cp:lastModifiedBy>
  <cp:revision>4</cp:revision>
  <dcterms:created xsi:type="dcterms:W3CDTF">2017-04-29T13:00:00Z</dcterms:created>
  <dcterms:modified xsi:type="dcterms:W3CDTF">2017-04-29T13:13:00Z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TC027909689991</vt:lpwstr>
  </property>
</Properties>
</file>