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115" w:type="dxa"/>
        </w:tblCellMar>
        <w:tblLook w:val="04A0" w:firstRow="1" w:lastRow="0" w:firstColumn="1" w:lastColumn="0" w:noHBand="0" w:noVBand="1"/>
        <w:tblDescription w:val="Company logo and name"/>
      </w:tblPr>
      <w:tblGrid>
        <w:gridCol w:w="4680"/>
        <w:gridCol w:w="4680"/>
      </w:tblGrid>
      <w:tr w:rsidR="006750B3">
        <w:sdt>
          <w:sdtPr>
            <w:id w:val="401255053"/>
            <w:placeholder>
              <w:docPart w:val="31756DFC140A40FCBFA31549C60BB327"/>
            </w:placeholder>
            <w:temporary/>
            <w:showingPlcHdr/>
            <w15:appearance w15:val="hidden"/>
          </w:sdtPr>
          <w:sdtEndPr>
            <w:rPr>
              <w:b/>
              <w:sz w:val="52"/>
            </w:rPr>
          </w:sdtEndPr>
          <w:sdtContent>
            <w:tc>
              <w:tcPr>
                <w:tcW w:w="4788" w:type="dxa"/>
              </w:tcPr>
              <w:p w:rsidR="006750B3" w:rsidRDefault="001E36CF">
                <w:pPr>
                  <w:pStyle w:val="NoSpacing"/>
                </w:pPr>
                <w:r w:rsidRPr="001E36CF">
                  <w:rPr>
                    <w:b/>
                    <w:sz w:val="52"/>
                  </w:rPr>
                  <w:t>[Company Name]</w:t>
                </w:r>
              </w:p>
            </w:tc>
          </w:sdtContent>
        </w:sdt>
        <w:tc>
          <w:tcPr>
            <w:tcW w:w="4788" w:type="dxa"/>
          </w:tcPr>
          <w:p w:rsidR="006750B3" w:rsidRDefault="006750B3" w:rsidP="001E36CF">
            <w:pPr>
              <w:pStyle w:val="Heading1"/>
              <w:jc w:val="left"/>
            </w:pPr>
          </w:p>
        </w:tc>
      </w:tr>
    </w:tbl>
    <w:p w:rsidR="006750B3" w:rsidRDefault="00942818">
      <w:pPr>
        <w:pStyle w:val="Heading2"/>
      </w:pPr>
      <w:r>
        <w:t>Request for Approval to Hire</w:t>
      </w:r>
    </w:p>
    <w:tbl>
      <w:tblPr>
        <w:tblW w:w="5144" w:type="pct"/>
        <w:tblInd w:w="-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Request for approval to hire form"/>
      </w:tblPr>
      <w:tblGrid>
        <w:gridCol w:w="9630"/>
      </w:tblGrid>
      <w:tr w:rsidR="006750B3" w:rsidTr="006A24A4">
        <w:tc>
          <w:tcPr>
            <w:tcW w:w="9630" w:type="dxa"/>
            <w:shd w:val="clear" w:color="auto" w:fill="auto"/>
          </w:tcPr>
          <w:p w:rsidR="006750B3" w:rsidRPr="001E36CF" w:rsidRDefault="00942818" w:rsidP="001E36CF">
            <w:pPr>
              <w:rPr>
                <w:sz w:val="26"/>
              </w:rPr>
            </w:pPr>
            <w:r w:rsidRPr="001E36CF">
              <w:rPr>
                <w:sz w:val="26"/>
              </w:rPr>
              <w:t>Applicant</w:t>
            </w:r>
            <w:r w:rsidRPr="001E36CF">
              <w:rPr>
                <w:sz w:val="26"/>
              </w:rPr>
              <w:t xml:space="preserve"> Information</w:t>
            </w:r>
          </w:p>
        </w:tc>
      </w:tr>
      <w:tr w:rsidR="006750B3" w:rsidTr="006A24A4">
        <w:tc>
          <w:tcPr>
            <w:tcW w:w="963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quisition number and date"/>
            </w:tblPr>
            <w:tblGrid>
              <w:gridCol w:w="1806"/>
              <w:gridCol w:w="3528"/>
              <w:gridCol w:w="685"/>
              <w:gridCol w:w="3611"/>
            </w:tblGrid>
            <w:tr w:rsidR="006750B3">
              <w:trPr>
                <w:trHeight w:val="432"/>
              </w:trPr>
              <w:tc>
                <w:tcPr>
                  <w:tcW w:w="1755" w:type="dxa"/>
                  <w:vAlign w:val="bottom"/>
                </w:tcPr>
                <w:p w:rsidR="006750B3" w:rsidRDefault="00942818">
                  <w:r>
                    <w:t>Requisition Number:</w:t>
                  </w:r>
                </w:p>
              </w:tc>
              <w:tc>
                <w:tcPr>
                  <w:tcW w:w="3429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  <w:tc>
                <w:tcPr>
                  <w:tcW w:w="666" w:type="dxa"/>
                  <w:vAlign w:val="bottom"/>
                </w:tcPr>
                <w:p w:rsidR="006750B3" w:rsidRDefault="00942818">
                  <w:pPr>
                    <w:jc w:val="right"/>
                  </w:pPr>
                  <w:r>
                    <w:t>Date:</w:t>
                  </w:r>
                </w:p>
              </w:tc>
              <w:tc>
                <w:tcPr>
                  <w:tcW w:w="3510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</w:tr>
          </w:tbl>
          <w:p w:rsidR="006750B3" w:rsidRDefault="006750B3"/>
        </w:tc>
      </w:tr>
      <w:tr w:rsidR="006750B3" w:rsidTr="006A24A4">
        <w:tc>
          <w:tcPr>
            <w:tcW w:w="9630" w:type="dxa"/>
            <w:shd w:val="clear" w:color="auto" w:fill="auto"/>
            <w:vAlign w:val="bottom"/>
          </w:tcPr>
          <w:tbl>
            <w:tblPr>
              <w:tblW w:w="4992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Applicant name"/>
            </w:tblPr>
            <w:tblGrid>
              <w:gridCol w:w="1816"/>
              <w:gridCol w:w="3535"/>
              <w:gridCol w:w="2977"/>
              <w:gridCol w:w="1287"/>
            </w:tblGrid>
            <w:tr w:rsidR="006750B3">
              <w:trPr>
                <w:trHeight w:val="432"/>
              </w:trPr>
              <w:tc>
                <w:tcPr>
                  <w:tcW w:w="1757" w:type="dxa"/>
                  <w:vAlign w:val="bottom"/>
                </w:tcPr>
                <w:p w:rsidR="006750B3" w:rsidRDefault="00942818">
                  <w:r>
                    <w:t>Applicant Name:</w:t>
                  </w:r>
                </w:p>
              </w:tc>
              <w:tc>
                <w:tcPr>
                  <w:tcW w:w="3420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  <w:tc>
                <w:tcPr>
                  <w:tcW w:w="1245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</w:tr>
            <w:tr w:rsidR="006750B3">
              <w:trPr>
                <w:trHeight w:val="288"/>
              </w:trPr>
              <w:tc>
                <w:tcPr>
                  <w:tcW w:w="1757" w:type="dxa"/>
                  <w:vAlign w:val="bottom"/>
                </w:tcPr>
                <w:p w:rsidR="006750B3" w:rsidRDefault="006750B3">
                  <w:pPr>
                    <w:pStyle w:val="NoSpacing"/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</w:tcBorders>
                </w:tcPr>
                <w:p w:rsidR="006750B3" w:rsidRDefault="00942818">
                  <w:pPr>
                    <w:pStyle w:val="Labels"/>
                  </w:pPr>
                  <w:r>
                    <w:t>Last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</w:tcBorders>
                </w:tcPr>
                <w:p w:rsidR="006750B3" w:rsidRDefault="00942818">
                  <w:pPr>
                    <w:pStyle w:val="Labels"/>
                  </w:pPr>
                  <w:r>
                    <w:t>First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</w:tcBorders>
                </w:tcPr>
                <w:p w:rsidR="006750B3" w:rsidRDefault="00942818">
                  <w:pPr>
                    <w:pStyle w:val="Labels"/>
                  </w:pPr>
                  <w:r>
                    <w:t>M.I.</w:t>
                  </w:r>
                </w:p>
              </w:tc>
            </w:tr>
          </w:tbl>
          <w:p w:rsidR="006750B3" w:rsidRDefault="006750B3"/>
        </w:tc>
      </w:tr>
      <w:tr w:rsidR="006750B3" w:rsidTr="006A24A4">
        <w:tc>
          <w:tcPr>
            <w:tcW w:w="963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Job title"/>
            </w:tblPr>
            <w:tblGrid>
              <w:gridCol w:w="926"/>
              <w:gridCol w:w="8704"/>
            </w:tblGrid>
            <w:tr w:rsidR="006750B3">
              <w:trPr>
                <w:trHeight w:val="432"/>
              </w:trPr>
              <w:tc>
                <w:tcPr>
                  <w:tcW w:w="900" w:type="dxa"/>
                  <w:vAlign w:val="bottom"/>
                </w:tcPr>
                <w:p w:rsidR="006750B3" w:rsidRDefault="00942818">
                  <w:r>
                    <w:t>Job Title:</w:t>
                  </w:r>
                </w:p>
              </w:tc>
              <w:tc>
                <w:tcPr>
                  <w:tcW w:w="8460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</w:tr>
          </w:tbl>
          <w:p w:rsidR="006750B3" w:rsidRDefault="006750B3"/>
        </w:tc>
      </w:tr>
      <w:tr w:rsidR="006750B3" w:rsidTr="006A24A4">
        <w:tc>
          <w:tcPr>
            <w:tcW w:w="963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Position attributes"/>
            </w:tblPr>
            <w:tblGrid>
              <w:gridCol w:w="746"/>
              <w:gridCol w:w="1639"/>
              <w:gridCol w:w="745"/>
              <w:gridCol w:w="1639"/>
              <w:gridCol w:w="838"/>
              <w:gridCol w:w="1639"/>
              <w:gridCol w:w="745"/>
              <w:gridCol w:w="1639"/>
            </w:tblGrid>
            <w:tr w:rsidR="006750B3">
              <w:trPr>
                <w:trHeight w:val="432"/>
              </w:trPr>
              <w:sdt>
                <w:sdtPr>
                  <w:id w:val="294414838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22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584" w:type="dxa"/>
                  <w:vAlign w:val="bottom"/>
                </w:tcPr>
                <w:p w:rsidR="006750B3" w:rsidRDefault="00942818">
                  <w:r>
                    <w:t>Part Time</w:t>
                  </w:r>
                </w:p>
              </w:tc>
              <w:sdt>
                <w:sdtPr>
                  <w:id w:val="-910995419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20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584" w:type="dxa"/>
                  <w:vAlign w:val="bottom"/>
                </w:tcPr>
                <w:p w:rsidR="006750B3" w:rsidRDefault="00942818">
                  <w:r>
                    <w:t>Full Time</w:t>
                  </w:r>
                </w:p>
              </w:tc>
              <w:sdt>
                <w:sdtPr>
                  <w:id w:val="-84844337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0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584" w:type="dxa"/>
                  <w:vAlign w:val="bottom"/>
                </w:tcPr>
                <w:p w:rsidR="006750B3" w:rsidRDefault="00942818">
                  <w:r>
                    <w:t>Permanent</w:t>
                  </w:r>
                </w:p>
              </w:tc>
              <w:sdt>
                <w:sdtPr>
                  <w:id w:val="1240517481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20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584" w:type="dxa"/>
                  <w:vAlign w:val="bottom"/>
                </w:tcPr>
                <w:p w:rsidR="006750B3" w:rsidRDefault="00942818">
                  <w:r>
                    <w:t>Temporary</w:t>
                  </w:r>
                </w:p>
              </w:tc>
            </w:tr>
            <w:tr w:rsidR="006750B3">
              <w:trPr>
                <w:trHeight w:val="288"/>
              </w:trPr>
              <w:sdt>
                <w:sdtPr>
                  <w:id w:val="-396283322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22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584" w:type="dxa"/>
                  <w:vAlign w:val="bottom"/>
                </w:tcPr>
                <w:p w:rsidR="006750B3" w:rsidRDefault="00942818">
                  <w:r>
                    <w:t>Replacement</w:t>
                  </w:r>
                </w:p>
              </w:tc>
              <w:sdt>
                <w:sdtPr>
                  <w:id w:val="127142028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20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584" w:type="dxa"/>
                  <w:vAlign w:val="bottom"/>
                </w:tcPr>
                <w:p w:rsidR="006750B3" w:rsidRDefault="00942818">
                  <w:r>
                    <w:t>New Position</w:t>
                  </w:r>
                </w:p>
              </w:tc>
              <w:sdt>
                <w:sdtPr>
                  <w:id w:val="712707308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0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584" w:type="dxa"/>
                  <w:vAlign w:val="bottom"/>
                </w:tcPr>
                <w:p w:rsidR="006750B3" w:rsidRDefault="00942818">
                  <w:r>
                    <w:t>Hourly</w:t>
                  </w:r>
                </w:p>
              </w:tc>
              <w:sdt>
                <w:sdtPr>
                  <w:id w:val="321475827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20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584" w:type="dxa"/>
                  <w:vAlign w:val="bottom"/>
                </w:tcPr>
                <w:p w:rsidR="006750B3" w:rsidRDefault="00942818">
                  <w:r>
                    <w:t>Exempt</w:t>
                  </w:r>
                </w:p>
              </w:tc>
            </w:tr>
          </w:tbl>
          <w:p w:rsidR="006750B3" w:rsidRDefault="006750B3"/>
        </w:tc>
      </w:tr>
      <w:tr w:rsidR="006750B3" w:rsidTr="006A24A4">
        <w:tc>
          <w:tcPr>
            <w:tcW w:w="963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Starting salary, date, supervisor, department"/>
            </w:tblPr>
            <w:tblGrid>
              <w:gridCol w:w="2314"/>
              <w:gridCol w:w="2237"/>
              <w:gridCol w:w="1208"/>
              <w:gridCol w:w="3871"/>
            </w:tblGrid>
            <w:tr w:rsidR="006750B3">
              <w:trPr>
                <w:trHeight w:val="576"/>
              </w:trPr>
              <w:tc>
                <w:tcPr>
                  <w:tcW w:w="2250" w:type="dxa"/>
                  <w:vAlign w:val="bottom"/>
                </w:tcPr>
                <w:p w:rsidR="006750B3" w:rsidRDefault="00942818">
                  <w:r>
                    <w:t>Proposed Starting Salary:</w:t>
                  </w:r>
                </w:p>
              </w:tc>
              <w:tc>
                <w:tcPr>
                  <w:tcW w:w="2174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  <w:tc>
                <w:tcPr>
                  <w:tcW w:w="1174" w:type="dxa"/>
                  <w:vAlign w:val="bottom"/>
                </w:tcPr>
                <w:p w:rsidR="006750B3" w:rsidRDefault="00942818">
                  <w:pPr>
                    <w:jc w:val="right"/>
                  </w:pPr>
                  <w:r>
                    <w:t>Start Date:</w:t>
                  </w:r>
                </w:p>
              </w:tc>
              <w:tc>
                <w:tcPr>
                  <w:tcW w:w="3762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</w:tr>
            <w:tr w:rsidR="006750B3">
              <w:trPr>
                <w:trHeight w:val="432"/>
              </w:trPr>
              <w:tc>
                <w:tcPr>
                  <w:tcW w:w="2250" w:type="dxa"/>
                  <w:vAlign w:val="bottom"/>
                </w:tcPr>
                <w:p w:rsidR="006750B3" w:rsidRDefault="00942818">
                  <w:r>
                    <w:t>Supervisor:</w:t>
                  </w:r>
                </w:p>
              </w:tc>
              <w:tc>
                <w:tcPr>
                  <w:tcW w:w="2174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  <w:tc>
                <w:tcPr>
                  <w:tcW w:w="1174" w:type="dxa"/>
                  <w:vAlign w:val="bottom"/>
                </w:tcPr>
                <w:p w:rsidR="006750B3" w:rsidRDefault="00942818">
                  <w:pPr>
                    <w:jc w:val="right"/>
                  </w:pPr>
                  <w:r>
                    <w:t>Department:</w:t>
                  </w:r>
                </w:p>
              </w:tc>
              <w:tc>
                <w:tcPr>
                  <w:tcW w:w="3762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</w:tr>
          </w:tbl>
          <w:p w:rsidR="006750B3" w:rsidRDefault="006750B3"/>
        </w:tc>
      </w:tr>
      <w:tr w:rsidR="006750B3" w:rsidTr="006A24A4">
        <w:trPr>
          <w:trHeight w:val="432"/>
        </w:trPr>
        <w:tc>
          <w:tcPr>
            <w:tcW w:w="9630" w:type="dxa"/>
            <w:shd w:val="clear" w:color="auto" w:fill="auto"/>
            <w:vAlign w:val="bottom"/>
          </w:tcPr>
          <w:p w:rsidR="006750B3" w:rsidRDefault="00942818">
            <w:r>
              <w:t>Description of Duties:</w:t>
            </w:r>
          </w:p>
        </w:tc>
      </w:tr>
      <w:tr w:rsidR="006750B3" w:rsidTr="006A24A4">
        <w:trPr>
          <w:trHeight w:val="1296"/>
        </w:trPr>
        <w:tc>
          <w:tcPr>
            <w:tcW w:w="9630" w:type="dxa"/>
            <w:shd w:val="clear" w:color="auto" w:fill="auto"/>
          </w:tcPr>
          <w:tbl>
            <w:tblPr>
              <w:tblStyle w:val="TableGrid"/>
              <w:tblW w:w="9687" w:type="dxa"/>
              <w:tblBorders>
                <w:top w:val="none" w:sz="0" w:space="0" w:color="auto"/>
                <w:left w:val="none" w:sz="0" w:space="0" w:color="auto"/>
                <w:bottom w:val="single" w:sz="4" w:space="0" w:color="808080" w:themeColor="background1" w:themeShade="80"/>
                <w:right w:val="none" w:sz="0" w:space="0" w:color="auto"/>
                <w:insideH w:val="single" w:sz="4" w:space="0" w:color="808080" w:themeColor="background1" w:themeShade="80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87"/>
            </w:tblGrid>
            <w:tr w:rsidR="001E36CF" w:rsidTr="006A24A4">
              <w:trPr>
                <w:trHeight w:val="324"/>
              </w:trPr>
              <w:tc>
                <w:tcPr>
                  <w:tcW w:w="9687" w:type="dxa"/>
                </w:tcPr>
                <w:p w:rsidR="001E36CF" w:rsidRDefault="001E36CF"/>
              </w:tc>
            </w:tr>
            <w:tr w:rsidR="001E36CF" w:rsidTr="006A24A4">
              <w:trPr>
                <w:trHeight w:val="308"/>
              </w:trPr>
              <w:tc>
                <w:tcPr>
                  <w:tcW w:w="9687" w:type="dxa"/>
                </w:tcPr>
                <w:p w:rsidR="001E36CF" w:rsidRDefault="001E36CF"/>
              </w:tc>
            </w:tr>
            <w:tr w:rsidR="001E36CF" w:rsidTr="006A24A4">
              <w:trPr>
                <w:trHeight w:val="324"/>
              </w:trPr>
              <w:tc>
                <w:tcPr>
                  <w:tcW w:w="9687" w:type="dxa"/>
                </w:tcPr>
                <w:p w:rsidR="001E36CF" w:rsidRDefault="001E36CF"/>
              </w:tc>
            </w:tr>
            <w:tr w:rsidR="001E36CF" w:rsidTr="006A24A4">
              <w:trPr>
                <w:trHeight w:val="324"/>
              </w:trPr>
              <w:tc>
                <w:tcPr>
                  <w:tcW w:w="9687" w:type="dxa"/>
                </w:tcPr>
                <w:p w:rsidR="001E36CF" w:rsidRDefault="001E36CF"/>
              </w:tc>
            </w:tr>
            <w:tr w:rsidR="001E36CF" w:rsidTr="006A24A4">
              <w:trPr>
                <w:trHeight w:val="308"/>
              </w:trPr>
              <w:tc>
                <w:tcPr>
                  <w:tcW w:w="9687" w:type="dxa"/>
                </w:tcPr>
                <w:p w:rsidR="001E36CF" w:rsidRDefault="001E36CF"/>
              </w:tc>
            </w:tr>
          </w:tbl>
          <w:p w:rsidR="006750B3" w:rsidRDefault="006750B3"/>
        </w:tc>
      </w:tr>
      <w:tr w:rsidR="006750B3" w:rsidTr="006A24A4">
        <w:trPr>
          <w:trHeight w:val="432"/>
        </w:trPr>
        <w:tc>
          <w:tcPr>
            <w:tcW w:w="9630" w:type="dxa"/>
            <w:shd w:val="clear" w:color="auto" w:fill="auto"/>
            <w:vAlign w:val="bottom"/>
          </w:tcPr>
          <w:p w:rsidR="006750B3" w:rsidRDefault="00942818">
            <w:r>
              <w:t>Additional Comments:</w:t>
            </w:r>
          </w:p>
        </w:tc>
      </w:tr>
      <w:tr w:rsidR="006750B3" w:rsidTr="006A24A4">
        <w:trPr>
          <w:trHeight w:val="1152"/>
        </w:trPr>
        <w:tc>
          <w:tcPr>
            <w:tcW w:w="9630" w:type="dxa"/>
            <w:shd w:val="clear" w:color="auto" w:fill="auto"/>
          </w:tcPr>
          <w:tbl>
            <w:tblPr>
              <w:tblStyle w:val="TableGrid"/>
              <w:tblW w:w="9751" w:type="dxa"/>
              <w:tblBorders>
                <w:top w:val="none" w:sz="0" w:space="0" w:color="auto"/>
                <w:left w:val="none" w:sz="0" w:space="0" w:color="auto"/>
                <w:bottom w:val="single" w:sz="4" w:space="0" w:color="808080" w:themeColor="background1" w:themeShade="80"/>
                <w:right w:val="none" w:sz="0" w:space="0" w:color="auto"/>
                <w:insideH w:val="single" w:sz="4" w:space="0" w:color="808080" w:themeColor="background1" w:themeShade="80"/>
                <w:insideV w:val="single" w:sz="4" w:space="0" w:color="D9D9D9" w:themeColor="background1" w:themeShade="D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51"/>
            </w:tblGrid>
            <w:tr w:rsidR="001E36CF" w:rsidTr="006A24A4">
              <w:trPr>
                <w:trHeight w:val="329"/>
              </w:trPr>
              <w:tc>
                <w:tcPr>
                  <w:tcW w:w="9751" w:type="dxa"/>
                </w:tcPr>
                <w:p w:rsidR="001E36CF" w:rsidRDefault="001E36CF" w:rsidP="001E36CF"/>
              </w:tc>
            </w:tr>
            <w:tr w:rsidR="001E36CF" w:rsidTr="006A24A4">
              <w:trPr>
                <w:trHeight w:val="313"/>
              </w:trPr>
              <w:tc>
                <w:tcPr>
                  <w:tcW w:w="9751" w:type="dxa"/>
                </w:tcPr>
                <w:p w:rsidR="001E36CF" w:rsidRDefault="001E36CF" w:rsidP="001E36CF"/>
              </w:tc>
            </w:tr>
            <w:tr w:rsidR="001E36CF" w:rsidTr="006A24A4">
              <w:trPr>
                <w:trHeight w:val="329"/>
              </w:trPr>
              <w:tc>
                <w:tcPr>
                  <w:tcW w:w="9751" w:type="dxa"/>
                </w:tcPr>
                <w:p w:rsidR="001E36CF" w:rsidRDefault="001E36CF" w:rsidP="001E36CF"/>
              </w:tc>
            </w:tr>
            <w:tr w:rsidR="001E36CF" w:rsidTr="006A24A4">
              <w:trPr>
                <w:trHeight w:val="329"/>
              </w:trPr>
              <w:tc>
                <w:tcPr>
                  <w:tcW w:w="9751" w:type="dxa"/>
                </w:tcPr>
                <w:p w:rsidR="001E36CF" w:rsidRDefault="001E36CF" w:rsidP="001E36CF"/>
              </w:tc>
            </w:tr>
            <w:tr w:rsidR="001E36CF" w:rsidTr="006A24A4">
              <w:trPr>
                <w:trHeight w:val="313"/>
              </w:trPr>
              <w:tc>
                <w:tcPr>
                  <w:tcW w:w="9751" w:type="dxa"/>
                </w:tcPr>
                <w:p w:rsidR="001E36CF" w:rsidRDefault="001E36CF" w:rsidP="001E36CF"/>
              </w:tc>
            </w:tr>
          </w:tbl>
          <w:p w:rsidR="006750B3" w:rsidRDefault="006750B3"/>
        </w:tc>
      </w:tr>
      <w:tr w:rsidR="006750B3" w:rsidTr="006A24A4">
        <w:tc>
          <w:tcPr>
            <w:tcW w:w="9630" w:type="dxa"/>
            <w:shd w:val="clear" w:color="auto" w:fill="auto"/>
            <w:vAlign w:val="bottom"/>
          </w:tcPr>
          <w:tbl>
            <w:tblPr>
              <w:tblW w:w="9797" w:type="dxa"/>
              <w:tblBorders>
                <w:insideH w:val="single" w:sz="4" w:space="0" w:color="808080" w:themeColor="background1" w:themeShade="8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Supervisor signature and date"/>
            </w:tblPr>
            <w:tblGrid>
              <w:gridCol w:w="7537"/>
              <w:gridCol w:w="2260"/>
            </w:tblGrid>
            <w:tr w:rsidR="006750B3" w:rsidTr="006A24A4">
              <w:trPr>
                <w:trHeight w:val="458"/>
              </w:trPr>
              <w:tc>
                <w:tcPr>
                  <w:tcW w:w="7537" w:type="dxa"/>
                  <w:vAlign w:val="bottom"/>
                </w:tcPr>
                <w:p w:rsidR="006750B3" w:rsidRDefault="006750B3"/>
              </w:tc>
              <w:tc>
                <w:tcPr>
                  <w:tcW w:w="2260" w:type="dxa"/>
                  <w:vAlign w:val="bottom"/>
                </w:tcPr>
                <w:p w:rsidR="006750B3" w:rsidRDefault="006750B3"/>
              </w:tc>
            </w:tr>
            <w:tr w:rsidR="006750B3" w:rsidTr="006A24A4">
              <w:trPr>
                <w:trHeight w:val="21"/>
              </w:trPr>
              <w:tc>
                <w:tcPr>
                  <w:tcW w:w="7537" w:type="dxa"/>
                </w:tcPr>
                <w:p w:rsidR="006750B3" w:rsidRDefault="00942818">
                  <w:pPr>
                    <w:pStyle w:val="Labels"/>
                  </w:pPr>
                  <w:r>
                    <w:t>Supervisor Signature</w:t>
                  </w:r>
                </w:p>
              </w:tc>
              <w:tc>
                <w:tcPr>
                  <w:tcW w:w="2260" w:type="dxa"/>
                </w:tcPr>
                <w:p w:rsidR="006750B3" w:rsidRDefault="00942818">
                  <w:pPr>
                    <w:pStyle w:val="Labels"/>
                  </w:pPr>
                  <w:r>
                    <w:t>Date</w:t>
                  </w:r>
                </w:p>
              </w:tc>
            </w:tr>
          </w:tbl>
          <w:p w:rsidR="006750B3" w:rsidRDefault="006750B3"/>
        </w:tc>
      </w:tr>
      <w:tr w:rsidR="006750B3" w:rsidTr="006A24A4">
        <w:tc>
          <w:tcPr>
            <w:tcW w:w="9630" w:type="dxa"/>
            <w:shd w:val="clear" w:color="auto" w:fill="auto"/>
            <w:vAlign w:val="bottom"/>
          </w:tcPr>
          <w:p w:rsidR="006750B3" w:rsidRDefault="006750B3">
            <w:pPr>
              <w:pStyle w:val="NoSpacing"/>
            </w:pPr>
          </w:p>
        </w:tc>
      </w:tr>
      <w:tr w:rsidR="006750B3" w:rsidTr="006A24A4">
        <w:tc>
          <w:tcPr>
            <w:tcW w:w="9630" w:type="dxa"/>
            <w:shd w:val="clear" w:color="auto" w:fill="auto"/>
          </w:tcPr>
          <w:p w:rsidR="006750B3" w:rsidRDefault="00942818">
            <w:pPr>
              <w:pStyle w:val="Heading3"/>
            </w:pPr>
            <w:r>
              <w:t xml:space="preserve">Approval to </w:t>
            </w:r>
            <w:r>
              <w:t>Hire</w:t>
            </w:r>
          </w:p>
        </w:tc>
      </w:tr>
      <w:tr w:rsidR="006750B3" w:rsidTr="006A24A4">
        <w:tc>
          <w:tcPr>
            <w:tcW w:w="9630" w:type="dxa"/>
            <w:shd w:val="clear" w:color="auto" w:fill="auto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Salary and classification"/>
            </w:tblPr>
            <w:tblGrid>
              <w:gridCol w:w="1666"/>
              <w:gridCol w:w="2963"/>
              <w:gridCol w:w="2408"/>
              <w:gridCol w:w="2593"/>
            </w:tblGrid>
            <w:tr w:rsidR="006750B3">
              <w:trPr>
                <w:trHeight w:val="432"/>
              </w:trPr>
              <w:tc>
                <w:tcPr>
                  <w:tcW w:w="1620" w:type="dxa"/>
                  <w:vAlign w:val="bottom"/>
                </w:tcPr>
                <w:p w:rsidR="006750B3" w:rsidRDefault="00942818">
                  <w:r>
                    <w:t>Approved Salary:</w:t>
                  </w:r>
                </w:p>
              </w:tc>
              <w:tc>
                <w:tcPr>
                  <w:tcW w:w="2880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  <w:tc>
                <w:tcPr>
                  <w:tcW w:w="2340" w:type="dxa"/>
                  <w:vAlign w:val="bottom"/>
                </w:tcPr>
                <w:p w:rsidR="006750B3" w:rsidRDefault="00942818">
                  <w:pPr>
                    <w:jc w:val="right"/>
                  </w:pPr>
                  <w:r>
                    <w:t>Approved Classification:</w:t>
                  </w:r>
                </w:p>
              </w:tc>
              <w:tc>
                <w:tcPr>
                  <w:tcW w:w="2520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</w:tr>
          </w:tbl>
          <w:p w:rsidR="006750B3" w:rsidRDefault="006750B3"/>
        </w:tc>
        <w:bookmarkStart w:id="0" w:name="_GoBack"/>
        <w:bookmarkEnd w:id="0"/>
      </w:tr>
      <w:tr w:rsidR="006750B3" w:rsidTr="006A24A4">
        <w:trPr>
          <w:trHeight w:val="20"/>
        </w:trPr>
        <w:tc>
          <w:tcPr>
            <w:tcW w:w="9630" w:type="dxa"/>
            <w:shd w:val="clear" w:color="auto" w:fill="auto"/>
            <w:vAlign w:val="bottom"/>
          </w:tcPr>
          <w:tbl>
            <w:tblPr>
              <w:tblW w:w="5000" w:type="pct"/>
              <w:tblBorders>
                <w:insideH w:val="single" w:sz="4" w:space="0" w:color="808080" w:themeColor="background1" w:themeShade="8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epartment manager signature and date"/>
            </w:tblPr>
            <w:tblGrid>
              <w:gridCol w:w="7408"/>
              <w:gridCol w:w="2222"/>
            </w:tblGrid>
            <w:tr w:rsidR="006750B3" w:rsidTr="006A24A4">
              <w:trPr>
                <w:trHeight w:val="432"/>
              </w:trPr>
              <w:tc>
                <w:tcPr>
                  <w:tcW w:w="7200" w:type="dxa"/>
                  <w:vAlign w:val="bottom"/>
                </w:tcPr>
                <w:p w:rsidR="006750B3" w:rsidRDefault="006750B3"/>
              </w:tc>
              <w:tc>
                <w:tcPr>
                  <w:tcW w:w="2160" w:type="dxa"/>
                  <w:vAlign w:val="bottom"/>
                </w:tcPr>
                <w:p w:rsidR="006750B3" w:rsidRDefault="006750B3"/>
              </w:tc>
            </w:tr>
            <w:tr w:rsidR="006750B3" w:rsidTr="006A24A4">
              <w:trPr>
                <w:trHeight w:val="20"/>
              </w:trPr>
              <w:tc>
                <w:tcPr>
                  <w:tcW w:w="7200" w:type="dxa"/>
                </w:tcPr>
                <w:p w:rsidR="006750B3" w:rsidRDefault="00942818">
                  <w:pPr>
                    <w:pStyle w:val="Labels"/>
                  </w:pPr>
                  <w:r>
                    <w:t>Department Manager Signature</w:t>
                  </w:r>
                </w:p>
              </w:tc>
              <w:tc>
                <w:tcPr>
                  <w:tcW w:w="2160" w:type="dxa"/>
                </w:tcPr>
                <w:p w:rsidR="006750B3" w:rsidRDefault="00942818">
                  <w:pPr>
                    <w:pStyle w:val="Labels"/>
                  </w:pPr>
                  <w:r>
                    <w:t>Date</w:t>
                  </w:r>
                </w:p>
              </w:tc>
            </w:tr>
          </w:tbl>
          <w:p w:rsidR="006750B3" w:rsidRDefault="006750B3"/>
        </w:tc>
      </w:tr>
      <w:tr w:rsidR="006750B3" w:rsidTr="006A24A4">
        <w:tc>
          <w:tcPr>
            <w:tcW w:w="9630" w:type="dxa"/>
            <w:shd w:val="clear" w:color="auto" w:fill="auto"/>
          </w:tcPr>
          <w:p w:rsidR="006750B3" w:rsidRDefault="006750B3">
            <w:pPr>
              <w:pStyle w:val="NoSpacing"/>
            </w:pPr>
          </w:p>
        </w:tc>
      </w:tr>
      <w:tr w:rsidR="006750B3" w:rsidTr="006A24A4">
        <w:trPr>
          <w:trHeight w:val="20"/>
        </w:trPr>
        <w:tc>
          <w:tcPr>
            <w:tcW w:w="9630" w:type="dxa"/>
            <w:shd w:val="clear" w:color="auto" w:fill="auto"/>
            <w:vAlign w:val="bottom"/>
          </w:tcPr>
          <w:p w:rsidR="006750B3" w:rsidRDefault="00942818">
            <w:pPr>
              <w:pStyle w:val="Heading3"/>
            </w:pPr>
            <w:r>
              <w:t>Confirmation of Offer</w:t>
            </w:r>
          </w:p>
        </w:tc>
      </w:tr>
      <w:tr w:rsidR="006750B3" w:rsidTr="006A24A4">
        <w:tc>
          <w:tcPr>
            <w:tcW w:w="9630" w:type="dxa"/>
            <w:shd w:val="clear" w:color="auto" w:fill="auto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Offer extended by"/>
            </w:tblPr>
            <w:tblGrid>
              <w:gridCol w:w="1852"/>
              <w:gridCol w:w="7778"/>
            </w:tblGrid>
            <w:tr w:rsidR="006750B3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:rsidR="006750B3" w:rsidRDefault="00942818">
                  <w:r>
                    <w:t>Offer Extended By: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auto"/>
                  </w:tcBorders>
                  <w:vAlign w:val="bottom"/>
                </w:tcPr>
                <w:p w:rsidR="006750B3" w:rsidRDefault="006750B3"/>
              </w:tc>
            </w:tr>
          </w:tbl>
          <w:p w:rsidR="006750B3" w:rsidRDefault="006750B3"/>
        </w:tc>
      </w:tr>
      <w:tr w:rsidR="006750B3" w:rsidTr="006A24A4">
        <w:trPr>
          <w:trHeight w:val="144"/>
        </w:trPr>
        <w:tc>
          <w:tcPr>
            <w:tcW w:w="963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Offer status"/>
            </w:tblPr>
            <w:tblGrid>
              <w:gridCol w:w="1851"/>
              <w:gridCol w:w="524"/>
              <w:gridCol w:w="1814"/>
              <w:gridCol w:w="533"/>
              <w:gridCol w:w="4908"/>
            </w:tblGrid>
            <w:tr w:rsidR="006750B3">
              <w:trPr>
                <w:trHeight w:val="576"/>
              </w:trPr>
              <w:tc>
                <w:tcPr>
                  <w:tcW w:w="1800" w:type="dxa"/>
                  <w:vAlign w:val="bottom"/>
                </w:tcPr>
                <w:p w:rsidR="006750B3" w:rsidRDefault="00942818">
                  <w:r>
                    <w:t>Status of Offer:</w:t>
                  </w:r>
                </w:p>
              </w:tc>
              <w:sdt>
                <w:sdtPr>
                  <w:id w:val="-477535481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09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1763" w:type="dxa"/>
                  <w:vAlign w:val="bottom"/>
                </w:tcPr>
                <w:p w:rsidR="006750B3" w:rsidRDefault="00942818">
                  <w:r>
                    <w:t>Accepted</w:t>
                  </w:r>
                </w:p>
              </w:tc>
              <w:sdt>
                <w:sdtPr>
                  <w:id w:val="1704679076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18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770" w:type="dxa"/>
                  <w:vAlign w:val="bottom"/>
                </w:tcPr>
                <w:p w:rsidR="006750B3" w:rsidRDefault="00942818">
                  <w:r>
                    <w:t>Declined</w:t>
                  </w:r>
                </w:p>
              </w:tc>
            </w:tr>
          </w:tbl>
          <w:p w:rsidR="006750B3" w:rsidRDefault="006750B3"/>
        </w:tc>
      </w:tr>
      <w:tr w:rsidR="006750B3" w:rsidTr="006A24A4">
        <w:trPr>
          <w:trHeight w:val="432"/>
        </w:trPr>
        <w:tc>
          <w:tcPr>
            <w:tcW w:w="963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firmation of HR processing"/>
            </w:tblPr>
            <w:tblGrid>
              <w:gridCol w:w="5741"/>
              <w:gridCol w:w="463"/>
              <w:gridCol w:w="3426"/>
            </w:tblGrid>
            <w:tr w:rsidR="006750B3">
              <w:trPr>
                <w:trHeight w:val="432"/>
              </w:trPr>
              <w:tc>
                <w:tcPr>
                  <w:tcW w:w="5580" w:type="dxa"/>
                  <w:vAlign w:val="bottom"/>
                </w:tcPr>
                <w:p w:rsidR="006750B3" w:rsidRDefault="00942818">
                  <w:r>
                    <w:t>If accepted, confirmation sent to Human Resources for processing:</w:t>
                  </w:r>
                </w:p>
              </w:tc>
              <w:sdt>
                <w:sdtPr>
                  <w:id w:val="-737474002"/>
                  <w15:appearance w15:val="hidden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50" w:type="dxa"/>
                      <w:vAlign w:val="bottom"/>
                    </w:tcPr>
                    <w:p w:rsidR="006750B3" w:rsidRDefault="00942818"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3330" w:type="dxa"/>
                  <w:vAlign w:val="bottom"/>
                </w:tcPr>
                <w:p w:rsidR="006750B3" w:rsidRDefault="006750B3"/>
              </w:tc>
            </w:tr>
          </w:tbl>
          <w:p w:rsidR="006750B3" w:rsidRDefault="006750B3"/>
        </w:tc>
      </w:tr>
    </w:tbl>
    <w:p w:rsidR="006750B3" w:rsidRDefault="006750B3">
      <w:pPr>
        <w:pStyle w:val="NoSpacing"/>
      </w:pPr>
    </w:p>
    <w:sectPr w:rsidR="006750B3" w:rsidSect="001E36CF">
      <w:footerReference w:type="default" r:id="rId9"/>
      <w:pgSz w:w="12240" w:h="15840"/>
      <w:pgMar w:top="450" w:right="1440" w:bottom="5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818" w:rsidRDefault="00942818">
      <w:pPr>
        <w:spacing w:line="240" w:lineRule="auto"/>
      </w:pPr>
      <w:r>
        <w:separator/>
      </w:r>
    </w:p>
  </w:endnote>
  <w:endnote w:type="continuationSeparator" w:id="0">
    <w:p w:rsidR="00942818" w:rsidRDefault="00942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070045"/>
      <w:docPartObj>
        <w:docPartGallery w:val="Page Numbers (Bottom of Page)"/>
        <w:docPartUnique/>
      </w:docPartObj>
    </w:sdtPr>
    <w:sdtEndPr/>
    <w:sdtContent>
      <w:p w:rsidR="006750B3" w:rsidRDefault="0094281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36C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818" w:rsidRDefault="00942818">
      <w:pPr>
        <w:spacing w:line="240" w:lineRule="auto"/>
      </w:pPr>
      <w:r>
        <w:separator/>
      </w:r>
    </w:p>
  </w:footnote>
  <w:footnote w:type="continuationSeparator" w:id="0">
    <w:p w:rsidR="00942818" w:rsidRDefault="009428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36432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483C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54AB0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13E4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2677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3E0D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E0CC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30C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1A7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7012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CF"/>
    <w:rsid w:val="001E36CF"/>
    <w:rsid w:val="006750B3"/>
    <w:rsid w:val="006A24A4"/>
    <w:rsid w:val="0094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keepNext/>
      <w:keepLines/>
      <w:spacing w:after="480"/>
      <w:jc w:val="right"/>
      <w:outlineLvl w:val="0"/>
    </w:pPr>
    <w:rPr>
      <w:rFonts w:asciiTheme="majorHAnsi" w:eastAsiaTheme="majorEastAsia" w:hAnsiTheme="majorHAnsi" w:cstheme="majorBidi"/>
      <w:b/>
      <w:bCs/>
      <w:color w:val="7F7F7F" w:themeColor="text1" w:themeTint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16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7F7F7F" w:themeColor="text1" w:themeTint="80"/>
      <w:spacing w:val="4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000000" w:themeColor="text1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pacing w:val="4"/>
    </w:rPr>
  </w:style>
  <w:style w:type="paragraph" w:customStyle="1" w:styleId="Labels">
    <w:name w:val="Labels"/>
    <w:basedOn w:val="Normal"/>
    <w:next w:val="Normal"/>
    <w:uiPriority w:val="1"/>
    <w:qFormat/>
    <w:pPr>
      <w:spacing w:line="240" w:lineRule="auto"/>
      <w:jc w:val="center"/>
    </w:pPr>
    <w:rPr>
      <w:i/>
      <w:iCs/>
      <w:sz w:val="17"/>
      <w:szCs w:val="17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pacing w:val="4"/>
      <w:sz w:val="20"/>
      <w:szCs w:val="20"/>
    </w:rPr>
  </w:style>
  <w:style w:type="paragraph" w:styleId="NoSpacing">
    <w:name w:val="No Spacing"/>
    <w:uiPriority w:val="1"/>
    <w:unhideWhenUsed/>
    <w:qFormat/>
    <w:pPr>
      <w:spacing w:line="240" w:lineRule="auto"/>
    </w:pPr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quest%20form%20for%20approval%20to%20hi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756DFC140A40FCBFA31549C60BB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BFDDE-F6BD-4668-8C06-72C1BBD23752}"/>
      </w:docPartPr>
      <w:docPartBody>
        <w:p w:rsidR="00000000" w:rsidRDefault="008C2622" w:rsidP="008C2622">
          <w:pPr>
            <w:pStyle w:val="31756DFC140A40FCBFA31549C60BB327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22"/>
    <w:rsid w:val="000D5E0C"/>
    <w:rsid w:val="008C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170A201B8040FD927AD8AF76F01FE2">
    <w:name w:val="C8170A201B8040FD927AD8AF76F01FE2"/>
  </w:style>
  <w:style w:type="paragraph" w:customStyle="1" w:styleId="31756DFC140A40FCBFA31549C60BB327">
    <w:name w:val="31756DFC140A40FCBFA31549C60BB327"/>
    <w:rsid w:val="008C2622"/>
  </w:style>
  <w:style w:type="paragraph" w:customStyle="1" w:styleId="6F1A505538F84C6BBA8694200ED46BF3">
    <w:name w:val="6F1A505538F84C6BBA8694200ED46BF3"/>
    <w:rsid w:val="008C26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DAFFA8-1ECE-45CC-93E7-F226E19D1C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Request form for approval to hire.dotx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Request for Approval to Hire</vt:lpstr>
    </vt:vector>
  </TitlesOfParts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2017-04-11T13:20:00Z</dcterms:created>
  <dcterms:modified xsi:type="dcterms:W3CDTF">2017-04-11T13:30:00Z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TC040219759991</vt:lpwstr>
  </property>
</Properties>
</file>