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2A50" w:rsidRPr="009E2A50" w:rsidRDefault="009E2A50" w:rsidP="009E2A50">
      <w:pPr>
        <w:pStyle w:val="Address"/>
        <w:jc w:val="center"/>
        <w:rPr>
          <w:b/>
          <w:sz w:val="36"/>
        </w:rPr>
      </w:pPr>
      <w:r w:rsidRPr="009E2A50">
        <w:rPr>
          <w:b/>
          <w:sz w:val="36"/>
        </w:rPr>
        <w:t>Letter Confirming Candidate’s Job Interview</w:t>
      </w:r>
    </w:p>
    <w:p w:rsidR="009E2A50" w:rsidRPr="009E2A50" w:rsidRDefault="009E2A50">
      <w:pPr>
        <w:pStyle w:val="Address"/>
        <w:rPr>
          <w:b/>
          <w:sz w:val="26"/>
        </w:rPr>
      </w:pPr>
    </w:p>
    <w:sdt>
      <w:sdtPr>
        <w:rPr>
          <w:b/>
          <w:sz w:val="24"/>
        </w:rPr>
        <w:alias w:val="Your Name"/>
        <w:tag w:val="Your Name"/>
        <w:id w:val="-1786799709"/>
        <w:placeholder>
          <w:docPart w:val="049A7677E2594648823990B95C17AE2D"/>
        </w:placeholder>
        <w:showingPlcHdr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p w:rsidR="00DB2391" w:rsidRPr="009E2A50" w:rsidRDefault="007C3265">
          <w:pPr>
            <w:pStyle w:val="Address"/>
            <w:rPr>
              <w:b/>
              <w:sz w:val="24"/>
            </w:rPr>
          </w:pPr>
          <w:r w:rsidRPr="007C3265">
            <w:rPr>
              <w:b/>
              <w:sz w:val="32"/>
            </w:rPr>
            <w:t>[Your Name]</w:t>
          </w:r>
        </w:p>
      </w:sdtContent>
    </w:sdt>
    <w:sdt>
      <w:sdtPr>
        <w:alias w:val="Company Name"/>
        <w:tag w:val=""/>
        <w:id w:val="1247992177"/>
        <w:placeholder>
          <w:docPart w:val="887173FBFF0D499A82C8364070CEEC2C"/>
        </w:placeholder>
        <w:showingPlcHdr/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p w:rsidR="00DB2391" w:rsidRDefault="00A12C1F">
          <w:pPr>
            <w:pStyle w:val="Address"/>
          </w:pPr>
          <w:r>
            <w:t>[Company Name]</w:t>
          </w:r>
        </w:p>
      </w:sdtContent>
    </w:sdt>
    <w:p w:rsidR="00DB2391" w:rsidRDefault="00A12C1F">
      <w:pPr>
        <w:pStyle w:val="Address"/>
      </w:pPr>
      <w:sdt>
        <w:sdtPr>
          <w:id w:val="1634143502"/>
          <w:placeholder>
            <w:docPart w:val="7BDAED37BA204130A5DCE9F1EB3D993D"/>
          </w:placeholder>
          <w:temporary/>
          <w:showingPlcHdr/>
          <w15:appearance w15:val="hidden"/>
        </w:sdtPr>
        <w:sdtEndPr/>
        <w:sdtContent>
          <w:r>
            <w:t>[Street Address]</w:t>
          </w:r>
        </w:sdtContent>
      </w:sdt>
      <w:r w:rsidR="009E2A50">
        <w:t xml:space="preserve"> </w:t>
      </w:r>
      <w:sdt>
        <w:sdtPr>
          <w:id w:val="2091195522"/>
          <w:placeholder>
            <w:docPart w:val="C62EAE24A5E34518ADE0C9706662161A"/>
          </w:placeholder>
          <w:temporary/>
          <w:showingPlcHdr/>
          <w15:appearance w15:val="hidden"/>
        </w:sdtPr>
        <w:sdtEndPr/>
        <w:sdtContent>
          <w:r>
            <w:t>[City, ST ZIP Code]</w:t>
          </w:r>
        </w:sdtContent>
      </w:sdt>
    </w:p>
    <w:sdt>
      <w:sdtPr>
        <w:rPr>
          <w:b/>
        </w:rPr>
        <w:alias w:val="Date"/>
        <w:tag w:val="Date"/>
        <w:id w:val="-1797359151"/>
        <w:placeholder>
          <w:docPart w:val="7291056E60AC412182DD8DD6C1AF5A23"/>
        </w:placeholder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DB2391" w:rsidRPr="009E2A50" w:rsidRDefault="009E2A50">
          <w:pPr>
            <w:pStyle w:val="Date"/>
            <w:rPr>
              <w:b/>
            </w:rPr>
          </w:pPr>
          <w:r w:rsidRPr="009E2A50">
            <w:rPr>
              <w:b/>
            </w:rPr>
            <w:t>[Letter Date]</w:t>
          </w:r>
        </w:p>
      </w:sdtContent>
    </w:sdt>
    <w:sdt>
      <w:sdtPr>
        <w:alias w:val="Recipient Name"/>
        <w:tag w:val=""/>
        <w:id w:val="-378937380"/>
        <w:placeholder>
          <w:docPart w:val="C99735D6DD3C4ED582595B4ABD95AC1C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:text/>
      </w:sdtPr>
      <w:sdtEndPr/>
      <w:sdtContent>
        <w:p w:rsidR="00DB2391" w:rsidRDefault="00A12C1F">
          <w:pPr>
            <w:pStyle w:val="Address"/>
          </w:pPr>
          <w:r>
            <w:t>[Recipient Name]</w:t>
          </w:r>
        </w:p>
      </w:sdtContent>
    </w:sdt>
    <w:p w:rsidR="00DB2391" w:rsidRDefault="00A12C1F">
      <w:pPr>
        <w:pStyle w:val="Address"/>
      </w:pPr>
      <w:sdt>
        <w:sdtPr>
          <w:id w:val="1410967897"/>
          <w:placeholder>
            <w:docPart w:val="7BDAED37BA204130A5DCE9F1EB3D993D"/>
          </w:placeholder>
          <w:temporary/>
          <w:showingPlcHdr/>
          <w15:appearance w15:val="hidden"/>
        </w:sdtPr>
        <w:sdtEndPr/>
        <w:sdtContent>
          <w:r>
            <w:t>[Street Address]</w:t>
          </w:r>
        </w:sdtContent>
      </w:sdt>
      <w:r w:rsidR="009E2A50">
        <w:t xml:space="preserve"> </w:t>
      </w:r>
      <w:sdt>
        <w:sdtPr>
          <w:id w:val="-445319069"/>
          <w:placeholder>
            <w:docPart w:val="C62EAE24A5E34518ADE0C9706662161A"/>
          </w:placeholder>
          <w:temporary/>
          <w:showingPlcHdr/>
          <w15:appearance w15:val="hidden"/>
        </w:sdtPr>
        <w:sdtEndPr/>
        <w:sdtContent>
          <w:r>
            <w:t>[City, ST ZIP Code]</w:t>
          </w:r>
        </w:sdtContent>
      </w:sdt>
    </w:p>
    <w:p w:rsidR="00DB2391" w:rsidRDefault="00A12C1F">
      <w:pPr>
        <w:pStyle w:val="Salutation"/>
      </w:pPr>
      <w:r>
        <w:t xml:space="preserve">Dear </w:t>
      </w:r>
      <w:sdt>
        <w:sdtPr>
          <w:alias w:val="Recipient Name"/>
          <w:tag w:val=""/>
          <w:id w:val="1231501734"/>
          <w:placeholder>
            <w:docPart w:val="C99735D6DD3C4ED582595B4ABD95AC1C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:text/>
        </w:sdtPr>
        <w:sdtEndPr/>
        <w:sdtContent>
          <w:r>
            <w:t>[Recipient Name]</w:t>
          </w:r>
        </w:sdtContent>
      </w:sdt>
      <w:r>
        <w:t>:</w:t>
      </w:r>
    </w:p>
    <w:p w:rsidR="00DB2391" w:rsidRDefault="00A12C1F">
      <w:r>
        <w:t xml:space="preserve">We are looking forward to meeting you on </w:t>
      </w:r>
      <w:sdt>
        <w:sdtPr>
          <w:id w:val="-618063055"/>
          <w:placeholder>
            <w:docPart w:val="BCA6D302F54F4654BF65C0D795C520D5"/>
          </w:placeholder>
          <w:temporary/>
          <w:showingPlcHdr/>
          <w:date>
            <w:dateFormat w:val="MMMM yy"/>
            <w:lid w:val="en-US"/>
            <w:storeMappedDataAs w:val="dateTime"/>
            <w:calendar w:val="gregorian"/>
          </w:date>
        </w:sdtPr>
        <w:sdtEndPr/>
        <w:sdtContent>
          <w:r>
            <w:rPr>
              <w:rStyle w:val="PlaceholderText"/>
            </w:rPr>
            <w:t>[date]</w:t>
          </w:r>
        </w:sdtContent>
      </w:sdt>
      <w:r>
        <w:t xml:space="preserve">. Your first interview will begin at </w:t>
      </w:r>
      <w:sdt>
        <w:sdtPr>
          <w:id w:val="1569223513"/>
          <w:placeholder>
            <w:docPart w:val="2880081F3A27442AA7C4B64DE2970916"/>
          </w:placeholder>
          <w:temporary/>
          <w:showingPlcHdr/>
          <w15:appearance w15:val="hidden"/>
        </w:sdtPr>
        <w:sdtEndPr/>
        <w:sdtContent>
          <w:r>
            <w:rPr>
              <w:rStyle w:val="PlaceholderText"/>
            </w:rPr>
            <w:t>[time]</w:t>
          </w:r>
        </w:sdtContent>
      </w:sdt>
      <w:r>
        <w:t xml:space="preserve">. We ask that you arrive and check in with the receptionist by </w:t>
      </w:r>
      <w:sdt>
        <w:sdtPr>
          <w:id w:val="-1967346192"/>
          <w:placeholder>
            <w:docPart w:val="2880081F3A27442AA7C4B64DE2970916"/>
          </w:placeholder>
          <w:temporary/>
          <w:showingPlcHdr/>
          <w15:appearance w15:val="hidden"/>
        </w:sdtPr>
        <w:sdtEndPr/>
        <w:sdtContent>
          <w:r>
            <w:rPr>
              <w:rStyle w:val="PlaceholderText"/>
            </w:rPr>
            <w:t>[time]</w:t>
          </w:r>
        </w:sdtContent>
      </w:sdt>
      <w:r>
        <w:t xml:space="preserve">. Please plan </w:t>
      </w:r>
      <w:sdt>
        <w:sdtPr>
          <w:id w:val="225113804"/>
          <w:placeholder>
            <w:docPart w:val="B51AC01140EA409E84469B4FF77444B7"/>
          </w:placeholder>
          <w:temporary/>
          <w:showingPlcHdr/>
          <w15:appearance w15:val="hidden"/>
        </w:sdtPr>
        <w:sdtEndPr/>
        <w:sdtContent>
          <w:r>
            <w:rPr>
              <w:rStyle w:val="PlaceholderText"/>
            </w:rPr>
            <w:t>[number of hours]</w:t>
          </w:r>
        </w:sdtContent>
      </w:sdt>
      <w:r>
        <w:t xml:space="preserve"> for the interviews because you will meet with several mem</w:t>
      </w:r>
      <w:r>
        <w:t>bers of our staff.</w:t>
      </w:r>
    </w:p>
    <w:p w:rsidR="00DB2391" w:rsidRDefault="00A12C1F">
      <w:r>
        <w:t>Validated parking is available in the parking garage adjacent to the building. Please bring your parking ticket to the receptionist for validation.</w:t>
      </w:r>
    </w:p>
    <w:p w:rsidR="00DB2391" w:rsidRDefault="00A12C1F">
      <w:r>
        <w:t xml:space="preserve">We have enclosed information about </w:t>
      </w:r>
      <w:sdt>
        <w:sdtPr>
          <w:alias w:val="Company Name"/>
          <w:tag w:val=""/>
          <w:id w:val="981744945"/>
          <w:placeholder>
            <w:docPart w:val="887173FBFF0D499A82C8364070CEEC2C"/>
          </w:placeholder>
          <w:showingPlcHdr/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>
            <w:rPr>
              <w:rStyle w:val="PlaceholderText"/>
            </w:rPr>
            <w:t>[Company Name]</w:t>
          </w:r>
        </w:sdtContent>
      </w:sdt>
      <w:r>
        <w:t>, directions to our office, and a nond</w:t>
      </w:r>
      <w:r>
        <w:t>isclosure agreement that you must read and sign prior to your first interview.</w:t>
      </w:r>
    </w:p>
    <w:p w:rsidR="00DB2391" w:rsidRDefault="00A12C1F">
      <w:pPr>
        <w:pStyle w:val="Closing"/>
      </w:pPr>
      <w:r>
        <w:t>Sincerely,</w:t>
      </w:r>
    </w:p>
    <w:sdt>
      <w:sdtPr>
        <w:rPr>
          <w:b/>
          <w:sz w:val="22"/>
        </w:rPr>
        <w:alias w:val="Your Name"/>
        <w:tag w:val="Your Name"/>
        <w:id w:val="-409692515"/>
        <w:placeholder>
          <w:docPart w:val="049A7677E2594648823990B95C17AE2D"/>
        </w:placeholder>
        <w:showingPlcHdr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p w:rsidR="00DB2391" w:rsidRPr="009E2A50" w:rsidRDefault="007C3265">
          <w:pPr>
            <w:pStyle w:val="Signature"/>
            <w:rPr>
              <w:b/>
              <w:sz w:val="22"/>
            </w:rPr>
          </w:pPr>
          <w:r w:rsidRPr="007C3265">
            <w:rPr>
              <w:b/>
              <w:sz w:val="32"/>
            </w:rPr>
            <w:t>[Your Name]</w:t>
          </w:r>
        </w:p>
      </w:sdtContent>
    </w:sdt>
    <w:p w:rsidR="00DB2391" w:rsidRDefault="00A12C1F">
      <w:pPr>
        <w:pStyle w:val="Signature"/>
      </w:pPr>
      <w:sdt>
        <w:sdtPr>
          <w:id w:val="66694578"/>
          <w:placeholder>
            <w:docPart w:val="CE1FB4DC7FB44144891BA9529A09F59A"/>
          </w:placeholder>
          <w:temporary/>
          <w:showingPlcHdr/>
          <w15:appearance w15:val="hidden"/>
        </w:sdtPr>
        <w:sdtEndPr/>
        <w:sdtContent>
          <w:r>
            <w:rPr>
              <w:rStyle w:val="SignatureChar"/>
            </w:rPr>
            <w:t>[Title]</w:t>
          </w:r>
        </w:sdtContent>
      </w:sdt>
    </w:p>
    <w:p w:rsidR="00DB2391" w:rsidRDefault="00A12C1F">
      <w:r>
        <w:t>Enclosure</w:t>
      </w:r>
      <w:bookmarkStart w:id="0" w:name="_GoBack"/>
      <w:bookmarkEnd w:id="0"/>
    </w:p>
    <w:sectPr w:rsidR="00DB2391">
      <w:headerReference w:type="default" r:id="rId8"/>
      <w:pgSz w:w="12240" w:h="15840"/>
      <w:pgMar w:top="216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2C1F" w:rsidRDefault="00A12C1F">
      <w:pPr>
        <w:spacing w:after="0" w:line="240" w:lineRule="auto"/>
      </w:pPr>
      <w:r>
        <w:separator/>
      </w:r>
    </w:p>
  </w:endnote>
  <w:endnote w:type="continuationSeparator" w:id="0">
    <w:p w:rsidR="00A12C1F" w:rsidRDefault="00A12C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2C1F" w:rsidRDefault="00A12C1F">
      <w:pPr>
        <w:spacing w:after="0" w:line="240" w:lineRule="auto"/>
      </w:pPr>
      <w:r>
        <w:separator/>
      </w:r>
    </w:p>
  </w:footnote>
  <w:footnote w:type="continuationSeparator" w:id="0">
    <w:p w:rsidR="00A12C1F" w:rsidRDefault="00A12C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alias w:val="Recipient Name"/>
      <w:tag w:val=""/>
      <w:id w:val="-227692246"/>
      <w:placeholder>
        <w:docPart w:val="C99735D6DD3C4ED582595B4ABD95AC1C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DB2391" w:rsidRDefault="00A12C1F">
        <w:pPr>
          <w:pStyle w:val="Header"/>
        </w:pPr>
        <w:r>
          <w:t>[Recipient Name]</w:t>
        </w:r>
      </w:p>
    </w:sdtContent>
  </w:sdt>
  <w:sdt>
    <w:sdtPr>
      <w:alias w:val="Date"/>
      <w:tag w:val="Date"/>
      <w:id w:val="-447781685"/>
      <w:placeholder>
        <w:docPart w:val="C62EAE24A5E34518ADE0C9706662161A"/>
      </w:placeholder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DB2391" w:rsidRDefault="009E2A50">
        <w:pPr>
          <w:pStyle w:val="Header"/>
        </w:pPr>
        <w:r>
          <w:t>[Letter Date]</w:t>
        </w:r>
      </w:p>
    </w:sdtContent>
  </w:sdt>
  <w:p w:rsidR="00DB2391" w:rsidRDefault="00A12C1F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removePersonalInformation/>
  <w:removeDateAndTime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A50"/>
    <w:rsid w:val="007C3265"/>
    <w:rsid w:val="009E2A50"/>
    <w:rsid w:val="00A12C1F"/>
    <w:rsid w:val="00DB2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4D7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semiHidden="1" w:uiPriority="9" w:unhideWhenUsed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1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Pr>
      <w:spacing w:val="4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uiPriority w:val="1"/>
    <w:qFormat/>
    <w:pPr>
      <w:spacing w:after="0"/>
    </w:pPr>
  </w:style>
  <w:style w:type="paragraph" w:styleId="Closing">
    <w:name w:val="Closing"/>
    <w:basedOn w:val="Normal"/>
    <w:next w:val="Signature"/>
    <w:link w:val="ClosingChar"/>
    <w:uiPriority w:val="1"/>
    <w:qFormat/>
    <w:pPr>
      <w:keepNext/>
      <w:spacing w:after="1000" w:line="240" w:lineRule="auto"/>
    </w:pPr>
  </w:style>
  <w:style w:type="character" w:customStyle="1" w:styleId="ClosingChar">
    <w:name w:val="Closing Char"/>
    <w:basedOn w:val="DefaultParagraphFont"/>
    <w:link w:val="Closing"/>
    <w:uiPriority w:val="1"/>
    <w:rPr>
      <w:spacing w:val="4"/>
      <w:sz w:val="20"/>
      <w:szCs w:val="20"/>
    </w:rPr>
  </w:style>
  <w:style w:type="paragraph" w:styleId="Signature">
    <w:name w:val="Signature"/>
    <w:basedOn w:val="Normal"/>
    <w:link w:val="SignatureChar"/>
    <w:uiPriority w:val="1"/>
    <w:qFormat/>
    <w:pPr>
      <w:keepNext/>
      <w:contextualSpacing/>
    </w:pPr>
  </w:style>
  <w:style w:type="character" w:customStyle="1" w:styleId="SignatureChar">
    <w:name w:val="Signature Char"/>
    <w:basedOn w:val="DefaultParagraphFont"/>
    <w:link w:val="Signature"/>
    <w:uiPriority w:val="1"/>
    <w:rPr>
      <w:spacing w:val="4"/>
      <w:sz w:val="20"/>
      <w:szCs w:val="20"/>
    </w:rPr>
  </w:style>
  <w:style w:type="paragraph" w:styleId="Date">
    <w:name w:val="Date"/>
    <w:basedOn w:val="Normal"/>
    <w:next w:val="Normal"/>
    <w:link w:val="DateChar"/>
    <w:uiPriority w:val="1"/>
    <w:qFormat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uiPriority w:val="1"/>
    <w:rPr>
      <w:spacing w:val="4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Pr>
      <w:spacing w:val="4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Salutation">
    <w:name w:val="Salutation"/>
    <w:basedOn w:val="Normal"/>
    <w:next w:val="Normal"/>
    <w:link w:val="SalutationChar"/>
    <w:uiPriority w:val="1"/>
    <w:qFormat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uiPriority w:val="1"/>
    <w:rPr>
      <w:spacing w:val="4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Letter%20confirming%20candidate's%20job%20interview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9A7677E2594648823990B95C17AE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472A4B-3874-4B8D-BAD1-2CBB49FC1934}"/>
      </w:docPartPr>
      <w:docPartBody>
        <w:p w:rsidR="00000000" w:rsidRDefault="002C0314">
          <w:pPr>
            <w:pStyle w:val="049A7677E2594648823990B95C17AE2D"/>
          </w:pPr>
          <w:r>
            <w:t>[Your Name]</w:t>
          </w:r>
        </w:p>
      </w:docPartBody>
    </w:docPart>
    <w:docPart>
      <w:docPartPr>
        <w:name w:val="887173FBFF0D499A82C8364070CEEC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BD48AB-8686-44BD-B0D7-54A63B4FDEFF}"/>
      </w:docPartPr>
      <w:docPartBody>
        <w:p w:rsidR="00000000" w:rsidRDefault="002C0314">
          <w:pPr>
            <w:pStyle w:val="887173FBFF0D499A82C8364070CEEC2C"/>
          </w:pPr>
          <w:r>
            <w:t>[Company Name]</w:t>
          </w:r>
        </w:p>
      </w:docPartBody>
    </w:docPart>
    <w:docPart>
      <w:docPartPr>
        <w:name w:val="7BDAED37BA204130A5DCE9F1EB3D99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EF4DED-BDEF-4F49-9B0D-7D3AC12D9D66}"/>
      </w:docPartPr>
      <w:docPartBody>
        <w:p w:rsidR="00000000" w:rsidRDefault="002C0314">
          <w:pPr>
            <w:pStyle w:val="7BDAED37BA204130A5DCE9F1EB3D993D"/>
          </w:pPr>
          <w:r>
            <w:t>[Street Address]</w:t>
          </w:r>
        </w:p>
      </w:docPartBody>
    </w:docPart>
    <w:docPart>
      <w:docPartPr>
        <w:name w:val="C62EAE24A5E34518ADE0C970666216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44AA43-1555-40A9-B4C7-9C146A41B75D}"/>
      </w:docPartPr>
      <w:docPartBody>
        <w:p w:rsidR="00000000" w:rsidRDefault="002C0314">
          <w:pPr>
            <w:pStyle w:val="C62EAE24A5E34518ADE0C9706662161A"/>
          </w:pPr>
          <w:r>
            <w:t>[City, ST ZIP Code]</w:t>
          </w:r>
        </w:p>
      </w:docPartBody>
    </w:docPart>
    <w:docPart>
      <w:docPartPr>
        <w:name w:val="7291056E60AC412182DD8DD6C1AF5A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D039EC-A7B8-4ED3-BE7A-B125183A2C8A}"/>
      </w:docPartPr>
      <w:docPartBody>
        <w:p w:rsidR="00000000" w:rsidRDefault="002C0314">
          <w:pPr>
            <w:pStyle w:val="7291056E60AC412182DD8DD6C1AF5A23"/>
          </w:pPr>
          <w:r>
            <w:t>[Date]</w:t>
          </w:r>
        </w:p>
      </w:docPartBody>
    </w:docPart>
    <w:docPart>
      <w:docPartPr>
        <w:name w:val="C99735D6DD3C4ED582595B4ABD95AC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998319-385D-4DE9-B50C-99037AA92B48}"/>
      </w:docPartPr>
      <w:docPartBody>
        <w:p w:rsidR="00000000" w:rsidRDefault="002C0314">
          <w:pPr>
            <w:pStyle w:val="C99735D6DD3C4ED582595B4ABD95AC1C"/>
          </w:pPr>
          <w:r>
            <w:t>[Recipient Name]</w:t>
          </w:r>
        </w:p>
      </w:docPartBody>
    </w:docPart>
    <w:docPart>
      <w:docPartPr>
        <w:name w:val="BCA6D302F54F4654BF65C0D795C520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506C72-24F9-4D79-A301-8AA1D0842460}"/>
      </w:docPartPr>
      <w:docPartBody>
        <w:p w:rsidR="00000000" w:rsidRDefault="002C0314">
          <w:pPr>
            <w:pStyle w:val="BCA6D302F54F4654BF65C0D795C520D5"/>
          </w:pPr>
          <w:r>
            <w:rPr>
              <w:rStyle w:val="PlaceholderText"/>
            </w:rPr>
            <w:t>[date]</w:t>
          </w:r>
        </w:p>
      </w:docPartBody>
    </w:docPart>
    <w:docPart>
      <w:docPartPr>
        <w:name w:val="2880081F3A27442AA7C4B64DE29709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B65FED-3E98-43E8-9D22-C4CB4BE5BFCD}"/>
      </w:docPartPr>
      <w:docPartBody>
        <w:p w:rsidR="00000000" w:rsidRDefault="002C0314">
          <w:pPr>
            <w:pStyle w:val="2880081F3A27442AA7C4B64DE2970916"/>
          </w:pPr>
          <w:r>
            <w:rPr>
              <w:rStyle w:val="PlaceholderText"/>
            </w:rPr>
            <w:t>[time]</w:t>
          </w:r>
        </w:p>
      </w:docPartBody>
    </w:docPart>
    <w:docPart>
      <w:docPartPr>
        <w:name w:val="B51AC01140EA409E84469B4FF77444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21A07C-678E-48B8-9415-847697F18DA1}"/>
      </w:docPartPr>
      <w:docPartBody>
        <w:p w:rsidR="00000000" w:rsidRDefault="002C0314">
          <w:pPr>
            <w:pStyle w:val="B51AC01140EA409E84469B4FF77444B7"/>
          </w:pPr>
          <w:r>
            <w:rPr>
              <w:rStyle w:val="PlaceholderText"/>
            </w:rPr>
            <w:t>[number of hours]</w:t>
          </w:r>
        </w:p>
      </w:docPartBody>
    </w:docPart>
    <w:docPart>
      <w:docPartPr>
        <w:name w:val="CE1FB4DC7FB44144891BA9529A09F5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40654E-E26B-4878-838E-D91918CDDC2D}"/>
      </w:docPartPr>
      <w:docPartBody>
        <w:p w:rsidR="00000000" w:rsidRDefault="002C0314">
          <w:pPr>
            <w:pStyle w:val="CE1FB4DC7FB44144891BA9529A09F59A"/>
          </w:pPr>
          <w: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314"/>
    <w:rsid w:val="002C0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49A7677E2594648823990B95C17AE2D">
    <w:name w:val="049A7677E2594648823990B95C17AE2D"/>
  </w:style>
  <w:style w:type="paragraph" w:customStyle="1" w:styleId="887173FBFF0D499A82C8364070CEEC2C">
    <w:name w:val="887173FBFF0D499A82C8364070CEEC2C"/>
  </w:style>
  <w:style w:type="paragraph" w:customStyle="1" w:styleId="7BDAED37BA204130A5DCE9F1EB3D993D">
    <w:name w:val="7BDAED37BA204130A5DCE9F1EB3D993D"/>
  </w:style>
  <w:style w:type="paragraph" w:customStyle="1" w:styleId="C62EAE24A5E34518ADE0C9706662161A">
    <w:name w:val="C62EAE24A5E34518ADE0C9706662161A"/>
  </w:style>
  <w:style w:type="paragraph" w:customStyle="1" w:styleId="7291056E60AC412182DD8DD6C1AF5A23">
    <w:name w:val="7291056E60AC412182DD8DD6C1AF5A23"/>
  </w:style>
  <w:style w:type="paragraph" w:customStyle="1" w:styleId="C99735D6DD3C4ED582595B4ABD95AC1C">
    <w:name w:val="C99735D6DD3C4ED582595B4ABD95AC1C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BCA6D302F54F4654BF65C0D795C520D5">
    <w:name w:val="BCA6D302F54F4654BF65C0D795C520D5"/>
  </w:style>
  <w:style w:type="paragraph" w:customStyle="1" w:styleId="2880081F3A27442AA7C4B64DE2970916">
    <w:name w:val="2880081F3A27442AA7C4B64DE2970916"/>
  </w:style>
  <w:style w:type="paragraph" w:customStyle="1" w:styleId="B51AC01140EA409E84469B4FF77444B7">
    <w:name w:val="B51AC01140EA409E84469B4FF77444B7"/>
  </w:style>
  <w:style w:type="paragraph" w:customStyle="1" w:styleId="CE1FB4DC7FB44144891BA9529A09F59A">
    <w:name w:val="CE1FB4DC7FB44144891BA9529A09F59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CoverPageProperties xmlns="http://schemas.microsoft.com/office/2006/coverPageProps">
  <PublishDate>[Letter Date]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00BA0C96-E425-43EF-B942-B5A359F7FC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confirming candidate's job interview.dotx</Template>
  <TotalTime>0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2017-04-11T13:47:00Z</dcterms:created>
  <dcterms:modified xsi:type="dcterms:W3CDTF">2017-04-11T13:49:00Z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TC040216799991</vt:lpwstr>
  </property>
</Properties>
</file>