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EEE" w:rsidRPr="00F12B8E" w:rsidRDefault="00F12B8E">
      <w:pPr>
        <w:pStyle w:val="Heading1"/>
        <w:rPr>
          <w:color w:val="auto"/>
        </w:rPr>
      </w:pPr>
      <w:r>
        <w:rPr>
          <w:color w:val="auto"/>
        </w:rPr>
        <w:t>[Client Travel Information Sheet]</w:t>
      </w:r>
    </w:p>
    <w:tbl>
      <w:tblPr>
        <w:tblW w:w="5000" w:type="pct"/>
        <w:tblInd w:w="-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ooking agent information including name, form number, agent code and date/time"/>
      </w:tblPr>
      <w:tblGrid>
        <w:gridCol w:w="2160"/>
        <w:gridCol w:w="3150"/>
        <w:gridCol w:w="1620"/>
        <w:gridCol w:w="2430"/>
      </w:tblGrid>
      <w:tr w:rsidR="00F12B8E" w:rsidRPr="00F12B8E" w:rsidTr="00F12B8E">
        <w:tc>
          <w:tcPr>
            <w:tcW w:w="2160" w:type="dxa"/>
          </w:tcPr>
          <w:p w:rsidR="003C2EEE" w:rsidRPr="00F12B8E" w:rsidRDefault="00262F69">
            <w:pPr>
              <w:pStyle w:val="Heading3"/>
              <w:spacing w:after="0"/>
              <w:rPr>
                <w:color w:val="auto"/>
              </w:rPr>
            </w:pPr>
            <w:r w:rsidRPr="00F12B8E">
              <w:rPr>
                <w:color w:val="auto"/>
              </w:rPr>
              <w:t>Booking Agent</w:t>
            </w:r>
          </w:p>
        </w:tc>
        <w:sdt>
          <w:sdtPr>
            <w:id w:val="-1911526338"/>
            <w:placeholder>
              <w:docPart w:val="FC27C03791EC48A29F91334F7732B306"/>
            </w:placeholder>
            <w:temporary/>
            <w:showingPlcHdr/>
            <w15:appearance w15:val="hidden"/>
          </w:sdtPr>
          <w:sdtEndPr/>
          <w:sdtContent>
            <w:tc>
              <w:tcPr>
                <w:tcW w:w="3150" w:type="dxa"/>
              </w:tcPr>
              <w:p w:rsidR="003C2EEE" w:rsidRPr="00F12B8E" w:rsidRDefault="00262F69">
                <w:pPr>
                  <w:spacing w:after="0"/>
                </w:pPr>
                <w:r w:rsidRPr="00F12B8E">
                  <w:t>[Agent]</w:t>
                </w:r>
              </w:p>
            </w:tc>
          </w:sdtContent>
        </w:sdt>
        <w:tc>
          <w:tcPr>
            <w:tcW w:w="1620" w:type="dxa"/>
          </w:tcPr>
          <w:p w:rsidR="003C2EEE" w:rsidRPr="00F12B8E" w:rsidRDefault="00262F69">
            <w:pPr>
              <w:pStyle w:val="Heading3"/>
              <w:spacing w:after="0"/>
              <w:rPr>
                <w:color w:val="auto"/>
              </w:rPr>
            </w:pPr>
            <w:r w:rsidRPr="00F12B8E">
              <w:rPr>
                <w:color w:val="auto"/>
              </w:rPr>
              <w:t>Agent Code</w:t>
            </w:r>
          </w:p>
        </w:tc>
        <w:sdt>
          <w:sdtPr>
            <w:id w:val="-1892182628"/>
            <w:placeholder>
              <w:docPart w:val="A05F0F5FB31D417881A6404D76BF1CAE"/>
            </w:placeholder>
            <w:temporary/>
            <w:showingPlcHdr/>
            <w15:appearance w15:val="hidden"/>
          </w:sdtPr>
          <w:sdtEndPr/>
          <w:sdtContent>
            <w:tc>
              <w:tcPr>
                <w:tcW w:w="2430" w:type="dxa"/>
              </w:tcPr>
              <w:p w:rsidR="003C2EEE" w:rsidRPr="00F12B8E" w:rsidRDefault="00262F69">
                <w:pPr>
                  <w:spacing w:after="0"/>
                </w:pPr>
                <w:r w:rsidRPr="00F12B8E">
                  <w:t>[Code]</w:t>
                </w:r>
              </w:p>
            </w:tc>
          </w:sdtContent>
        </w:sdt>
      </w:tr>
      <w:tr w:rsidR="00F12B8E" w:rsidRPr="00F12B8E" w:rsidTr="00F12B8E">
        <w:tc>
          <w:tcPr>
            <w:tcW w:w="2160" w:type="dxa"/>
            <w:tcBorders>
              <w:bottom w:val="single" w:sz="12" w:space="0" w:color="7F7F7F" w:themeColor="text1" w:themeTint="80"/>
            </w:tcBorders>
          </w:tcPr>
          <w:p w:rsidR="003C2EEE" w:rsidRPr="00F12B8E" w:rsidRDefault="00262F69">
            <w:pPr>
              <w:pStyle w:val="Heading3"/>
              <w:spacing w:after="0"/>
              <w:rPr>
                <w:color w:val="auto"/>
              </w:rPr>
            </w:pPr>
            <w:r w:rsidRPr="00F12B8E">
              <w:rPr>
                <w:color w:val="auto"/>
              </w:rPr>
              <w:t>Booking Form No.</w:t>
            </w:r>
          </w:p>
        </w:tc>
        <w:sdt>
          <w:sdtPr>
            <w:id w:val="-1113816543"/>
            <w:placeholder>
              <w:docPart w:val="F63B0D43AA554A25833BC69C28ACC8A1"/>
            </w:placeholder>
            <w:temporary/>
            <w:showingPlcHdr/>
            <w15:appearance w15:val="hidden"/>
          </w:sdtPr>
          <w:sdtEndPr/>
          <w:sdtContent>
            <w:tc>
              <w:tcPr>
                <w:tcW w:w="3150" w:type="dxa"/>
                <w:tcBorders>
                  <w:bottom w:val="single" w:sz="12" w:space="0" w:color="7F7F7F" w:themeColor="text1" w:themeTint="80"/>
                </w:tcBorders>
              </w:tcPr>
              <w:p w:rsidR="003C2EEE" w:rsidRPr="00F12B8E" w:rsidRDefault="00262F69">
                <w:pPr>
                  <w:spacing w:after="0"/>
                </w:pPr>
                <w:r w:rsidRPr="00F12B8E">
                  <w:t>[Form number]</w:t>
                </w:r>
              </w:p>
            </w:tc>
          </w:sdtContent>
        </w:sdt>
        <w:tc>
          <w:tcPr>
            <w:tcW w:w="1620" w:type="dxa"/>
            <w:tcBorders>
              <w:bottom w:val="single" w:sz="12" w:space="0" w:color="7F7F7F" w:themeColor="text1" w:themeTint="80"/>
            </w:tcBorders>
          </w:tcPr>
          <w:p w:rsidR="003C2EEE" w:rsidRPr="00F12B8E" w:rsidRDefault="00262F69">
            <w:pPr>
              <w:pStyle w:val="Heading3"/>
              <w:spacing w:after="0"/>
              <w:rPr>
                <w:color w:val="auto"/>
              </w:rPr>
            </w:pPr>
            <w:r w:rsidRPr="00F12B8E">
              <w:rPr>
                <w:color w:val="auto"/>
              </w:rPr>
              <w:t>Date | Time</w:t>
            </w:r>
          </w:p>
        </w:tc>
        <w:sdt>
          <w:sdtPr>
            <w:id w:val="2123946791"/>
            <w:placeholder>
              <w:docPart w:val="293CBF9AF3CD41D3A7B3015D5FAF6BA9"/>
            </w:placeholder>
            <w:showingPlcHdr/>
            <w:date>
              <w:dateFormat w:val="M/d/yy h:mm am/pm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430" w:type="dxa"/>
                <w:tcBorders>
                  <w:bottom w:val="single" w:sz="12" w:space="0" w:color="7F7F7F" w:themeColor="text1" w:themeTint="80"/>
                </w:tcBorders>
              </w:tcPr>
              <w:p w:rsidR="003C2EEE" w:rsidRPr="00F12B8E" w:rsidRDefault="00262F69">
                <w:pPr>
                  <w:spacing w:after="0"/>
                </w:pPr>
                <w:r w:rsidRPr="00F12B8E">
                  <w:t>[Date | Time]</w:t>
                </w:r>
              </w:p>
            </w:tc>
          </w:sdtContent>
        </w:sdt>
      </w:tr>
    </w:tbl>
    <w:p w:rsidR="003C2EEE" w:rsidRPr="00F12B8E" w:rsidRDefault="003C2EEE"/>
    <w:tbl>
      <w:tblPr>
        <w:tblStyle w:val="TableGridLight"/>
        <w:tblW w:w="5824" w:type="pct"/>
        <w:tblInd w:w="-5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ravel profile with multiple categories"/>
      </w:tblPr>
      <w:tblGrid>
        <w:gridCol w:w="2250"/>
        <w:gridCol w:w="3420"/>
        <w:gridCol w:w="2071"/>
        <w:gridCol w:w="3150"/>
      </w:tblGrid>
      <w:tr w:rsidR="00F12B8E" w:rsidRPr="00F12B8E" w:rsidTr="00F12B8E">
        <w:trPr>
          <w:trHeight w:val="360"/>
        </w:trPr>
        <w:tc>
          <w:tcPr>
            <w:tcW w:w="2250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F12B8E" w:rsidRPr="00F12B8E" w:rsidRDefault="00F12B8E" w:rsidP="00F12B8E">
            <w:r w:rsidRPr="00F12B8E">
              <w:t>Traveler Information</w:t>
            </w:r>
          </w:p>
        </w:tc>
        <w:tc>
          <w:tcPr>
            <w:tcW w:w="3420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F12B8E" w:rsidRPr="00F12B8E" w:rsidRDefault="00F12B8E" w:rsidP="00F12B8E"/>
        </w:tc>
        <w:tc>
          <w:tcPr>
            <w:tcW w:w="2071" w:type="dxa"/>
            <w:tcBorders>
              <w:left w:val="nil"/>
            </w:tcBorders>
            <w:shd w:val="clear" w:color="auto" w:fill="D9D9D9" w:themeFill="background1" w:themeFillShade="D9"/>
          </w:tcPr>
          <w:p w:rsidR="00F12B8E" w:rsidRPr="00F12B8E" w:rsidRDefault="00F12B8E" w:rsidP="00F12B8E"/>
        </w:tc>
        <w:tc>
          <w:tcPr>
            <w:tcW w:w="3150" w:type="dxa"/>
            <w:tcBorders>
              <w:left w:val="nil"/>
            </w:tcBorders>
            <w:shd w:val="clear" w:color="auto" w:fill="D9D9D9" w:themeFill="background1" w:themeFillShade="D9"/>
          </w:tcPr>
          <w:p w:rsidR="00F12B8E" w:rsidRPr="00F12B8E" w:rsidRDefault="00F12B8E" w:rsidP="00F12B8E"/>
        </w:tc>
      </w:tr>
      <w:tr w:rsidR="00F12B8E" w:rsidRPr="00F12B8E" w:rsidTr="00F12B8E">
        <w:trPr>
          <w:trHeight w:val="360"/>
        </w:trPr>
        <w:tc>
          <w:tcPr>
            <w:tcW w:w="2250" w:type="dxa"/>
          </w:tcPr>
          <w:p w:rsidR="00F12B8E" w:rsidRPr="00F12B8E" w:rsidRDefault="00F12B8E" w:rsidP="00F12B8E">
            <w:r w:rsidRPr="00F12B8E">
              <w:t>Traveler name</w:t>
            </w:r>
          </w:p>
        </w:tc>
        <w:tc>
          <w:tcPr>
            <w:tcW w:w="3420" w:type="dxa"/>
            <w:vAlign w:val="center"/>
          </w:tcPr>
          <w:p w:rsidR="00F12B8E" w:rsidRPr="00F12B8E" w:rsidRDefault="00F12B8E" w:rsidP="00F12B8E"/>
        </w:tc>
        <w:tc>
          <w:tcPr>
            <w:tcW w:w="2071" w:type="dxa"/>
          </w:tcPr>
          <w:p w:rsidR="00F12B8E" w:rsidRPr="00F12B8E" w:rsidRDefault="00F12B8E" w:rsidP="00F12B8E">
            <w:r w:rsidRPr="00F12B8E">
              <w:t>Date of birth</w:t>
            </w:r>
          </w:p>
        </w:tc>
        <w:tc>
          <w:tcPr>
            <w:tcW w:w="3150" w:type="dxa"/>
          </w:tcPr>
          <w:p w:rsidR="00F12B8E" w:rsidRPr="00F12B8E" w:rsidRDefault="00F12B8E" w:rsidP="00F12B8E"/>
        </w:tc>
      </w:tr>
      <w:tr w:rsidR="00F12B8E" w:rsidRPr="00F12B8E" w:rsidTr="00F12B8E">
        <w:trPr>
          <w:trHeight w:val="360"/>
        </w:trPr>
        <w:tc>
          <w:tcPr>
            <w:tcW w:w="2250" w:type="dxa"/>
          </w:tcPr>
          <w:p w:rsidR="00F12B8E" w:rsidRPr="00F12B8E" w:rsidRDefault="00F12B8E" w:rsidP="00F12B8E">
            <w:r w:rsidRPr="00F12B8E">
              <w:t>Nationality</w:t>
            </w:r>
          </w:p>
        </w:tc>
        <w:tc>
          <w:tcPr>
            <w:tcW w:w="3420" w:type="dxa"/>
            <w:vAlign w:val="center"/>
          </w:tcPr>
          <w:p w:rsidR="00F12B8E" w:rsidRPr="00F12B8E" w:rsidRDefault="00F12B8E" w:rsidP="00F12B8E"/>
        </w:tc>
        <w:tc>
          <w:tcPr>
            <w:tcW w:w="2071" w:type="dxa"/>
          </w:tcPr>
          <w:p w:rsidR="00F12B8E" w:rsidRPr="00F12B8E" w:rsidRDefault="00F12B8E" w:rsidP="00F12B8E">
            <w:r w:rsidRPr="00F12B8E">
              <w:t>Occupation</w:t>
            </w:r>
          </w:p>
        </w:tc>
        <w:tc>
          <w:tcPr>
            <w:tcW w:w="3150" w:type="dxa"/>
          </w:tcPr>
          <w:p w:rsidR="00F12B8E" w:rsidRPr="00F12B8E" w:rsidRDefault="00F12B8E" w:rsidP="00F12B8E"/>
        </w:tc>
      </w:tr>
      <w:tr w:rsidR="00F12B8E" w:rsidRPr="00F12B8E" w:rsidTr="00F12B8E">
        <w:trPr>
          <w:trHeight w:val="360"/>
        </w:trPr>
        <w:tc>
          <w:tcPr>
            <w:tcW w:w="2250" w:type="dxa"/>
          </w:tcPr>
          <w:p w:rsidR="00F12B8E" w:rsidRPr="00F12B8E" w:rsidRDefault="00F12B8E" w:rsidP="00F12B8E">
            <w:r w:rsidRPr="00F12B8E">
              <w:t>Passport issuer</w:t>
            </w:r>
          </w:p>
        </w:tc>
        <w:tc>
          <w:tcPr>
            <w:tcW w:w="3420" w:type="dxa"/>
            <w:vAlign w:val="center"/>
          </w:tcPr>
          <w:p w:rsidR="00F12B8E" w:rsidRPr="00F12B8E" w:rsidRDefault="00F12B8E" w:rsidP="00F12B8E"/>
        </w:tc>
        <w:tc>
          <w:tcPr>
            <w:tcW w:w="2071" w:type="dxa"/>
          </w:tcPr>
          <w:p w:rsidR="00F12B8E" w:rsidRPr="00F12B8E" w:rsidRDefault="00F12B8E" w:rsidP="00F12B8E">
            <w:r w:rsidRPr="00F12B8E">
              <w:t>Passport number</w:t>
            </w:r>
          </w:p>
        </w:tc>
        <w:tc>
          <w:tcPr>
            <w:tcW w:w="3150" w:type="dxa"/>
          </w:tcPr>
          <w:p w:rsidR="00F12B8E" w:rsidRPr="00F12B8E" w:rsidRDefault="00F12B8E" w:rsidP="00F12B8E"/>
        </w:tc>
      </w:tr>
      <w:tr w:rsidR="00F12B8E" w:rsidRPr="00F12B8E" w:rsidTr="00F12B8E">
        <w:trPr>
          <w:trHeight w:val="360"/>
        </w:trPr>
        <w:tc>
          <w:tcPr>
            <w:tcW w:w="2250" w:type="dxa"/>
          </w:tcPr>
          <w:p w:rsidR="00F12B8E" w:rsidRPr="00F12B8E" w:rsidRDefault="00F12B8E" w:rsidP="00F12B8E">
            <w:r w:rsidRPr="00F12B8E">
              <w:t>Passport expiration</w:t>
            </w:r>
          </w:p>
        </w:tc>
        <w:tc>
          <w:tcPr>
            <w:tcW w:w="3420" w:type="dxa"/>
            <w:vAlign w:val="center"/>
          </w:tcPr>
          <w:p w:rsidR="00F12B8E" w:rsidRPr="00F12B8E" w:rsidRDefault="00F12B8E" w:rsidP="00F12B8E"/>
        </w:tc>
        <w:tc>
          <w:tcPr>
            <w:tcW w:w="2071" w:type="dxa"/>
          </w:tcPr>
          <w:p w:rsidR="00F12B8E" w:rsidRPr="00F12B8E" w:rsidRDefault="00F12B8E" w:rsidP="00F12B8E"/>
        </w:tc>
        <w:tc>
          <w:tcPr>
            <w:tcW w:w="3150" w:type="dxa"/>
          </w:tcPr>
          <w:p w:rsidR="00F12B8E" w:rsidRPr="00F12B8E" w:rsidRDefault="00F12B8E" w:rsidP="00F12B8E"/>
        </w:tc>
      </w:tr>
      <w:tr w:rsidR="00F12B8E" w:rsidRPr="00F12B8E" w:rsidTr="00F12B8E">
        <w:trPr>
          <w:trHeight w:val="360"/>
        </w:trPr>
        <w:tc>
          <w:tcPr>
            <w:tcW w:w="2250" w:type="dxa"/>
          </w:tcPr>
          <w:p w:rsidR="00F12B8E" w:rsidRPr="00F12B8E" w:rsidRDefault="00F12B8E" w:rsidP="00F12B8E">
            <w:r w:rsidRPr="00F12B8E">
              <w:t>Delivery address</w:t>
            </w:r>
          </w:p>
        </w:tc>
        <w:tc>
          <w:tcPr>
            <w:tcW w:w="8641" w:type="dxa"/>
            <w:gridSpan w:val="3"/>
            <w:vAlign w:val="center"/>
          </w:tcPr>
          <w:p w:rsidR="00F12B8E" w:rsidRPr="00F12B8E" w:rsidRDefault="00F12B8E" w:rsidP="00F12B8E"/>
        </w:tc>
      </w:tr>
      <w:tr w:rsidR="00F12B8E" w:rsidRPr="00F12B8E" w:rsidTr="006865FF">
        <w:trPr>
          <w:trHeight w:val="360"/>
        </w:trPr>
        <w:tc>
          <w:tcPr>
            <w:tcW w:w="2250" w:type="dxa"/>
          </w:tcPr>
          <w:p w:rsidR="00F12B8E" w:rsidRPr="00F12B8E" w:rsidRDefault="00F12B8E" w:rsidP="00F12B8E">
            <w:r w:rsidRPr="00F12B8E">
              <w:t>Billing address</w:t>
            </w:r>
          </w:p>
        </w:tc>
        <w:tc>
          <w:tcPr>
            <w:tcW w:w="8641" w:type="dxa"/>
            <w:gridSpan w:val="3"/>
            <w:vAlign w:val="center"/>
          </w:tcPr>
          <w:p w:rsidR="00F12B8E" w:rsidRPr="00F12B8E" w:rsidRDefault="00F12B8E" w:rsidP="00F12B8E"/>
        </w:tc>
      </w:tr>
      <w:tr w:rsidR="00F12B8E" w:rsidRPr="00F12B8E" w:rsidTr="00F12B8E">
        <w:trPr>
          <w:trHeight w:val="360"/>
        </w:trPr>
        <w:tc>
          <w:tcPr>
            <w:tcW w:w="2250" w:type="dxa"/>
          </w:tcPr>
          <w:p w:rsidR="00F12B8E" w:rsidRPr="00F12B8E" w:rsidRDefault="00F12B8E" w:rsidP="00F12B8E">
            <w:r w:rsidRPr="00F12B8E">
              <w:t>E-mail</w:t>
            </w:r>
          </w:p>
        </w:tc>
        <w:tc>
          <w:tcPr>
            <w:tcW w:w="3420" w:type="dxa"/>
            <w:vAlign w:val="center"/>
          </w:tcPr>
          <w:p w:rsidR="00F12B8E" w:rsidRPr="00F12B8E" w:rsidRDefault="00F12B8E" w:rsidP="00F12B8E"/>
        </w:tc>
        <w:tc>
          <w:tcPr>
            <w:tcW w:w="2071" w:type="dxa"/>
          </w:tcPr>
          <w:p w:rsidR="00F12B8E" w:rsidRPr="00F12B8E" w:rsidRDefault="00F12B8E" w:rsidP="00F12B8E">
            <w:r w:rsidRPr="00F12B8E">
              <w:t>E-mail</w:t>
            </w:r>
          </w:p>
        </w:tc>
        <w:tc>
          <w:tcPr>
            <w:tcW w:w="3150" w:type="dxa"/>
          </w:tcPr>
          <w:p w:rsidR="00F12B8E" w:rsidRPr="00F12B8E" w:rsidRDefault="00F12B8E" w:rsidP="00F12B8E"/>
        </w:tc>
      </w:tr>
      <w:tr w:rsidR="00F12B8E" w:rsidRPr="00F12B8E" w:rsidTr="00F12B8E">
        <w:trPr>
          <w:trHeight w:val="360"/>
        </w:trPr>
        <w:tc>
          <w:tcPr>
            <w:tcW w:w="2250" w:type="dxa"/>
          </w:tcPr>
          <w:p w:rsidR="00F12B8E" w:rsidRPr="00F12B8E" w:rsidRDefault="00F12B8E" w:rsidP="00F12B8E">
            <w:r w:rsidRPr="00F12B8E">
              <w:t>Phone</w:t>
            </w:r>
          </w:p>
        </w:tc>
        <w:tc>
          <w:tcPr>
            <w:tcW w:w="3420" w:type="dxa"/>
            <w:vAlign w:val="center"/>
          </w:tcPr>
          <w:p w:rsidR="00F12B8E" w:rsidRPr="00F12B8E" w:rsidRDefault="00F12B8E" w:rsidP="00F12B8E"/>
        </w:tc>
        <w:tc>
          <w:tcPr>
            <w:tcW w:w="2071" w:type="dxa"/>
          </w:tcPr>
          <w:p w:rsidR="00F12B8E" w:rsidRPr="00F12B8E" w:rsidRDefault="00F12B8E" w:rsidP="00F12B8E">
            <w:r w:rsidRPr="00F12B8E">
              <w:t>Fax</w:t>
            </w:r>
          </w:p>
        </w:tc>
        <w:tc>
          <w:tcPr>
            <w:tcW w:w="3150" w:type="dxa"/>
          </w:tcPr>
          <w:p w:rsidR="00F12B8E" w:rsidRPr="00F12B8E" w:rsidRDefault="00F12B8E" w:rsidP="00F12B8E"/>
        </w:tc>
      </w:tr>
      <w:tr w:rsidR="00F12B8E" w:rsidRPr="00F12B8E" w:rsidTr="00F12B8E">
        <w:trPr>
          <w:trHeight w:val="360"/>
        </w:trPr>
        <w:tc>
          <w:tcPr>
            <w:tcW w:w="2250" w:type="dxa"/>
          </w:tcPr>
          <w:p w:rsidR="00F12B8E" w:rsidRPr="00F12B8E" w:rsidRDefault="00F12B8E" w:rsidP="00F12B8E">
            <w:r w:rsidRPr="00F12B8E">
              <w:t>Credit card name</w:t>
            </w:r>
          </w:p>
        </w:tc>
        <w:tc>
          <w:tcPr>
            <w:tcW w:w="3420" w:type="dxa"/>
            <w:vAlign w:val="center"/>
          </w:tcPr>
          <w:p w:rsidR="00F12B8E" w:rsidRPr="00F12B8E" w:rsidRDefault="00F12B8E" w:rsidP="00F12B8E"/>
        </w:tc>
        <w:tc>
          <w:tcPr>
            <w:tcW w:w="2071" w:type="dxa"/>
          </w:tcPr>
          <w:p w:rsidR="00F12B8E" w:rsidRPr="00F12B8E" w:rsidRDefault="00F12B8E" w:rsidP="00F12B8E"/>
        </w:tc>
        <w:tc>
          <w:tcPr>
            <w:tcW w:w="3150" w:type="dxa"/>
          </w:tcPr>
          <w:p w:rsidR="00F12B8E" w:rsidRPr="00F12B8E" w:rsidRDefault="00F12B8E" w:rsidP="00F12B8E"/>
        </w:tc>
      </w:tr>
      <w:tr w:rsidR="00F12B8E" w:rsidRPr="00F12B8E" w:rsidTr="009F1222">
        <w:trPr>
          <w:trHeight w:val="360"/>
        </w:trPr>
        <w:tc>
          <w:tcPr>
            <w:tcW w:w="2250" w:type="dxa"/>
          </w:tcPr>
          <w:p w:rsidR="00F12B8E" w:rsidRPr="00F12B8E" w:rsidRDefault="00F12B8E" w:rsidP="00F12B8E">
            <w:r w:rsidRPr="00F12B8E">
              <w:t xml:space="preserve">Credit card </w:t>
            </w:r>
            <w:r>
              <w:t>#</w:t>
            </w:r>
          </w:p>
        </w:tc>
        <w:tc>
          <w:tcPr>
            <w:tcW w:w="8641" w:type="dxa"/>
            <w:gridSpan w:val="3"/>
            <w:vAlign w:val="center"/>
          </w:tcPr>
          <w:p w:rsidR="00F12B8E" w:rsidRPr="00F12B8E" w:rsidRDefault="00F12B8E" w:rsidP="00F12B8E"/>
        </w:tc>
      </w:tr>
      <w:tr w:rsidR="00F12B8E" w:rsidRPr="00F12B8E" w:rsidTr="00B5258E">
        <w:trPr>
          <w:trHeight w:val="360"/>
        </w:trPr>
        <w:tc>
          <w:tcPr>
            <w:tcW w:w="5670" w:type="dxa"/>
            <w:gridSpan w:val="2"/>
          </w:tcPr>
          <w:p w:rsidR="00F12B8E" w:rsidRPr="00F12B8E" w:rsidRDefault="00F12B8E" w:rsidP="00F12B8E">
            <w:r w:rsidRPr="00F12B8E">
              <w:t>Credit card expiration date</w:t>
            </w:r>
          </w:p>
        </w:tc>
        <w:tc>
          <w:tcPr>
            <w:tcW w:w="5221" w:type="dxa"/>
            <w:gridSpan w:val="2"/>
          </w:tcPr>
          <w:p w:rsidR="00F12B8E" w:rsidRPr="00F12B8E" w:rsidRDefault="00F12B8E" w:rsidP="00F12B8E"/>
        </w:tc>
      </w:tr>
      <w:tr w:rsidR="00F12B8E" w:rsidRPr="00F12B8E" w:rsidTr="00805A8D">
        <w:trPr>
          <w:trHeight w:val="360"/>
        </w:trPr>
        <w:tc>
          <w:tcPr>
            <w:tcW w:w="10891" w:type="dxa"/>
            <w:gridSpan w:val="4"/>
          </w:tcPr>
          <w:p w:rsidR="00F12B8E" w:rsidRPr="00F12B8E" w:rsidRDefault="00F12B8E" w:rsidP="00F12B8E">
            <w:r w:rsidRPr="00F12B8E">
              <w:t>Emergency notification contact</w:t>
            </w:r>
          </w:p>
        </w:tc>
      </w:tr>
      <w:tr w:rsidR="00F12B8E" w:rsidRPr="00F12B8E" w:rsidTr="00815026">
        <w:trPr>
          <w:trHeight w:val="730"/>
        </w:trPr>
        <w:tc>
          <w:tcPr>
            <w:tcW w:w="10891" w:type="dxa"/>
            <w:gridSpan w:val="4"/>
          </w:tcPr>
          <w:p w:rsidR="00F12B8E" w:rsidRPr="00F12B8E" w:rsidRDefault="00F12B8E" w:rsidP="00F12B8E"/>
        </w:tc>
      </w:tr>
      <w:tr w:rsidR="00F12B8E" w:rsidRPr="00F12B8E" w:rsidTr="005F7788">
        <w:trPr>
          <w:trHeight w:val="360"/>
        </w:trPr>
        <w:tc>
          <w:tcPr>
            <w:tcW w:w="10891" w:type="dxa"/>
            <w:gridSpan w:val="4"/>
          </w:tcPr>
          <w:p w:rsidR="00F12B8E" w:rsidRPr="00F12B8E" w:rsidRDefault="00F12B8E" w:rsidP="00F12B8E">
            <w:r w:rsidRPr="00F12B8E">
              <w:t>Emergency notification phone</w:t>
            </w:r>
          </w:p>
        </w:tc>
      </w:tr>
      <w:tr w:rsidR="00F12B8E" w:rsidRPr="00F12B8E" w:rsidTr="00AC547A">
        <w:trPr>
          <w:trHeight w:val="360"/>
        </w:trPr>
        <w:tc>
          <w:tcPr>
            <w:tcW w:w="5670" w:type="dxa"/>
            <w:gridSpan w:val="2"/>
          </w:tcPr>
          <w:p w:rsidR="00F12B8E" w:rsidRPr="00F12B8E" w:rsidRDefault="00F12B8E" w:rsidP="00F12B8E"/>
        </w:tc>
        <w:tc>
          <w:tcPr>
            <w:tcW w:w="5221" w:type="dxa"/>
            <w:gridSpan w:val="2"/>
          </w:tcPr>
          <w:p w:rsidR="00F12B8E" w:rsidRPr="00F12B8E" w:rsidRDefault="00F12B8E" w:rsidP="00F12B8E"/>
        </w:tc>
      </w:tr>
      <w:tr w:rsidR="00F12B8E" w:rsidRPr="00F12B8E" w:rsidTr="004B1956">
        <w:trPr>
          <w:trHeight w:val="360"/>
        </w:trPr>
        <w:tc>
          <w:tcPr>
            <w:tcW w:w="5670" w:type="dxa"/>
            <w:gridSpan w:val="2"/>
            <w:tcBorders>
              <w:bottom w:val="single" w:sz="4" w:space="0" w:color="BFBFBF" w:themeColor="background1" w:themeShade="BF"/>
            </w:tcBorders>
          </w:tcPr>
          <w:p w:rsidR="00F12B8E" w:rsidRPr="00F12B8E" w:rsidRDefault="00F12B8E" w:rsidP="00F12B8E"/>
        </w:tc>
        <w:tc>
          <w:tcPr>
            <w:tcW w:w="5221" w:type="dxa"/>
            <w:gridSpan w:val="2"/>
            <w:tcBorders>
              <w:bottom w:val="single" w:sz="4" w:space="0" w:color="BFBFBF" w:themeColor="background1" w:themeShade="BF"/>
            </w:tcBorders>
          </w:tcPr>
          <w:p w:rsidR="00F12B8E" w:rsidRPr="00F12B8E" w:rsidRDefault="00F12B8E" w:rsidP="00F12B8E"/>
        </w:tc>
      </w:tr>
      <w:tr w:rsidR="00F12B8E" w:rsidRPr="00F12B8E" w:rsidTr="00F12B8E">
        <w:trPr>
          <w:trHeight w:val="360"/>
        </w:trPr>
        <w:tc>
          <w:tcPr>
            <w:tcW w:w="2250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F12B8E" w:rsidRPr="00F12B8E" w:rsidRDefault="00F12B8E" w:rsidP="00F12B8E">
            <w:r w:rsidRPr="00F12B8E">
              <w:t>Tour Information</w:t>
            </w:r>
          </w:p>
        </w:tc>
        <w:tc>
          <w:tcPr>
            <w:tcW w:w="3420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F12B8E" w:rsidRPr="00F12B8E" w:rsidRDefault="00F12B8E" w:rsidP="00F12B8E"/>
        </w:tc>
        <w:tc>
          <w:tcPr>
            <w:tcW w:w="2071" w:type="dxa"/>
            <w:tcBorders>
              <w:left w:val="nil"/>
            </w:tcBorders>
            <w:shd w:val="clear" w:color="auto" w:fill="D9D9D9" w:themeFill="background1" w:themeFillShade="D9"/>
          </w:tcPr>
          <w:p w:rsidR="00F12B8E" w:rsidRPr="00F12B8E" w:rsidRDefault="00F12B8E" w:rsidP="00F12B8E"/>
        </w:tc>
        <w:tc>
          <w:tcPr>
            <w:tcW w:w="3150" w:type="dxa"/>
            <w:tcBorders>
              <w:left w:val="nil"/>
            </w:tcBorders>
            <w:shd w:val="clear" w:color="auto" w:fill="D9D9D9" w:themeFill="background1" w:themeFillShade="D9"/>
          </w:tcPr>
          <w:p w:rsidR="00F12B8E" w:rsidRPr="00F12B8E" w:rsidRDefault="00F12B8E" w:rsidP="00F12B8E"/>
        </w:tc>
      </w:tr>
      <w:tr w:rsidR="00F12B8E" w:rsidRPr="00F12B8E" w:rsidTr="008F3908">
        <w:trPr>
          <w:trHeight w:val="360"/>
        </w:trPr>
        <w:tc>
          <w:tcPr>
            <w:tcW w:w="5670" w:type="dxa"/>
            <w:gridSpan w:val="2"/>
          </w:tcPr>
          <w:p w:rsidR="00F12B8E" w:rsidRPr="00F12B8E" w:rsidRDefault="00F12B8E" w:rsidP="00F12B8E">
            <w:r w:rsidRPr="00F12B8E">
              <w:t>Tour company name</w:t>
            </w:r>
          </w:p>
        </w:tc>
        <w:tc>
          <w:tcPr>
            <w:tcW w:w="5221" w:type="dxa"/>
            <w:gridSpan w:val="2"/>
          </w:tcPr>
          <w:p w:rsidR="00F12B8E" w:rsidRPr="00F12B8E" w:rsidRDefault="00F12B8E" w:rsidP="00F12B8E"/>
        </w:tc>
      </w:tr>
      <w:tr w:rsidR="00F12B8E" w:rsidRPr="00F12B8E" w:rsidTr="00F12B8E">
        <w:trPr>
          <w:trHeight w:val="360"/>
        </w:trPr>
        <w:tc>
          <w:tcPr>
            <w:tcW w:w="2250" w:type="dxa"/>
          </w:tcPr>
          <w:p w:rsidR="00F12B8E" w:rsidRPr="00F12B8E" w:rsidRDefault="00F12B8E" w:rsidP="00F12B8E">
            <w:r w:rsidRPr="00F12B8E">
              <w:t>Tour code</w:t>
            </w:r>
          </w:p>
        </w:tc>
        <w:tc>
          <w:tcPr>
            <w:tcW w:w="3420" w:type="dxa"/>
            <w:vAlign w:val="center"/>
          </w:tcPr>
          <w:p w:rsidR="00F12B8E" w:rsidRPr="00F12B8E" w:rsidRDefault="00F12B8E" w:rsidP="00F12B8E"/>
        </w:tc>
        <w:tc>
          <w:tcPr>
            <w:tcW w:w="2071" w:type="dxa"/>
          </w:tcPr>
          <w:p w:rsidR="00F12B8E" w:rsidRPr="00F12B8E" w:rsidRDefault="00F12B8E" w:rsidP="00F12B8E"/>
        </w:tc>
        <w:tc>
          <w:tcPr>
            <w:tcW w:w="3150" w:type="dxa"/>
          </w:tcPr>
          <w:p w:rsidR="00F12B8E" w:rsidRPr="00F12B8E" w:rsidRDefault="00F12B8E" w:rsidP="00F12B8E"/>
        </w:tc>
      </w:tr>
      <w:tr w:rsidR="00F12B8E" w:rsidRPr="00F12B8E" w:rsidTr="00F12B8E">
        <w:trPr>
          <w:trHeight w:val="360"/>
        </w:trPr>
        <w:tc>
          <w:tcPr>
            <w:tcW w:w="2250" w:type="dxa"/>
          </w:tcPr>
          <w:p w:rsidR="00F12B8E" w:rsidRPr="00F12B8E" w:rsidRDefault="00F12B8E" w:rsidP="00F12B8E">
            <w:r w:rsidRPr="00F12B8E">
              <w:t>Booking code</w:t>
            </w:r>
          </w:p>
        </w:tc>
        <w:tc>
          <w:tcPr>
            <w:tcW w:w="3420" w:type="dxa"/>
            <w:vAlign w:val="center"/>
          </w:tcPr>
          <w:p w:rsidR="00F12B8E" w:rsidRPr="00F12B8E" w:rsidRDefault="00F12B8E" w:rsidP="00F12B8E"/>
        </w:tc>
        <w:tc>
          <w:tcPr>
            <w:tcW w:w="2071" w:type="dxa"/>
          </w:tcPr>
          <w:p w:rsidR="00F12B8E" w:rsidRPr="00F12B8E" w:rsidRDefault="00F12B8E" w:rsidP="00F12B8E">
            <w:r w:rsidRPr="00F12B8E">
              <w:t>Booking number</w:t>
            </w:r>
          </w:p>
        </w:tc>
        <w:tc>
          <w:tcPr>
            <w:tcW w:w="3150" w:type="dxa"/>
          </w:tcPr>
          <w:p w:rsidR="00F12B8E" w:rsidRPr="00F12B8E" w:rsidRDefault="00F12B8E" w:rsidP="00F12B8E"/>
        </w:tc>
      </w:tr>
      <w:tr w:rsidR="00F12B8E" w:rsidRPr="00F12B8E" w:rsidTr="00F12B8E">
        <w:trPr>
          <w:trHeight w:val="360"/>
        </w:trPr>
        <w:tc>
          <w:tcPr>
            <w:tcW w:w="2250" w:type="dxa"/>
          </w:tcPr>
          <w:p w:rsidR="00F12B8E" w:rsidRPr="00F12B8E" w:rsidRDefault="00F12B8E" w:rsidP="00F12B8E">
            <w:r w:rsidRPr="00F12B8E">
              <w:t>Length of tour</w:t>
            </w:r>
          </w:p>
        </w:tc>
        <w:tc>
          <w:tcPr>
            <w:tcW w:w="3420" w:type="dxa"/>
            <w:vAlign w:val="center"/>
          </w:tcPr>
          <w:p w:rsidR="00F12B8E" w:rsidRPr="00F12B8E" w:rsidRDefault="00F12B8E" w:rsidP="00F12B8E"/>
        </w:tc>
        <w:tc>
          <w:tcPr>
            <w:tcW w:w="2071" w:type="dxa"/>
          </w:tcPr>
          <w:p w:rsidR="00F12B8E" w:rsidRPr="00F12B8E" w:rsidRDefault="00F12B8E" w:rsidP="00F12B8E">
            <w:r w:rsidRPr="00F12B8E">
              <w:t>Destination</w:t>
            </w:r>
          </w:p>
        </w:tc>
        <w:tc>
          <w:tcPr>
            <w:tcW w:w="3150" w:type="dxa"/>
          </w:tcPr>
          <w:p w:rsidR="00F12B8E" w:rsidRPr="00F12B8E" w:rsidRDefault="00F12B8E" w:rsidP="00F12B8E"/>
        </w:tc>
      </w:tr>
      <w:tr w:rsidR="00F12B8E" w:rsidRPr="00F12B8E" w:rsidTr="008B0222">
        <w:trPr>
          <w:trHeight w:val="360"/>
        </w:trPr>
        <w:tc>
          <w:tcPr>
            <w:tcW w:w="5670" w:type="dxa"/>
            <w:gridSpan w:val="2"/>
          </w:tcPr>
          <w:p w:rsidR="00F12B8E" w:rsidRPr="00F12B8E" w:rsidRDefault="00F12B8E" w:rsidP="00F12B8E">
            <w:r w:rsidRPr="00F12B8E">
              <w:t>Departure date and time</w:t>
            </w:r>
          </w:p>
        </w:tc>
        <w:tc>
          <w:tcPr>
            <w:tcW w:w="2071" w:type="dxa"/>
          </w:tcPr>
          <w:p w:rsidR="00F12B8E" w:rsidRPr="00F12B8E" w:rsidRDefault="00F12B8E" w:rsidP="00F12B8E">
            <w:r>
              <w:t>[DD/MM/YYYY]</w:t>
            </w:r>
          </w:p>
        </w:tc>
        <w:tc>
          <w:tcPr>
            <w:tcW w:w="3150" w:type="dxa"/>
          </w:tcPr>
          <w:p w:rsidR="00F12B8E" w:rsidRPr="00F12B8E" w:rsidRDefault="00F12B8E" w:rsidP="00F12B8E">
            <w:r>
              <w:t>[00:00:00]</w:t>
            </w:r>
          </w:p>
        </w:tc>
      </w:tr>
      <w:tr w:rsidR="00F12B8E" w:rsidRPr="00F12B8E" w:rsidTr="00F12B8E">
        <w:trPr>
          <w:trHeight w:val="360"/>
        </w:trPr>
        <w:tc>
          <w:tcPr>
            <w:tcW w:w="2250" w:type="dxa"/>
          </w:tcPr>
          <w:p w:rsidR="00F12B8E" w:rsidRPr="00F12B8E" w:rsidRDefault="00F12B8E" w:rsidP="00F12B8E">
            <w:r w:rsidRPr="00F12B8E">
              <w:t>Departure city</w:t>
            </w:r>
          </w:p>
        </w:tc>
        <w:tc>
          <w:tcPr>
            <w:tcW w:w="3420" w:type="dxa"/>
            <w:vAlign w:val="center"/>
          </w:tcPr>
          <w:p w:rsidR="00F12B8E" w:rsidRPr="00F12B8E" w:rsidRDefault="00F12B8E" w:rsidP="00F12B8E"/>
        </w:tc>
        <w:tc>
          <w:tcPr>
            <w:tcW w:w="2071" w:type="dxa"/>
          </w:tcPr>
          <w:p w:rsidR="00F12B8E" w:rsidRPr="00F12B8E" w:rsidRDefault="00F12B8E" w:rsidP="00F12B8E"/>
        </w:tc>
        <w:tc>
          <w:tcPr>
            <w:tcW w:w="3150" w:type="dxa"/>
          </w:tcPr>
          <w:p w:rsidR="00F12B8E" w:rsidRPr="00F12B8E" w:rsidRDefault="00F12B8E" w:rsidP="00F12B8E"/>
        </w:tc>
      </w:tr>
      <w:tr w:rsidR="00F12B8E" w:rsidRPr="00F12B8E" w:rsidTr="00533277">
        <w:trPr>
          <w:trHeight w:val="360"/>
        </w:trPr>
        <w:tc>
          <w:tcPr>
            <w:tcW w:w="5670" w:type="dxa"/>
            <w:gridSpan w:val="2"/>
          </w:tcPr>
          <w:p w:rsidR="00F12B8E" w:rsidRPr="00F12B8E" w:rsidRDefault="00F12B8E" w:rsidP="00F12B8E">
            <w:r w:rsidRPr="00F12B8E">
              <w:t>Return date and time</w:t>
            </w:r>
          </w:p>
        </w:tc>
        <w:tc>
          <w:tcPr>
            <w:tcW w:w="2071" w:type="dxa"/>
          </w:tcPr>
          <w:p w:rsidR="00F12B8E" w:rsidRPr="00F12B8E" w:rsidRDefault="00F12B8E" w:rsidP="00F12B8E">
            <w:r>
              <w:t>[DD/MM/YYYY]</w:t>
            </w:r>
          </w:p>
        </w:tc>
        <w:tc>
          <w:tcPr>
            <w:tcW w:w="3150" w:type="dxa"/>
          </w:tcPr>
          <w:p w:rsidR="00F12B8E" w:rsidRPr="00F12B8E" w:rsidRDefault="00F12B8E" w:rsidP="00F12B8E">
            <w:r>
              <w:t>[00:00:00]</w:t>
            </w:r>
          </w:p>
        </w:tc>
      </w:tr>
      <w:tr w:rsidR="00F12B8E" w:rsidRPr="00F12B8E" w:rsidTr="00EF50FC">
        <w:trPr>
          <w:trHeight w:val="360"/>
        </w:trPr>
        <w:tc>
          <w:tcPr>
            <w:tcW w:w="2250" w:type="dxa"/>
          </w:tcPr>
          <w:p w:rsidR="00F12B8E" w:rsidRPr="00F12B8E" w:rsidRDefault="00F12B8E" w:rsidP="00F12B8E">
            <w:r w:rsidRPr="00F12B8E">
              <w:t>Insurance</w:t>
            </w:r>
          </w:p>
        </w:tc>
        <w:tc>
          <w:tcPr>
            <w:tcW w:w="8641" w:type="dxa"/>
            <w:gridSpan w:val="3"/>
            <w:vAlign w:val="center"/>
          </w:tcPr>
          <w:p w:rsidR="00F12B8E" w:rsidRPr="00F12B8E" w:rsidRDefault="00F12B8E" w:rsidP="00F12B8E"/>
        </w:tc>
      </w:tr>
    </w:tbl>
    <w:p w:rsidR="00691784" w:rsidRPr="00691784" w:rsidRDefault="00691784" w:rsidP="00691784">
      <w:pPr>
        <w:ind w:left="0"/>
        <w:contextualSpacing/>
        <w:rPr>
          <w:sz w:val="20"/>
          <w:szCs w:val="24"/>
        </w:rPr>
      </w:pPr>
      <w:r w:rsidRPr="00691784">
        <w:rPr>
          <w:sz w:val="20"/>
          <w:szCs w:val="24"/>
        </w:rPr>
        <w:t>I hereby acknowledge that I have read the terms and conditions. I understand and agree to the content herein.</w:t>
      </w:r>
    </w:p>
    <w:p w:rsidR="00691784" w:rsidRDefault="00691784" w:rsidP="00691784">
      <w:pPr>
        <w:contextualSpacing/>
        <w:rPr>
          <w:szCs w:val="24"/>
        </w:rPr>
      </w:pPr>
    </w:p>
    <w:p w:rsidR="00691784" w:rsidRDefault="00691784" w:rsidP="00691784">
      <w:pPr>
        <w:contextualSpacing/>
        <w:rPr>
          <w:szCs w:val="24"/>
        </w:rPr>
      </w:pPr>
      <w:r>
        <w:rPr>
          <w:szCs w:val="24"/>
        </w:rPr>
        <w:t>SIGNED                                                                                                                   DATE: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8"/>
        <w:gridCol w:w="378"/>
        <w:gridCol w:w="378"/>
        <w:gridCol w:w="378"/>
        <w:gridCol w:w="378"/>
        <w:gridCol w:w="378"/>
        <w:gridCol w:w="377"/>
        <w:gridCol w:w="377"/>
        <w:gridCol w:w="377"/>
        <w:gridCol w:w="377"/>
        <w:gridCol w:w="377"/>
        <w:gridCol w:w="377"/>
        <w:gridCol w:w="377"/>
        <w:gridCol w:w="378"/>
      </w:tblGrid>
      <w:tr w:rsidR="00691784" w:rsidRPr="00164A93" w:rsidTr="00772AF0">
        <w:tc>
          <w:tcPr>
            <w:tcW w:w="45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91784" w:rsidRPr="00164A93" w:rsidRDefault="00691784" w:rsidP="00772AF0">
            <w:pPr>
              <w:spacing w:after="0"/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1784" w:rsidRPr="00164A93" w:rsidRDefault="00691784" w:rsidP="00772AF0">
            <w:pPr>
              <w:spacing w:after="0"/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1784" w:rsidRPr="00164A93" w:rsidRDefault="00691784" w:rsidP="00772AF0">
            <w:pPr>
              <w:spacing w:after="0"/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1784" w:rsidRPr="00164A93" w:rsidRDefault="00691784" w:rsidP="00772AF0">
            <w:pPr>
              <w:spacing w:after="0"/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1784" w:rsidRPr="00164A93" w:rsidRDefault="00691784" w:rsidP="00772AF0">
            <w:pPr>
              <w:spacing w:after="0"/>
              <w:contextualSpacing/>
              <w:rPr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91784" w:rsidRPr="00164A93" w:rsidRDefault="00691784" w:rsidP="00772AF0">
            <w:pPr>
              <w:spacing w:after="0"/>
              <w:contextualSpacing/>
              <w:rPr>
                <w:szCs w:val="24"/>
              </w:rPr>
            </w:pPr>
          </w:p>
        </w:tc>
        <w:tc>
          <w:tcPr>
            <w:tcW w:w="383" w:type="dxa"/>
            <w:shd w:val="clear" w:color="auto" w:fill="auto"/>
          </w:tcPr>
          <w:p w:rsidR="00691784" w:rsidRPr="00164A93" w:rsidRDefault="00691784" w:rsidP="00772AF0">
            <w:pPr>
              <w:spacing w:after="0"/>
              <w:contextualSpacing/>
              <w:rPr>
                <w:szCs w:val="24"/>
              </w:rPr>
            </w:pPr>
          </w:p>
        </w:tc>
        <w:tc>
          <w:tcPr>
            <w:tcW w:w="383" w:type="dxa"/>
            <w:shd w:val="clear" w:color="auto" w:fill="auto"/>
          </w:tcPr>
          <w:p w:rsidR="00691784" w:rsidRPr="00164A93" w:rsidRDefault="00691784" w:rsidP="00772AF0">
            <w:pPr>
              <w:spacing w:after="0"/>
              <w:contextualSpacing/>
              <w:rPr>
                <w:szCs w:val="24"/>
              </w:rPr>
            </w:pPr>
          </w:p>
        </w:tc>
        <w:tc>
          <w:tcPr>
            <w:tcW w:w="383" w:type="dxa"/>
            <w:shd w:val="clear" w:color="auto" w:fill="auto"/>
          </w:tcPr>
          <w:p w:rsidR="00691784" w:rsidRPr="00164A93" w:rsidRDefault="00691784" w:rsidP="00772AF0">
            <w:pPr>
              <w:spacing w:after="0"/>
              <w:contextualSpacing/>
              <w:rPr>
                <w:szCs w:val="24"/>
              </w:rPr>
            </w:pPr>
          </w:p>
        </w:tc>
        <w:tc>
          <w:tcPr>
            <w:tcW w:w="383" w:type="dxa"/>
            <w:shd w:val="clear" w:color="auto" w:fill="auto"/>
          </w:tcPr>
          <w:p w:rsidR="00691784" w:rsidRPr="00164A93" w:rsidRDefault="00691784" w:rsidP="00772AF0">
            <w:pPr>
              <w:spacing w:after="0"/>
              <w:contextualSpacing/>
              <w:rPr>
                <w:szCs w:val="24"/>
              </w:rPr>
            </w:pPr>
          </w:p>
        </w:tc>
        <w:tc>
          <w:tcPr>
            <w:tcW w:w="383" w:type="dxa"/>
            <w:shd w:val="clear" w:color="auto" w:fill="auto"/>
          </w:tcPr>
          <w:p w:rsidR="00691784" w:rsidRPr="00164A93" w:rsidRDefault="00691784" w:rsidP="00772AF0">
            <w:pPr>
              <w:spacing w:after="0"/>
              <w:contextualSpacing/>
              <w:rPr>
                <w:szCs w:val="24"/>
              </w:rPr>
            </w:pPr>
          </w:p>
        </w:tc>
        <w:tc>
          <w:tcPr>
            <w:tcW w:w="383" w:type="dxa"/>
            <w:shd w:val="clear" w:color="auto" w:fill="auto"/>
          </w:tcPr>
          <w:p w:rsidR="00691784" w:rsidRPr="00164A93" w:rsidRDefault="00691784" w:rsidP="00772AF0">
            <w:pPr>
              <w:spacing w:after="0"/>
              <w:contextualSpacing/>
              <w:rPr>
                <w:szCs w:val="24"/>
              </w:rPr>
            </w:pPr>
          </w:p>
        </w:tc>
        <w:tc>
          <w:tcPr>
            <w:tcW w:w="383" w:type="dxa"/>
            <w:shd w:val="clear" w:color="auto" w:fill="auto"/>
          </w:tcPr>
          <w:p w:rsidR="00691784" w:rsidRPr="00164A93" w:rsidRDefault="00691784" w:rsidP="00772AF0">
            <w:pPr>
              <w:spacing w:after="0"/>
              <w:contextualSpacing/>
              <w:rPr>
                <w:szCs w:val="24"/>
              </w:rPr>
            </w:pPr>
          </w:p>
        </w:tc>
        <w:tc>
          <w:tcPr>
            <w:tcW w:w="384" w:type="dxa"/>
            <w:shd w:val="clear" w:color="auto" w:fill="auto"/>
          </w:tcPr>
          <w:p w:rsidR="00691784" w:rsidRPr="00164A93" w:rsidRDefault="00691784" w:rsidP="00772AF0">
            <w:pPr>
              <w:spacing w:after="0"/>
              <w:contextualSpacing/>
              <w:rPr>
                <w:szCs w:val="24"/>
              </w:rPr>
            </w:pPr>
          </w:p>
        </w:tc>
      </w:tr>
    </w:tbl>
    <w:p w:rsidR="00691784" w:rsidRPr="00F83CE4" w:rsidRDefault="00691784" w:rsidP="00691784">
      <w:pPr>
        <w:contextualSpacing/>
        <w:rPr>
          <w:szCs w:val="24"/>
        </w:rPr>
      </w:pPr>
      <w:bookmarkStart w:id="0" w:name="_GoBack"/>
    </w:p>
    <w:bookmarkEnd w:id="0"/>
    <w:p w:rsidR="003C2EEE" w:rsidRPr="00F12B8E" w:rsidRDefault="003C2EEE"/>
    <w:sectPr w:rsidR="003C2EEE" w:rsidRPr="00F12B8E" w:rsidSect="00691784">
      <w:footerReference w:type="default" r:id="rId7"/>
      <w:pgSz w:w="12240" w:h="15840"/>
      <w:pgMar w:top="1080" w:right="1440" w:bottom="3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F69" w:rsidRDefault="00262F69">
      <w:pPr>
        <w:spacing w:before="0" w:after="0"/>
      </w:pPr>
      <w:r>
        <w:separator/>
      </w:r>
    </w:p>
    <w:p w:rsidR="00262F69" w:rsidRDefault="00262F69"/>
  </w:endnote>
  <w:endnote w:type="continuationSeparator" w:id="0">
    <w:p w:rsidR="00262F69" w:rsidRDefault="00262F69">
      <w:pPr>
        <w:spacing w:before="0" w:after="0"/>
      </w:pPr>
      <w:r>
        <w:continuationSeparator/>
      </w:r>
    </w:p>
    <w:p w:rsidR="00262F69" w:rsidRDefault="00262F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EE" w:rsidRDefault="00262F69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69178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F69" w:rsidRDefault="00262F69">
      <w:pPr>
        <w:spacing w:before="0" w:after="0"/>
      </w:pPr>
      <w:r>
        <w:separator/>
      </w:r>
    </w:p>
    <w:p w:rsidR="00262F69" w:rsidRDefault="00262F69"/>
  </w:footnote>
  <w:footnote w:type="continuationSeparator" w:id="0">
    <w:p w:rsidR="00262F69" w:rsidRDefault="00262F69">
      <w:pPr>
        <w:spacing w:before="0" w:after="0"/>
      </w:pPr>
      <w:r>
        <w:continuationSeparator/>
      </w:r>
    </w:p>
    <w:p w:rsidR="00262F69" w:rsidRDefault="00262F6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8E"/>
    <w:rsid w:val="00262F69"/>
    <w:rsid w:val="003C2EEE"/>
    <w:rsid w:val="00691784"/>
    <w:rsid w:val="00F1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1075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40" w:after="40" w:line="240" w:lineRule="auto"/>
      <w:ind w:left="72" w:right="72"/>
    </w:pPr>
  </w:style>
  <w:style w:type="paragraph" w:styleId="Heading1">
    <w:name w:val="heading 1"/>
    <w:basedOn w:val="Normal"/>
    <w:next w:val="Normal"/>
    <w:qFormat/>
    <w:pPr>
      <w:keepNext/>
      <w:keepLines/>
      <w:pBdr>
        <w:bottom w:val="single" w:sz="12" w:space="1" w:color="306785" w:themeColor="accent1" w:themeShade="BF"/>
      </w:pBdr>
      <w:spacing w:before="0" w:after="240"/>
      <w:jc w:val="center"/>
      <w:outlineLvl w:val="0"/>
    </w:pPr>
    <w:rPr>
      <w:rFonts w:asciiTheme="majorHAnsi" w:eastAsiaTheme="majorEastAsia" w:hAnsiTheme="majorHAnsi" w:cstheme="majorBidi"/>
      <w:b/>
      <w:bCs/>
      <w:color w:val="306785" w:themeColor="accent1" w:themeShade="BF"/>
      <w:sz w:val="32"/>
      <w:szCs w:val="32"/>
    </w:rPr>
  </w:style>
  <w:style w:type="paragraph" w:styleId="Heading2">
    <w:name w:val="heading 2"/>
    <w:basedOn w:val="Normal"/>
    <w:next w:val="Normal"/>
    <w:unhideWhenUsed/>
    <w:qFormat/>
    <w:pPr>
      <w:shd w:val="clear" w:color="auto" w:fill="D7E7F0" w:themeFill="accent1" w:themeFillTint="33"/>
      <w:outlineLvl w:val="1"/>
    </w:pPr>
    <w:rPr>
      <w:rFonts w:asciiTheme="majorHAnsi" w:eastAsiaTheme="majorEastAsia" w:hAnsiTheme="majorHAnsi" w:cstheme="majorBidi"/>
      <w:b/>
      <w:bCs/>
      <w:color w:val="418AB3" w:themeColor="accent1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418AB3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before="0" w:after="0"/>
      <w:jc w:val="center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lient%20travel%20planning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27C03791EC48A29F91334F7732B3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92A319-DE9B-4369-9718-B457EE43ACFA}"/>
      </w:docPartPr>
      <w:docPartBody>
        <w:p w:rsidR="00000000" w:rsidRDefault="00640E06">
          <w:pPr>
            <w:pStyle w:val="FC27C03791EC48A29F91334F7732B306"/>
          </w:pPr>
          <w:r>
            <w:t>[Agent]</w:t>
          </w:r>
        </w:p>
      </w:docPartBody>
    </w:docPart>
    <w:docPart>
      <w:docPartPr>
        <w:name w:val="A05F0F5FB31D417881A6404D76BF1C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1E1AE-6F44-4F21-928C-AC51F2AA408B}"/>
      </w:docPartPr>
      <w:docPartBody>
        <w:p w:rsidR="00000000" w:rsidRDefault="00640E06">
          <w:pPr>
            <w:pStyle w:val="A05F0F5FB31D417881A6404D76BF1CAE"/>
          </w:pPr>
          <w:r>
            <w:t>[Code]</w:t>
          </w:r>
        </w:p>
      </w:docPartBody>
    </w:docPart>
    <w:docPart>
      <w:docPartPr>
        <w:name w:val="F63B0D43AA554A25833BC69C28ACC8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6DBEC-C028-4765-98EA-465CDF7AAFE2}"/>
      </w:docPartPr>
      <w:docPartBody>
        <w:p w:rsidR="00000000" w:rsidRDefault="00640E06">
          <w:pPr>
            <w:pStyle w:val="F63B0D43AA554A25833BC69C28ACC8A1"/>
          </w:pPr>
          <w:r>
            <w:t>[Form number]</w:t>
          </w:r>
        </w:p>
      </w:docPartBody>
    </w:docPart>
    <w:docPart>
      <w:docPartPr>
        <w:name w:val="293CBF9AF3CD41D3A7B3015D5FAF6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52059-3AF0-4EB8-ABCF-EBA30A5B6459}"/>
      </w:docPartPr>
      <w:docPartBody>
        <w:p w:rsidR="00000000" w:rsidRDefault="00640E06">
          <w:pPr>
            <w:pStyle w:val="293CBF9AF3CD41D3A7B3015D5FAF6BA9"/>
          </w:pPr>
          <w:r>
            <w:t>[Date | Time]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E06"/>
    <w:rsid w:val="0064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5C075809C44C8EA893EF2EF60F9E57">
    <w:name w:val="9D5C075809C44C8EA893EF2EF60F9E57"/>
  </w:style>
  <w:style w:type="paragraph" w:customStyle="1" w:styleId="FC27C03791EC48A29F91334F7732B306">
    <w:name w:val="FC27C03791EC48A29F91334F7732B306"/>
  </w:style>
  <w:style w:type="paragraph" w:customStyle="1" w:styleId="A05F0F5FB31D417881A6404D76BF1CAE">
    <w:name w:val="A05F0F5FB31D417881A6404D76BF1CAE"/>
  </w:style>
  <w:style w:type="paragraph" w:customStyle="1" w:styleId="F63B0D43AA554A25833BC69C28ACC8A1">
    <w:name w:val="F63B0D43AA554A25833BC69C28ACC8A1"/>
  </w:style>
  <w:style w:type="paragraph" w:customStyle="1" w:styleId="293CBF9AF3CD41D3A7B3015D5FAF6BA9">
    <w:name w:val="293CBF9AF3CD41D3A7B3015D5FAF6B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Vacation travel planning form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00227CA-B6E2-4752-90A4-8E77F530A6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Client travel planning form.dotx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[Client Travel Information Sheet]</vt:lpstr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2017-02-13T07:38:00Z</dcterms:created>
  <dcterms:modified xsi:type="dcterms:W3CDTF">2017-02-13T07:47:00Z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TC039790959991</vt:lpwstr>
  </property>
</Properties>
</file>