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665"/>
      </w:tblGrid>
      <w:tr w:rsidR="00C802E7" w:rsidRPr="00E13265" w:rsidTr="00E13265">
        <w:trPr>
          <w:trHeight w:val="1178"/>
        </w:trPr>
        <w:tc>
          <w:tcPr>
            <w:tcW w:w="5310" w:type="dxa"/>
          </w:tcPr>
          <w:p w:rsidR="00E13265" w:rsidRPr="00E13265" w:rsidRDefault="00E13265" w:rsidP="00E13265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Travel Essentials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Passport or ID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tickets (plane/train/bus)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Itinerary and reservation details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Business cards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Work visa (if applicable)</w:t>
            </w:r>
          </w:p>
          <w:p w:rsidR="00E13265" w:rsidRPr="00E13265" w:rsidRDefault="00E13265" w:rsidP="00E13265">
            <w:pPr>
              <w:numPr>
                <w:ilvl w:val="0"/>
                <w:numId w:val="2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Emergency contact list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2. Work Attire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Business suits (e.g., 2-3 depending on trip duration)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Dress shirts/blouses (e.g., 3-5)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Ties or scarves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Formal shoes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Belt and accessories (e.g., cufflinks)</w:t>
            </w:r>
          </w:p>
          <w:p w:rsidR="00E13265" w:rsidRPr="00E13265" w:rsidRDefault="00E13265" w:rsidP="00E13265">
            <w:pPr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Undergarments and socks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3. Casual and Evening Wear</w:t>
            </w:r>
          </w:p>
          <w:p w:rsidR="00E13265" w:rsidRPr="00E13265" w:rsidRDefault="00E13265" w:rsidP="00E13265">
            <w:pPr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Comfortable clothes for travel or downtime (e.g., polo shirts, jeans)</w:t>
            </w:r>
          </w:p>
          <w:p w:rsidR="00E13265" w:rsidRPr="00E13265" w:rsidRDefault="00E13265" w:rsidP="00E13265">
            <w:pPr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Shoes for casual outings</w:t>
            </w:r>
          </w:p>
          <w:p w:rsidR="00E13265" w:rsidRPr="00E13265" w:rsidRDefault="00E13265" w:rsidP="00E13265">
            <w:pPr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Light jacket or sweater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4. Electronics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Laptop and charger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Phone and charger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Power bank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Universal travel adapter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USB drive/external hard drive</w:t>
            </w:r>
          </w:p>
          <w:p w:rsidR="00E13265" w:rsidRPr="00E13265" w:rsidRDefault="00E13265" w:rsidP="00E13265">
            <w:pPr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Noise-canceling headphones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5. Work Tools and Supplies</w:t>
            </w:r>
          </w:p>
          <w:p w:rsidR="00E13265" w:rsidRPr="00E13265" w:rsidRDefault="00E13265" w:rsidP="00E13265">
            <w:pPr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Notepad and pens</w:t>
            </w:r>
          </w:p>
          <w:p w:rsidR="00E13265" w:rsidRPr="00E13265" w:rsidRDefault="00E13265" w:rsidP="00E13265">
            <w:pPr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Presentation materials (e.g., USB drive, printed copies)</w:t>
            </w:r>
          </w:p>
          <w:p w:rsidR="00E13265" w:rsidRPr="00E13265" w:rsidRDefault="00E13265" w:rsidP="00E13265">
            <w:pPr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Portfolio or document organizer</w:t>
            </w:r>
          </w:p>
          <w:p w:rsidR="00E13265" w:rsidRPr="00E13265" w:rsidRDefault="00E13265" w:rsidP="00E13265">
            <w:pPr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Portable projector (if required)</w:t>
            </w:r>
          </w:p>
          <w:p w:rsidR="00C802E7" w:rsidRPr="00E13265" w:rsidRDefault="00C802E7" w:rsidP="00E13265">
            <w:p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65" w:type="dxa"/>
          </w:tcPr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6. Toiletries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Toothbrush and toothpaste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Deodorant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Travel-size shampoo and body wash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Razor or grooming kit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Hairbrush or comb</w:t>
            </w:r>
          </w:p>
          <w:p w:rsidR="00E13265" w:rsidRPr="00E13265" w:rsidRDefault="00E13265" w:rsidP="00E13265">
            <w:pPr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Travel-size c</w:t>
            </w:r>
            <w:bookmarkStart w:id="0" w:name="_GoBack"/>
            <w:bookmarkEnd w:id="0"/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ologne or perfume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7. Health and Wellness</w:t>
            </w:r>
          </w:p>
          <w:p w:rsidR="00E13265" w:rsidRPr="00E13265" w:rsidRDefault="00E13265" w:rsidP="00E13265">
            <w:pPr>
              <w:numPr>
                <w:ilvl w:val="0"/>
                <w:numId w:val="3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Prescription medications</w:t>
            </w:r>
          </w:p>
          <w:p w:rsidR="00E13265" w:rsidRPr="00E13265" w:rsidRDefault="00E13265" w:rsidP="00E13265">
            <w:pPr>
              <w:numPr>
                <w:ilvl w:val="0"/>
                <w:numId w:val="3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Pain relievers or antacids</w:t>
            </w:r>
          </w:p>
          <w:p w:rsidR="00E13265" w:rsidRPr="00E13265" w:rsidRDefault="00E13265" w:rsidP="00E13265">
            <w:pPr>
              <w:numPr>
                <w:ilvl w:val="0"/>
                <w:numId w:val="3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Small first-aid kit</w:t>
            </w:r>
          </w:p>
          <w:p w:rsidR="00E13265" w:rsidRPr="00E13265" w:rsidRDefault="00E13265" w:rsidP="00E13265">
            <w:pPr>
              <w:numPr>
                <w:ilvl w:val="0"/>
                <w:numId w:val="3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Face masks and hand sanitizer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8. Miscellaneous</w:t>
            </w:r>
          </w:p>
          <w:p w:rsidR="00E13265" w:rsidRPr="00E13265" w:rsidRDefault="00E13265" w:rsidP="00E13265">
            <w:pPr>
              <w:numPr>
                <w:ilvl w:val="0"/>
                <w:numId w:val="3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Reusable water bottle</w:t>
            </w:r>
          </w:p>
          <w:p w:rsidR="00E13265" w:rsidRPr="00E13265" w:rsidRDefault="00E13265" w:rsidP="00E13265">
            <w:pPr>
              <w:numPr>
                <w:ilvl w:val="0"/>
                <w:numId w:val="3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Snacks (e.g., protein bars, nuts)</w:t>
            </w:r>
          </w:p>
          <w:p w:rsidR="00E13265" w:rsidRPr="00E13265" w:rsidRDefault="00E13265" w:rsidP="00E13265">
            <w:pPr>
              <w:numPr>
                <w:ilvl w:val="0"/>
                <w:numId w:val="3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pillow and eye mask</w:t>
            </w:r>
          </w:p>
          <w:p w:rsidR="00E13265" w:rsidRPr="00E13265" w:rsidRDefault="00E13265" w:rsidP="00E13265">
            <w:pPr>
              <w:numPr>
                <w:ilvl w:val="0"/>
                <w:numId w:val="3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Laundry bag or plastic bags for dirty clothes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9. Destination-Specific Items</w:t>
            </w:r>
          </w:p>
          <w:p w:rsidR="00E13265" w:rsidRPr="00E13265" w:rsidRDefault="00E13265" w:rsidP="00E13265">
            <w:pPr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Weather-appropriate outerwear (e.g., umbrella, gloves)</w:t>
            </w:r>
          </w:p>
          <w:p w:rsidR="00E13265" w:rsidRPr="00E13265" w:rsidRDefault="00E13265" w:rsidP="00E13265">
            <w:pPr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Local currency or credit cards</w:t>
            </w:r>
          </w:p>
          <w:p w:rsidR="00E13265" w:rsidRPr="00E13265" w:rsidRDefault="00E13265" w:rsidP="00E13265">
            <w:pPr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Translator app or phrasebook (if traveling abroad)</w:t>
            </w:r>
          </w:p>
          <w:p w:rsidR="00E13265" w:rsidRPr="00E13265" w:rsidRDefault="00E13265" w:rsidP="00E13265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10. Optional Extras</w:t>
            </w:r>
          </w:p>
          <w:p w:rsidR="00E13265" w:rsidRPr="00E13265" w:rsidRDefault="00E13265" w:rsidP="00E13265">
            <w:pPr>
              <w:numPr>
                <w:ilvl w:val="0"/>
                <w:numId w:val="3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Gym clothes and shoes (if hotel has a fitness center)</w:t>
            </w:r>
          </w:p>
          <w:p w:rsidR="00E13265" w:rsidRPr="00E13265" w:rsidRDefault="00E13265" w:rsidP="00E13265">
            <w:pPr>
              <w:numPr>
                <w:ilvl w:val="0"/>
                <w:numId w:val="3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Kindle or book for leisure</w:t>
            </w:r>
          </w:p>
          <w:p w:rsidR="00E13265" w:rsidRPr="00E13265" w:rsidRDefault="00E13265" w:rsidP="00E13265">
            <w:pPr>
              <w:numPr>
                <w:ilvl w:val="0"/>
                <w:numId w:val="3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E13265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Compact steamer or wrinkle release spray</w:t>
            </w:r>
          </w:p>
          <w:p w:rsidR="00C802E7" w:rsidRPr="00E13265" w:rsidRDefault="00C802E7" w:rsidP="00E13265">
            <w:p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</w:p>
        </w:tc>
      </w:tr>
    </w:tbl>
    <w:p w:rsidR="006038A7" w:rsidRPr="00E13265" w:rsidRDefault="00E13265" w:rsidP="00E13265">
      <w:pPr>
        <w:spacing w:before="100" w:beforeAutospacing="1" w:after="100" w:afterAutospacing="1"/>
        <w:jc w:val="left"/>
        <w:rPr>
          <w:rFonts w:ascii="Helvetica CE 55 Roman" w:hAnsi="Helvetica CE 55 Roman"/>
        </w:rPr>
      </w:pPr>
      <w:r w:rsidRPr="00E13265">
        <w:rPr>
          <w:rFonts w:ascii="Helvetica CE 55 Roman" w:hAnsi="Helvetica CE 55 Roman"/>
        </w:rPr>
        <w:t>This list ensures you’re prepared for professional responsibilities and personal comfort during a business trip. Adjust based on trip length and destination.</w:t>
      </w:r>
    </w:p>
    <w:sectPr w:rsidR="006038A7" w:rsidRPr="00E13265" w:rsidSect="00C802E7">
      <w:headerReference w:type="default" r:id="rId10"/>
      <w:footerReference w:type="default" r:id="rId11"/>
      <w:footerReference w:type="first" r:id="rId12"/>
      <w:pgSz w:w="12240" w:h="15840" w:code="1"/>
      <w:pgMar w:top="1440" w:right="720" w:bottom="45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29F" w:rsidRDefault="0071729F" w:rsidP="002E635C">
      <w:r>
        <w:separator/>
      </w:r>
    </w:p>
  </w:endnote>
  <w:endnote w:type="continuationSeparator" w:id="0">
    <w:p w:rsidR="0071729F" w:rsidRDefault="0071729F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CE 55 Roman">
    <w:panose1 w:val="02000503040000020004"/>
    <w:charset w:val="00"/>
    <w:family w:val="auto"/>
    <w:pitch w:val="variable"/>
    <w:sig w:usb0="8000002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8DFFD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203856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F6556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C3A99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6767A1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27DB1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29F" w:rsidRDefault="0071729F" w:rsidP="002E635C">
      <w:r>
        <w:separator/>
      </w:r>
    </w:p>
  </w:footnote>
  <w:footnote w:type="continuationSeparator" w:id="0">
    <w:p w:rsidR="0071729F" w:rsidRDefault="0071729F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E13265" w:rsidP="00C802E7">
    <w:pPr>
      <w:pStyle w:val="Header"/>
      <w:jc w:val="center"/>
      <w:rPr>
        <w:b/>
        <w:sz w:val="40"/>
      </w:rPr>
    </w:pPr>
    <w:r>
      <w:rPr>
        <w:b/>
        <w:sz w:val="40"/>
      </w:rPr>
      <w:t>BUSINESS TRIP</w:t>
    </w:r>
    <w:r w:rsidR="00C802E7" w:rsidRPr="00C802E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C46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6F080A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B12C7"/>
    <w:multiLevelType w:val="multilevel"/>
    <w:tmpl w:val="0228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8307FC"/>
    <w:multiLevelType w:val="multilevel"/>
    <w:tmpl w:val="1F36B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7933D3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43500F"/>
    <w:multiLevelType w:val="multilevel"/>
    <w:tmpl w:val="2242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DF37CE"/>
    <w:multiLevelType w:val="multilevel"/>
    <w:tmpl w:val="0DA4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C47C62"/>
    <w:multiLevelType w:val="multilevel"/>
    <w:tmpl w:val="0002AE8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F85562"/>
    <w:multiLevelType w:val="multilevel"/>
    <w:tmpl w:val="BCFE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775938"/>
    <w:multiLevelType w:val="multilevel"/>
    <w:tmpl w:val="0B2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E141E3"/>
    <w:multiLevelType w:val="multilevel"/>
    <w:tmpl w:val="BFF2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15AC2"/>
    <w:multiLevelType w:val="multilevel"/>
    <w:tmpl w:val="32BC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E40F08"/>
    <w:multiLevelType w:val="hybridMultilevel"/>
    <w:tmpl w:val="1CF2B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01DE2"/>
    <w:multiLevelType w:val="multilevel"/>
    <w:tmpl w:val="543C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F07047"/>
    <w:multiLevelType w:val="multilevel"/>
    <w:tmpl w:val="5A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0B0EA8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E3783F"/>
    <w:multiLevelType w:val="multilevel"/>
    <w:tmpl w:val="9EA6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8F7D78"/>
    <w:multiLevelType w:val="multilevel"/>
    <w:tmpl w:val="7E1ED5F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E55683"/>
    <w:multiLevelType w:val="multilevel"/>
    <w:tmpl w:val="5702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A32912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72234E"/>
    <w:multiLevelType w:val="multilevel"/>
    <w:tmpl w:val="627C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0129A3"/>
    <w:multiLevelType w:val="multilevel"/>
    <w:tmpl w:val="050E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7A6E59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7359B6"/>
    <w:multiLevelType w:val="hybridMultilevel"/>
    <w:tmpl w:val="629EE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9442D"/>
    <w:multiLevelType w:val="multilevel"/>
    <w:tmpl w:val="481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1F5C52"/>
    <w:multiLevelType w:val="multilevel"/>
    <w:tmpl w:val="0C60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9069A7"/>
    <w:multiLevelType w:val="multilevel"/>
    <w:tmpl w:val="D326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9E7D55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AF27EB"/>
    <w:multiLevelType w:val="multilevel"/>
    <w:tmpl w:val="46CA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5643B"/>
    <w:multiLevelType w:val="multilevel"/>
    <w:tmpl w:val="FA24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D61F9F"/>
    <w:multiLevelType w:val="multilevel"/>
    <w:tmpl w:val="92F6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F0428D"/>
    <w:multiLevelType w:val="multilevel"/>
    <w:tmpl w:val="C32A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422728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696D0A"/>
    <w:multiLevelType w:val="multilevel"/>
    <w:tmpl w:val="EE5E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5"/>
  </w:num>
  <w:num w:numId="3">
    <w:abstractNumId w:val="4"/>
  </w:num>
  <w:num w:numId="4">
    <w:abstractNumId w:val="22"/>
  </w:num>
  <w:num w:numId="5">
    <w:abstractNumId w:val="27"/>
  </w:num>
  <w:num w:numId="6">
    <w:abstractNumId w:val="6"/>
  </w:num>
  <w:num w:numId="7">
    <w:abstractNumId w:val="17"/>
  </w:num>
  <w:num w:numId="8">
    <w:abstractNumId w:val="19"/>
  </w:num>
  <w:num w:numId="9">
    <w:abstractNumId w:val="15"/>
  </w:num>
  <w:num w:numId="10">
    <w:abstractNumId w:val="32"/>
  </w:num>
  <w:num w:numId="11">
    <w:abstractNumId w:val="7"/>
  </w:num>
  <w:num w:numId="12">
    <w:abstractNumId w:val="1"/>
  </w:num>
  <w:num w:numId="13">
    <w:abstractNumId w:val="0"/>
  </w:num>
  <w:num w:numId="14">
    <w:abstractNumId w:val="2"/>
  </w:num>
  <w:num w:numId="15">
    <w:abstractNumId w:val="8"/>
  </w:num>
  <w:num w:numId="16">
    <w:abstractNumId w:val="33"/>
  </w:num>
  <w:num w:numId="17">
    <w:abstractNumId w:val="29"/>
  </w:num>
  <w:num w:numId="18">
    <w:abstractNumId w:val="14"/>
  </w:num>
  <w:num w:numId="19">
    <w:abstractNumId w:val="9"/>
  </w:num>
  <w:num w:numId="20">
    <w:abstractNumId w:val="16"/>
  </w:num>
  <w:num w:numId="21">
    <w:abstractNumId w:val="20"/>
  </w:num>
  <w:num w:numId="22">
    <w:abstractNumId w:val="18"/>
  </w:num>
  <w:num w:numId="23">
    <w:abstractNumId w:val="10"/>
  </w:num>
  <w:num w:numId="24">
    <w:abstractNumId w:val="26"/>
  </w:num>
  <w:num w:numId="25">
    <w:abstractNumId w:val="24"/>
  </w:num>
  <w:num w:numId="26">
    <w:abstractNumId w:val="30"/>
  </w:num>
  <w:num w:numId="27">
    <w:abstractNumId w:val="11"/>
  </w:num>
  <w:num w:numId="28">
    <w:abstractNumId w:val="23"/>
  </w:num>
  <w:num w:numId="29">
    <w:abstractNumId w:val="31"/>
  </w:num>
  <w:num w:numId="30">
    <w:abstractNumId w:val="13"/>
  </w:num>
  <w:num w:numId="31">
    <w:abstractNumId w:val="3"/>
  </w:num>
  <w:num w:numId="32">
    <w:abstractNumId w:val="25"/>
  </w:num>
  <w:num w:numId="33">
    <w:abstractNumId w:val="2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D0FAA"/>
    <w:rsid w:val="002D3221"/>
    <w:rsid w:val="002E6286"/>
    <w:rsid w:val="002E635C"/>
    <w:rsid w:val="002F1462"/>
    <w:rsid w:val="00354212"/>
    <w:rsid w:val="00357F1D"/>
    <w:rsid w:val="0039189A"/>
    <w:rsid w:val="003A141E"/>
    <w:rsid w:val="003B395E"/>
    <w:rsid w:val="003C5653"/>
    <w:rsid w:val="004647F7"/>
    <w:rsid w:val="00480F8F"/>
    <w:rsid w:val="004842D4"/>
    <w:rsid w:val="004A5320"/>
    <w:rsid w:val="004B708C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1729F"/>
    <w:rsid w:val="007515D7"/>
    <w:rsid w:val="00775FBA"/>
    <w:rsid w:val="007B6638"/>
    <w:rsid w:val="008003B0"/>
    <w:rsid w:val="00801BAF"/>
    <w:rsid w:val="008167A2"/>
    <w:rsid w:val="00830E7B"/>
    <w:rsid w:val="0085007C"/>
    <w:rsid w:val="00882A7D"/>
    <w:rsid w:val="008A1E27"/>
    <w:rsid w:val="008A7BCF"/>
    <w:rsid w:val="008C2DE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2025-01-06T10:52:00Z</dcterms:created>
  <dcterms:modified xsi:type="dcterms:W3CDTF">2025-01-06T10:54:00Z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