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615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4"/>
        <w:gridCol w:w="5061"/>
      </w:tblGrid>
      <w:tr w:rsidR="00C802E7" w:rsidRPr="0078001F" w:rsidTr="0071589F">
        <w:trPr>
          <w:trHeight w:val="11420"/>
        </w:trPr>
        <w:tc>
          <w:tcPr>
            <w:tcW w:w="5554" w:type="dxa"/>
          </w:tcPr>
          <w:p w:rsidR="0071589F" w:rsidRPr="000E6656" w:rsidRDefault="0071589F" w:rsidP="0071589F">
            <w:pPr>
              <w:pStyle w:val="Heading3"/>
            </w:pPr>
            <w:r w:rsidRPr="000E6656">
              <w:t xml:space="preserve">1. </w:t>
            </w:r>
            <w:r w:rsidRPr="000E6656">
              <w:rPr>
                <w:rStyle w:val="Strong"/>
                <w:bCs/>
              </w:rPr>
              <w:t>Backpack and Luggage</w:t>
            </w:r>
          </w:p>
          <w:p w:rsidR="0071589F" w:rsidRDefault="0071589F" w:rsidP="0071589F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Main Backpack</w:t>
            </w:r>
            <w:r>
              <w:t xml:space="preserve">: 50-65L with adjustable straps (Sample: Osprey </w:t>
            </w:r>
            <w:proofErr w:type="spellStart"/>
            <w:r>
              <w:t>Farpoint</w:t>
            </w:r>
            <w:proofErr w:type="spellEnd"/>
            <w:r>
              <w:t xml:space="preserve"> 55)</w:t>
            </w:r>
          </w:p>
          <w:p w:rsidR="0071589F" w:rsidRDefault="0071589F" w:rsidP="0071589F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Daypack</w:t>
            </w:r>
            <w:r>
              <w:t>: Small pack for day hikes (Sample: REI Flash 22)</w:t>
            </w:r>
          </w:p>
          <w:p w:rsidR="0071589F" w:rsidRDefault="0071589F" w:rsidP="0071589F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Dry Bags</w:t>
            </w:r>
            <w:r>
              <w:t>: To protect electronics and sensitive items from water</w:t>
            </w:r>
          </w:p>
          <w:p w:rsidR="0071589F" w:rsidRDefault="0071589F" w:rsidP="0071589F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Packing Cubes</w:t>
            </w:r>
            <w:r>
              <w:t>: For organizing clothes</w:t>
            </w:r>
          </w:p>
          <w:p w:rsidR="0071589F" w:rsidRPr="000E6656" w:rsidRDefault="0071589F" w:rsidP="0071589F">
            <w:pPr>
              <w:pStyle w:val="Heading3"/>
            </w:pPr>
            <w:r w:rsidRPr="000E6656">
              <w:t xml:space="preserve">2. </w:t>
            </w:r>
            <w:r w:rsidRPr="000E6656">
              <w:rPr>
                <w:rStyle w:val="Strong"/>
                <w:bCs/>
              </w:rPr>
              <w:t>Clothing</w:t>
            </w:r>
          </w:p>
          <w:p w:rsidR="0071589F" w:rsidRDefault="0071589F" w:rsidP="0071589F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T-Shirts</w:t>
            </w:r>
            <w:r>
              <w:t>: Quick-drying, moisture-wicking (Sample: Columbia Silver Ridge Shirt)</w:t>
            </w:r>
          </w:p>
          <w:p w:rsidR="0071589F" w:rsidRDefault="0071589F" w:rsidP="0071589F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Pants/Shorts</w:t>
            </w:r>
            <w:r>
              <w:t>: Comfortable for hiking (Sample: REI Co-op Sahara Convertible Pants)</w:t>
            </w:r>
          </w:p>
          <w:p w:rsidR="0071589F" w:rsidRDefault="0071589F" w:rsidP="0071589F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Thermal Layer</w:t>
            </w:r>
            <w:r>
              <w:t xml:space="preserve">: For colder climates (Sample: Patagonia </w:t>
            </w:r>
            <w:proofErr w:type="spellStart"/>
            <w:r>
              <w:t>Capilene</w:t>
            </w:r>
            <w:proofErr w:type="spellEnd"/>
            <w:r>
              <w:t xml:space="preserve"> </w:t>
            </w:r>
            <w:proofErr w:type="spellStart"/>
            <w:r>
              <w:t>Midweight</w:t>
            </w:r>
            <w:proofErr w:type="spellEnd"/>
            <w:r>
              <w:t>)</w:t>
            </w:r>
          </w:p>
          <w:p w:rsidR="0071589F" w:rsidRDefault="0071589F" w:rsidP="0071589F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Underwear</w:t>
            </w:r>
            <w:r>
              <w:t xml:space="preserve">: Quick-drying, 3-5 pairs (Sample: </w:t>
            </w:r>
            <w:proofErr w:type="spellStart"/>
            <w:r>
              <w:t>ExOfficio</w:t>
            </w:r>
            <w:proofErr w:type="spellEnd"/>
            <w:r>
              <w:t xml:space="preserve"> Give-N-Go Boxer Briefs)</w:t>
            </w:r>
          </w:p>
          <w:p w:rsidR="0071589F" w:rsidRDefault="0071589F" w:rsidP="0071589F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Socks</w:t>
            </w:r>
            <w:r>
              <w:t xml:space="preserve">: Moisture-wicking, wool or synthetic (Sample: </w:t>
            </w:r>
            <w:proofErr w:type="spellStart"/>
            <w:r>
              <w:t>Smartwool</w:t>
            </w:r>
            <w:proofErr w:type="spellEnd"/>
            <w:r>
              <w:t xml:space="preserve"> Hike Light Crew Socks)</w:t>
            </w:r>
          </w:p>
          <w:p w:rsidR="0071589F" w:rsidRDefault="0071589F" w:rsidP="0071589F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Jacket</w:t>
            </w:r>
            <w:r>
              <w:t>: Lightweight, packable, water-resistant (Sample: The North Face Venture 2)</w:t>
            </w:r>
          </w:p>
          <w:p w:rsidR="0071589F" w:rsidRDefault="0071589F" w:rsidP="0071589F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Hat</w:t>
            </w:r>
            <w:r>
              <w:t xml:space="preserve">: For sun protection (Sample: Columbia Bora Bora </w:t>
            </w:r>
            <w:proofErr w:type="spellStart"/>
            <w:r>
              <w:t>Booney</w:t>
            </w:r>
            <w:proofErr w:type="spellEnd"/>
            <w:r>
              <w:t xml:space="preserve"> Hat)</w:t>
            </w:r>
          </w:p>
          <w:p w:rsidR="0071589F" w:rsidRDefault="0071589F" w:rsidP="0071589F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Gloves</w:t>
            </w:r>
            <w:r>
              <w:t xml:space="preserve">: For cold weather (Sample: REI Co-op </w:t>
            </w:r>
            <w:proofErr w:type="spellStart"/>
            <w:r>
              <w:t>Polartec</w:t>
            </w:r>
            <w:proofErr w:type="spellEnd"/>
            <w:r>
              <w:t xml:space="preserve"> Gloves)</w:t>
            </w:r>
          </w:p>
          <w:p w:rsidR="0071589F" w:rsidRPr="000E6656" w:rsidRDefault="0071589F" w:rsidP="0071589F">
            <w:pPr>
              <w:pStyle w:val="Heading3"/>
            </w:pPr>
            <w:r w:rsidRPr="000E6656">
              <w:t xml:space="preserve">3. </w:t>
            </w:r>
            <w:r w:rsidRPr="000E6656">
              <w:rPr>
                <w:rStyle w:val="Strong"/>
                <w:bCs/>
              </w:rPr>
              <w:t>Footwear</w:t>
            </w:r>
          </w:p>
          <w:p w:rsidR="0071589F" w:rsidRDefault="0071589F" w:rsidP="0071589F">
            <w:pPr>
              <w:numPr>
                <w:ilvl w:val="0"/>
                <w:numId w:val="8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Hiking Boots</w:t>
            </w:r>
            <w:r>
              <w:t>: Waterproof, sturdy support (Sample: Salomon Quest 4D 3 GTX)</w:t>
            </w:r>
          </w:p>
          <w:p w:rsidR="0071589F" w:rsidRDefault="0071589F" w:rsidP="0071589F">
            <w:pPr>
              <w:numPr>
                <w:ilvl w:val="0"/>
                <w:numId w:val="8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Sandals</w:t>
            </w:r>
            <w:r>
              <w:t xml:space="preserve">: Lightweight for evenings (Sample: </w:t>
            </w:r>
            <w:proofErr w:type="spellStart"/>
            <w:r>
              <w:t>Teva</w:t>
            </w:r>
            <w:proofErr w:type="spellEnd"/>
            <w:r>
              <w:t xml:space="preserve"> Hurricane XLT2)</w:t>
            </w:r>
          </w:p>
          <w:p w:rsidR="0071589F" w:rsidRDefault="0071589F" w:rsidP="0071589F">
            <w:pPr>
              <w:numPr>
                <w:ilvl w:val="0"/>
                <w:numId w:val="8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Camp Shoes</w:t>
            </w:r>
            <w:r>
              <w:t>: Flip-flops or lightweight shoes (Sample: Crocs Classic Clog)</w:t>
            </w:r>
          </w:p>
          <w:p w:rsidR="0071589F" w:rsidRPr="000E6656" w:rsidRDefault="0071589F" w:rsidP="0071589F">
            <w:pPr>
              <w:pStyle w:val="Heading3"/>
            </w:pPr>
            <w:r w:rsidRPr="000E6656">
              <w:t xml:space="preserve">4. </w:t>
            </w:r>
            <w:r w:rsidRPr="000E6656">
              <w:rPr>
                <w:rStyle w:val="Strong"/>
                <w:bCs/>
              </w:rPr>
              <w:t>Toiletries</w:t>
            </w:r>
          </w:p>
          <w:p w:rsidR="0071589F" w:rsidRDefault="0071589F" w:rsidP="0071589F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Toothbrush and Toothpaste</w:t>
            </w:r>
            <w:r>
              <w:t>: Travel-sized (Sample: Colgate Travel Toothbrush)</w:t>
            </w:r>
          </w:p>
          <w:p w:rsidR="0071589F" w:rsidRDefault="0071589F" w:rsidP="0071589F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Shampoo &amp; Soap</w:t>
            </w:r>
            <w:r>
              <w:t xml:space="preserve">: Biodegradable (Sample: Dr. </w:t>
            </w:r>
            <w:proofErr w:type="spellStart"/>
            <w:r>
              <w:t>Bronner's</w:t>
            </w:r>
            <w:proofErr w:type="spellEnd"/>
            <w:r>
              <w:t xml:space="preserve"> Magic Soap)</w:t>
            </w:r>
          </w:p>
          <w:p w:rsidR="0071589F" w:rsidRDefault="0071589F" w:rsidP="0071589F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Towel</w:t>
            </w:r>
            <w:r>
              <w:t>: Quick-drying, compact (Sample: Sea to Summit Microfiber Towel)</w:t>
            </w:r>
          </w:p>
          <w:p w:rsidR="0071589F" w:rsidRDefault="0071589F" w:rsidP="0071589F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Toilet Paper</w:t>
            </w:r>
            <w:r>
              <w:t>: Small roll, biodegradable (Sample: Coleman Toilet Paper)</w:t>
            </w:r>
          </w:p>
          <w:p w:rsidR="0071589F" w:rsidRDefault="0071589F" w:rsidP="0071589F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Hand Sanitizer</w:t>
            </w:r>
            <w:r>
              <w:t>: Small bottle (Sample: Purell Advanced Hand Sanitizer)</w:t>
            </w:r>
          </w:p>
          <w:p w:rsidR="004A5CA3" w:rsidRDefault="0071589F" w:rsidP="0071589F">
            <w:pPr>
              <w:numPr>
                <w:ilvl w:val="0"/>
                <w:numId w:val="9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Tissues</w:t>
            </w:r>
            <w:r>
              <w:t>: Compact pack</w:t>
            </w:r>
          </w:p>
          <w:p w:rsidR="0071589F" w:rsidRPr="000E6656" w:rsidRDefault="0071589F" w:rsidP="0071589F">
            <w:pPr>
              <w:pStyle w:val="Heading3"/>
            </w:pPr>
            <w:r w:rsidRPr="000E6656">
              <w:t xml:space="preserve">5. </w:t>
            </w:r>
            <w:r w:rsidRPr="000E6656">
              <w:rPr>
                <w:rStyle w:val="Strong"/>
                <w:bCs/>
              </w:rPr>
              <w:t>Electronics</w:t>
            </w:r>
          </w:p>
          <w:p w:rsidR="0071589F" w:rsidRDefault="0071589F" w:rsidP="0071589F">
            <w:pPr>
              <w:numPr>
                <w:ilvl w:val="0"/>
                <w:numId w:val="12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lastRenderedPageBreak/>
              <w:t>Smartphone</w:t>
            </w:r>
            <w:r>
              <w:t>: With offline maps and apps (Sample: iPhone 14)</w:t>
            </w:r>
          </w:p>
          <w:p w:rsidR="0071589F" w:rsidRDefault="0071589F" w:rsidP="0071589F">
            <w:pPr>
              <w:numPr>
                <w:ilvl w:val="0"/>
                <w:numId w:val="12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Power Bank</w:t>
            </w:r>
            <w:r>
              <w:t xml:space="preserve">: For charging devices on the go (Sample: Anker </w:t>
            </w:r>
            <w:proofErr w:type="spellStart"/>
            <w:r>
              <w:t>PowerCore</w:t>
            </w:r>
            <w:proofErr w:type="spellEnd"/>
            <w:r>
              <w:t xml:space="preserve"> 10000)</w:t>
            </w:r>
          </w:p>
          <w:p w:rsidR="0071589F" w:rsidRDefault="0071589F" w:rsidP="0071589F">
            <w:pPr>
              <w:numPr>
                <w:ilvl w:val="0"/>
                <w:numId w:val="12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Headlamp</w:t>
            </w:r>
            <w:r>
              <w:t xml:space="preserve">: Lightweight with extra batteries (Sample: </w:t>
            </w:r>
            <w:proofErr w:type="spellStart"/>
            <w:r>
              <w:t>Petzl</w:t>
            </w:r>
            <w:proofErr w:type="spellEnd"/>
            <w:r>
              <w:t xml:space="preserve"> </w:t>
            </w:r>
            <w:proofErr w:type="spellStart"/>
            <w:r>
              <w:t>Actik</w:t>
            </w:r>
            <w:proofErr w:type="spellEnd"/>
            <w:r>
              <w:t xml:space="preserve"> Core)</w:t>
            </w:r>
          </w:p>
          <w:p w:rsidR="0071589F" w:rsidRDefault="0071589F" w:rsidP="0071589F">
            <w:pPr>
              <w:numPr>
                <w:ilvl w:val="0"/>
                <w:numId w:val="12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Camera</w:t>
            </w:r>
            <w:r>
              <w:t>: For capturing memories (Sample: GoPro Hero10)</w:t>
            </w:r>
          </w:p>
          <w:p w:rsidR="0071589F" w:rsidRDefault="0071589F" w:rsidP="0071589F">
            <w:pPr>
              <w:numPr>
                <w:ilvl w:val="0"/>
                <w:numId w:val="12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Earphones/Headphones</w:t>
            </w:r>
            <w:r>
              <w:t xml:space="preserve">: For downtime (Sample: Bose </w:t>
            </w:r>
            <w:proofErr w:type="spellStart"/>
            <w:r>
              <w:t>QuietComfort</w:t>
            </w:r>
            <w:proofErr w:type="spellEnd"/>
            <w:r>
              <w:t xml:space="preserve"> 35 II)</w:t>
            </w:r>
          </w:p>
          <w:p w:rsidR="0071589F" w:rsidRPr="000E6656" w:rsidRDefault="0071589F" w:rsidP="0071589F">
            <w:pPr>
              <w:pStyle w:val="Heading3"/>
            </w:pPr>
            <w:bookmarkStart w:id="0" w:name="_GoBack"/>
            <w:r w:rsidRPr="000E6656">
              <w:t xml:space="preserve">6. </w:t>
            </w:r>
            <w:r w:rsidRPr="000E6656">
              <w:rPr>
                <w:rStyle w:val="Strong"/>
                <w:bCs/>
              </w:rPr>
              <w:t>Food &amp; Water</w:t>
            </w:r>
          </w:p>
          <w:bookmarkEnd w:id="0"/>
          <w:p w:rsidR="0071589F" w:rsidRDefault="0071589F" w:rsidP="0071589F">
            <w:pPr>
              <w:numPr>
                <w:ilvl w:val="0"/>
                <w:numId w:val="13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Water Bottle</w:t>
            </w:r>
            <w:r>
              <w:t>: 1-2L, reusable (Sample: Nalgene Wide-Mouth Bottle)</w:t>
            </w:r>
          </w:p>
          <w:p w:rsidR="0071589F" w:rsidRDefault="0071589F" w:rsidP="0071589F">
            <w:pPr>
              <w:numPr>
                <w:ilvl w:val="0"/>
                <w:numId w:val="13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Water Filter</w:t>
            </w:r>
            <w:r>
              <w:t>: For refilling from streams (Sample: Sawyer Squeeze Water Filter)</w:t>
            </w:r>
          </w:p>
          <w:p w:rsidR="0071589F" w:rsidRDefault="0071589F" w:rsidP="0071589F">
            <w:pPr>
              <w:numPr>
                <w:ilvl w:val="0"/>
                <w:numId w:val="13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Energy Snacks</w:t>
            </w:r>
            <w:r>
              <w:t xml:space="preserve">: Granola bars, nuts, dried fruit (Sample: </w:t>
            </w:r>
            <w:proofErr w:type="spellStart"/>
            <w:r>
              <w:t>Clif</w:t>
            </w:r>
            <w:proofErr w:type="spellEnd"/>
            <w:r>
              <w:t xml:space="preserve"> Bar)</w:t>
            </w:r>
          </w:p>
          <w:p w:rsidR="0071589F" w:rsidRDefault="0071589F" w:rsidP="0071589F">
            <w:pPr>
              <w:numPr>
                <w:ilvl w:val="0"/>
                <w:numId w:val="13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Meals</w:t>
            </w:r>
            <w:r>
              <w:t>: Freeze-dried meals (Sample: Mountain House Beef Stroganoff)</w:t>
            </w:r>
          </w:p>
          <w:p w:rsidR="0071589F" w:rsidRDefault="0071589F" w:rsidP="0071589F">
            <w:pPr>
              <w:numPr>
                <w:ilvl w:val="0"/>
                <w:numId w:val="13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Stove</w:t>
            </w:r>
            <w:r>
              <w:t xml:space="preserve">: Lightweight camping stove (Sample: MSR </w:t>
            </w:r>
            <w:proofErr w:type="spellStart"/>
            <w:r>
              <w:t>PocketRocket</w:t>
            </w:r>
            <w:proofErr w:type="spellEnd"/>
            <w:r>
              <w:t xml:space="preserve"> 2)</w:t>
            </w:r>
          </w:p>
          <w:p w:rsidR="0071589F" w:rsidRDefault="0071589F" w:rsidP="0071589F">
            <w:pPr>
              <w:spacing w:before="100" w:beforeAutospacing="1" w:after="100" w:afterAutospacing="1"/>
              <w:jc w:val="left"/>
            </w:pPr>
          </w:p>
          <w:p w:rsidR="0071589F" w:rsidRPr="0071589F" w:rsidRDefault="0071589F" w:rsidP="0071589F">
            <w:pPr>
              <w:spacing w:before="100" w:beforeAutospacing="1" w:after="100" w:afterAutospacing="1"/>
              <w:jc w:val="left"/>
            </w:pPr>
          </w:p>
        </w:tc>
        <w:tc>
          <w:tcPr>
            <w:tcW w:w="5061" w:type="dxa"/>
          </w:tcPr>
          <w:p w:rsidR="0071589F" w:rsidRPr="000E6656" w:rsidRDefault="0071589F" w:rsidP="0071589F">
            <w:pPr>
              <w:pStyle w:val="Heading3"/>
            </w:pPr>
            <w:r w:rsidRPr="000E6656">
              <w:lastRenderedPageBreak/>
              <w:t xml:space="preserve">7. </w:t>
            </w:r>
            <w:r w:rsidRPr="000E6656">
              <w:rPr>
                <w:rStyle w:val="Strong"/>
                <w:bCs/>
              </w:rPr>
              <w:t>Camping Gear</w:t>
            </w:r>
          </w:p>
          <w:p w:rsidR="0071589F" w:rsidRDefault="0071589F" w:rsidP="0071589F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Tent</w:t>
            </w:r>
            <w:r>
              <w:t>: Lightweight, weather-resistant (Sample: Big Agnes Copper Spur HV UL2)</w:t>
            </w:r>
          </w:p>
          <w:p w:rsidR="0071589F" w:rsidRDefault="0071589F" w:rsidP="0071589F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Sleeping Bag</w:t>
            </w:r>
            <w:r>
              <w:t>: Appropriate for the climate (Sample: Marmot Trestles 30°F)</w:t>
            </w:r>
          </w:p>
          <w:p w:rsidR="0071589F" w:rsidRDefault="0071589F" w:rsidP="0071589F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Sleeping Pad</w:t>
            </w:r>
            <w:r>
              <w:t xml:space="preserve">: For insulation and comfort (Sample: </w:t>
            </w:r>
            <w:proofErr w:type="spellStart"/>
            <w:r>
              <w:t>Therm</w:t>
            </w:r>
            <w:proofErr w:type="spellEnd"/>
            <w:r>
              <w:t xml:space="preserve">-a-Rest </w:t>
            </w:r>
            <w:proofErr w:type="spellStart"/>
            <w:r>
              <w:t>NeoAir</w:t>
            </w:r>
            <w:proofErr w:type="spellEnd"/>
            <w:r>
              <w:t xml:space="preserve"> </w:t>
            </w:r>
            <w:proofErr w:type="spellStart"/>
            <w:r>
              <w:t>Xlite</w:t>
            </w:r>
            <w:proofErr w:type="spellEnd"/>
            <w:r>
              <w:t>)</w:t>
            </w:r>
          </w:p>
          <w:p w:rsidR="0071589F" w:rsidRDefault="0071589F" w:rsidP="0071589F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Camping Pillow</w:t>
            </w:r>
            <w:r>
              <w:t xml:space="preserve">: Compact and inflatable (Sample: Sea to Summit </w:t>
            </w:r>
            <w:proofErr w:type="spellStart"/>
            <w:r>
              <w:t>Aeros</w:t>
            </w:r>
            <w:proofErr w:type="spellEnd"/>
            <w:r>
              <w:t xml:space="preserve"> Pillow)</w:t>
            </w:r>
          </w:p>
          <w:p w:rsidR="0071589F" w:rsidRDefault="0071589F" w:rsidP="0071589F">
            <w:pPr>
              <w:numPr>
                <w:ilvl w:val="0"/>
                <w:numId w:val="14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Camping Chair</w:t>
            </w:r>
            <w:r>
              <w:t xml:space="preserve">: Lightweight (Sample: </w:t>
            </w:r>
            <w:proofErr w:type="spellStart"/>
            <w:r>
              <w:t>Helinox</w:t>
            </w:r>
            <w:proofErr w:type="spellEnd"/>
            <w:r>
              <w:t xml:space="preserve"> Chair One)</w:t>
            </w:r>
          </w:p>
          <w:p w:rsidR="0071589F" w:rsidRPr="000E6656" w:rsidRDefault="0071589F" w:rsidP="0071589F">
            <w:pPr>
              <w:pStyle w:val="Heading3"/>
            </w:pPr>
            <w:r w:rsidRPr="000E6656">
              <w:t xml:space="preserve">8. </w:t>
            </w:r>
            <w:r w:rsidRPr="000E6656">
              <w:rPr>
                <w:rStyle w:val="Strong"/>
                <w:bCs/>
              </w:rPr>
              <w:t>First Aid &amp; Health</w:t>
            </w:r>
          </w:p>
          <w:p w:rsidR="0071589F" w:rsidRDefault="0071589F" w:rsidP="0071589F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First Aid Kit</w:t>
            </w:r>
            <w:r>
              <w:t>: Basic supplies (Sample: Adventure Medical Kits Ultralight)</w:t>
            </w:r>
          </w:p>
          <w:p w:rsidR="0071589F" w:rsidRDefault="0071589F" w:rsidP="0071589F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Medications</w:t>
            </w:r>
            <w:r>
              <w:t>: Prescriptions, pain relievers (Sample: Advil, personal meds)</w:t>
            </w:r>
          </w:p>
          <w:p w:rsidR="0071589F" w:rsidRDefault="0071589F" w:rsidP="0071589F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Blister Treatment</w:t>
            </w:r>
            <w:r>
              <w:t xml:space="preserve">: Bandages, moleskin (Sample: </w:t>
            </w:r>
            <w:proofErr w:type="spellStart"/>
            <w:r>
              <w:t>Compeed</w:t>
            </w:r>
            <w:proofErr w:type="spellEnd"/>
            <w:r>
              <w:t xml:space="preserve"> Blister Plasters)</w:t>
            </w:r>
          </w:p>
          <w:p w:rsidR="0071589F" w:rsidRDefault="0071589F" w:rsidP="0071589F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Sunscreen</w:t>
            </w:r>
            <w:r>
              <w:t>: SPF 30 or higher (Sample: Banana Boat Ultra Sport)</w:t>
            </w:r>
          </w:p>
          <w:p w:rsidR="0071589F" w:rsidRDefault="0071589F" w:rsidP="0071589F">
            <w:pPr>
              <w:numPr>
                <w:ilvl w:val="0"/>
                <w:numId w:val="15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Insect Repellent</w:t>
            </w:r>
            <w:r>
              <w:t>: DEET-based or natural (Sample: Sawyer Permethrin Clothing Spray)</w:t>
            </w:r>
          </w:p>
          <w:p w:rsidR="0071589F" w:rsidRPr="000E6656" w:rsidRDefault="0071589F" w:rsidP="0071589F">
            <w:pPr>
              <w:pStyle w:val="Heading3"/>
            </w:pPr>
            <w:r w:rsidRPr="000E6656">
              <w:t xml:space="preserve">9. </w:t>
            </w:r>
            <w:r w:rsidRPr="000E6656">
              <w:rPr>
                <w:rStyle w:val="Strong"/>
                <w:bCs/>
              </w:rPr>
              <w:t>Safety &amp; Navigation</w:t>
            </w:r>
          </w:p>
          <w:p w:rsidR="0071589F" w:rsidRDefault="0071589F" w:rsidP="0071589F">
            <w:pPr>
              <w:numPr>
                <w:ilvl w:val="0"/>
                <w:numId w:val="16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Map</w:t>
            </w:r>
            <w:r>
              <w:t>: Printed map of the area or guidebook (Sample: National Geographic Trails Illustrated Map)</w:t>
            </w:r>
          </w:p>
          <w:p w:rsidR="0071589F" w:rsidRDefault="0071589F" w:rsidP="0071589F">
            <w:pPr>
              <w:numPr>
                <w:ilvl w:val="0"/>
                <w:numId w:val="16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Compass</w:t>
            </w:r>
            <w:r>
              <w:t xml:space="preserve">: For navigation (Sample: </w:t>
            </w:r>
            <w:proofErr w:type="spellStart"/>
            <w:r>
              <w:t>Suunto</w:t>
            </w:r>
            <w:proofErr w:type="spellEnd"/>
            <w:r>
              <w:t xml:space="preserve"> M-3D)</w:t>
            </w:r>
          </w:p>
          <w:p w:rsidR="0071589F" w:rsidRDefault="0071589F" w:rsidP="0071589F">
            <w:pPr>
              <w:numPr>
                <w:ilvl w:val="0"/>
                <w:numId w:val="16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Whistle</w:t>
            </w:r>
            <w:r>
              <w:t>: For emergencies (Sample: Fox 40 Classic Whistle)</w:t>
            </w:r>
          </w:p>
          <w:p w:rsidR="0071589F" w:rsidRDefault="0071589F" w:rsidP="0071589F">
            <w:pPr>
              <w:numPr>
                <w:ilvl w:val="0"/>
                <w:numId w:val="16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Multi-tool</w:t>
            </w:r>
            <w:r>
              <w:t>: Compact and versatile (Sample: Leatherman Wave Plus)</w:t>
            </w:r>
          </w:p>
          <w:p w:rsidR="0071589F" w:rsidRPr="000E6656" w:rsidRDefault="0071589F" w:rsidP="0071589F">
            <w:pPr>
              <w:pStyle w:val="Heading3"/>
            </w:pPr>
            <w:r w:rsidRPr="000E6656">
              <w:t xml:space="preserve">10. </w:t>
            </w:r>
            <w:r w:rsidRPr="000E6656">
              <w:rPr>
                <w:rStyle w:val="Strong"/>
                <w:bCs/>
              </w:rPr>
              <w:t>Miscellaneous</w:t>
            </w:r>
          </w:p>
          <w:p w:rsidR="0071589F" w:rsidRDefault="0071589F" w:rsidP="0071589F">
            <w:pPr>
              <w:numPr>
                <w:ilvl w:val="0"/>
                <w:numId w:val="1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Notebook &amp; Pen</w:t>
            </w:r>
            <w:r>
              <w:t>: For journaling (Sample: Moleskine Classic Notebook)</w:t>
            </w:r>
          </w:p>
          <w:p w:rsidR="0071589F" w:rsidRDefault="0071589F" w:rsidP="0071589F">
            <w:pPr>
              <w:numPr>
                <w:ilvl w:val="0"/>
                <w:numId w:val="1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Travel Locks</w:t>
            </w:r>
            <w:r>
              <w:t>: For luggage security (Sample: Master Lock Combination Lock)</w:t>
            </w:r>
          </w:p>
          <w:p w:rsidR="0071589F" w:rsidRDefault="0071589F" w:rsidP="0071589F">
            <w:pPr>
              <w:numPr>
                <w:ilvl w:val="0"/>
                <w:numId w:val="1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Sunglasses</w:t>
            </w:r>
            <w:r>
              <w:t>: UV protection (Sample: Ray-Ban Wayfarer)</w:t>
            </w:r>
          </w:p>
          <w:p w:rsidR="0071589F" w:rsidRDefault="0071589F" w:rsidP="0071589F">
            <w:pPr>
              <w:numPr>
                <w:ilvl w:val="0"/>
                <w:numId w:val="1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Plastic Bags</w:t>
            </w:r>
            <w:r>
              <w:t>: For trash and dirty laundry</w:t>
            </w:r>
          </w:p>
          <w:p w:rsidR="0071589F" w:rsidRDefault="0071589F" w:rsidP="0071589F">
            <w:pPr>
              <w:numPr>
                <w:ilvl w:val="0"/>
                <w:numId w:val="17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Hand Wipes</w:t>
            </w:r>
            <w:r>
              <w:t>: For cleaning hands and gear (Sample: Wet Ones Antibacterial Wipes)</w:t>
            </w:r>
          </w:p>
          <w:p w:rsidR="0071589F" w:rsidRPr="000E6656" w:rsidRDefault="0071589F" w:rsidP="0071589F">
            <w:pPr>
              <w:pStyle w:val="Heading3"/>
            </w:pPr>
            <w:r w:rsidRPr="000E6656">
              <w:t xml:space="preserve">11. </w:t>
            </w:r>
            <w:r w:rsidRPr="000E6656">
              <w:rPr>
                <w:rStyle w:val="Strong"/>
                <w:bCs/>
              </w:rPr>
              <w:t>Personal Documents</w:t>
            </w:r>
          </w:p>
          <w:p w:rsidR="0071589F" w:rsidRDefault="0071589F" w:rsidP="0071589F">
            <w:pPr>
              <w:numPr>
                <w:ilvl w:val="0"/>
                <w:numId w:val="18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lastRenderedPageBreak/>
              <w:t>Identification</w:t>
            </w:r>
            <w:r>
              <w:t>: Passport or ID (Sample: U.S. Passport)</w:t>
            </w:r>
          </w:p>
          <w:p w:rsidR="0071589F" w:rsidRDefault="0071589F" w:rsidP="0071589F">
            <w:pPr>
              <w:numPr>
                <w:ilvl w:val="0"/>
                <w:numId w:val="18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Travel Insurance</w:t>
            </w:r>
            <w:r>
              <w:t>: Policy details (Sample: Allianz Travel Insurance)</w:t>
            </w:r>
          </w:p>
          <w:p w:rsidR="0071589F" w:rsidRDefault="0071589F" w:rsidP="0071589F">
            <w:pPr>
              <w:numPr>
                <w:ilvl w:val="0"/>
                <w:numId w:val="18"/>
              </w:numPr>
              <w:spacing w:before="100" w:beforeAutospacing="1" w:after="100" w:afterAutospacing="1"/>
              <w:jc w:val="left"/>
            </w:pPr>
            <w:r>
              <w:rPr>
                <w:rStyle w:val="Strong"/>
              </w:rPr>
              <w:t>Emergency Contacts</w:t>
            </w:r>
            <w:r>
              <w:t>: List of emergency numbers</w:t>
            </w:r>
          </w:p>
          <w:p w:rsidR="008E1AD7" w:rsidRPr="0078001F" w:rsidRDefault="008E1AD7" w:rsidP="0071589F">
            <w:pPr>
              <w:spacing w:before="100" w:beforeAutospacing="1" w:after="100" w:afterAutospacing="1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6038A7" w:rsidRDefault="006038A7" w:rsidP="00E5571F">
      <w:pPr>
        <w:pStyle w:val="Heading3"/>
        <w:rPr>
          <w:rFonts w:ascii="Arial" w:hAnsi="Arial" w:cs="Arial"/>
        </w:rPr>
      </w:pPr>
    </w:p>
    <w:p w:rsidR="0078001F" w:rsidRDefault="0078001F" w:rsidP="0078001F"/>
    <w:p w:rsidR="0078001F" w:rsidRDefault="0078001F" w:rsidP="0078001F"/>
    <w:p w:rsidR="0078001F" w:rsidRPr="0078001F" w:rsidRDefault="0078001F" w:rsidP="0078001F">
      <w:r>
        <w:t>This list will help ensure you're prepared for a fun, smooth, and comfortable road trip!</w:t>
      </w:r>
    </w:p>
    <w:sectPr w:rsidR="0078001F" w:rsidRPr="0078001F" w:rsidSect="004A5CA3">
      <w:headerReference w:type="default" r:id="rId10"/>
      <w:footerReference w:type="default" r:id="rId11"/>
      <w:footerReference w:type="first" r:id="rId12"/>
      <w:pgSz w:w="12240" w:h="15840" w:code="1"/>
      <w:pgMar w:top="1440" w:right="720" w:bottom="720" w:left="900" w:header="45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7CD" w:rsidRDefault="006567CD" w:rsidP="002E635C">
      <w:r>
        <w:separator/>
      </w:r>
    </w:p>
  </w:endnote>
  <w:endnote w:type="continuationSeparator" w:id="0">
    <w:p w:rsidR="006567CD" w:rsidRDefault="006567CD" w:rsidP="002E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E39" w:rsidRDefault="00BE6E3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99200" behindDoc="1" locked="0" layoutInCell="1" allowOverlap="1" wp14:anchorId="7393E828" wp14:editId="0C3E295D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891272" cy="1536192"/>
              <wp:effectExtent l="0" t="0" r="0" b="6985"/>
              <wp:wrapNone/>
              <wp:docPr id="1321" name="Rectangle 18">
                <a:extLst xmlns:a="http://schemas.openxmlformats.org/drawingml/2006/main">
                  <a:ext uri="{C183D7F6-B498-43B3-948B-1728B52AA6E4}">
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91272" cy="1536192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chemeClr val="accent6">
                              <a:lumMod val="40000"/>
                              <a:lumOff val="60000"/>
                              <a:alpha val="0"/>
                            </a:schemeClr>
                          </a:gs>
                          <a:gs pos="100000">
                            <a:schemeClr val="accent6">
                              <a:lumMod val="40000"/>
                              <a:lumOff val="60000"/>
                            </a:schemeClr>
                          </a:gs>
                        </a:gsLst>
                        <a:lin ang="5400000" scaled="1"/>
                        <a:tileRect/>
                      </a:gra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D56B73" id="Rectangle 18" o:spid="_x0000_s1026" style="position:absolute;margin-left:0;margin-top:0;width:621.35pt;height:120.95pt;z-index:-25161728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" fillcolor="#d3ecb8 [1305]" stroked="f" strokecolor="#4a7ebb" strokeweight="1.5pt">
              <v:fill opacity="0" color2="#d3ecb8 [1305]" rotate="t" focus="100%" type="gradient"/>
              <v:shadow opacity="22938f" offset="0"/>
              <v:textbox inset=",7.2pt,,7.2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 wp14:anchorId="47C59EBD" wp14:editId="03679D38">
              <wp:simplePos x="0" y="0"/>
              <wp:positionH relativeFrom="page">
                <wp:align>center</wp:align>
              </wp:positionH>
              <wp:positionV relativeFrom="paragraph">
                <wp:posOffset>228600</wp:posOffset>
              </wp:positionV>
              <wp:extent cx="7909560" cy="320040"/>
              <wp:effectExtent l="0" t="0" r="15240" b="22860"/>
              <wp:wrapNone/>
              <wp:docPr id="1322" name="Rectangle 1322">
                <a:extLst xmlns:a="http://schemas.openxmlformats.org/drawingml/2006/main">
                  <a:ext uri="{C183D7F6-B498-43B3-948B-1728B52AA6E4}">
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09560" cy="32004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9A3195" id="Rectangle 1322" o:spid="_x0000_s1026" style="position:absolute;margin-left:0;margin-top:18pt;width:622.8pt;height:25.2pt;z-index:25170022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" fillcolor="#464646 [3215]" strokecolor="#5ca6d6 [3044]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390717AE" wp14:editId="602439BD">
              <wp:simplePos x="0" y="0"/>
              <wp:positionH relativeFrom="page">
                <wp:align>center</wp:align>
              </wp:positionH>
              <wp:positionV relativeFrom="paragraph">
                <wp:posOffset>384175</wp:posOffset>
              </wp:positionV>
              <wp:extent cx="7726680" cy="0"/>
              <wp:effectExtent l="38100" t="57150" r="64770" b="114300"/>
              <wp:wrapNone/>
              <wp:docPr id="1323" name="Straight Connector 1323">
                <a:extLst xmlns:a="http://schemas.openxmlformats.org/drawingml/2006/main">
                  <a:ext uri="{C183D7F6-B498-43B3-948B-1728B52AA6E4}">
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26680" cy="0"/>
                      </a:xfrm>
                      <a:prstGeom prst="line">
                        <a:avLst/>
                      </a:prstGeom>
                      <a:ln w="50800">
                        <a:solidFill>
                          <a:schemeClr val="bg1"/>
                        </a:solidFill>
                        <a:prstDash val="dash"/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DC2B39" id="Straight Connector 1323" o:spid="_x0000_s1026" style="position:absolute;z-index:25170124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" from="0,30.25pt" to="608.4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" strokecolor="white [3212]" strokeweight="4pt">
              <v:stroke dashstyle="dash"/>
              <v:shadow on="t" color="black" opacity="24903f" origin=",.5" offset="0,.55556mm"/>
              <w10:wrap anchorx="page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702272" behindDoc="0" locked="0" layoutInCell="1" allowOverlap="1" wp14:anchorId="68C7E518" wp14:editId="57ACB6F7">
              <wp:simplePos x="0" y="0"/>
              <wp:positionH relativeFrom="column">
                <wp:posOffset>-679310</wp:posOffset>
              </wp:positionH>
              <wp:positionV relativeFrom="paragraph">
                <wp:posOffset>100330</wp:posOffset>
              </wp:positionV>
              <wp:extent cx="704088" cy="402336"/>
              <wp:effectExtent l="0" t="0" r="20320" b="0"/>
              <wp:wrapNone/>
              <wp:docPr id="1324" name="Group 88">
                <a:extLst xmlns:a="http://schemas.openxmlformats.org/drawingml/2006/main">
                  <a:ext uri="{C183D7F6-B498-43B3-948B-1728B52AA6E4}">
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4088" cy="402336"/>
                        <a:chOff x="0" y="0"/>
                        <a:chExt cx="1535823" cy="882015"/>
                      </a:xfrm>
                    </wpg:grpSpPr>
                    <wps:wsp>
                      <wps:cNvPr id="1325" name="Freeform 167">
                        <a:extLst/>
                      </wps:cNvPr>
                      <wps:cNvSpPr/>
                      <wps:spPr>
                        <a:xfrm>
                          <a:off x="52368" y="596265"/>
                          <a:ext cx="361818" cy="1619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0 h 161925"/>
                            <a:gd name="connsiteX1" fmla="*/ 365627 w 361818"/>
                            <a:gd name="connsiteY1" fmla="*/ 0 h 161925"/>
                            <a:gd name="connsiteX2" fmla="*/ 365627 w 361818"/>
                            <a:gd name="connsiteY2" fmla="*/ 168593 h 161925"/>
                            <a:gd name="connsiteX3" fmla="*/ 0 w 361818"/>
                            <a:gd name="connsiteY3" fmla="*/ 168593 h 16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61818" h="161925">
                              <a:moveTo>
                                <a:pt x="0" y="0"/>
                              </a:moveTo>
                              <a:lnTo>
                                <a:pt x="365627" y="0"/>
                              </a:lnTo>
                              <a:lnTo>
                                <a:pt x="365627" y="168593"/>
                              </a:lnTo>
                              <a:lnTo>
                                <a:pt x="0" y="1685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5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6" name="Freeform 168">
                        <a:extLst/>
                      </wps:cNvPr>
                      <wps:cNvSpPr/>
                      <wps:spPr>
                        <a:xfrm>
                          <a:off x="1088311" y="16022"/>
                          <a:ext cx="447512" cy="752475"/>
                        </a:xfrm>
                        <a:custGeom>
                          <a:avLst/>
                          <a:gdLst>
                            <a:gd name="connsiteX0" fmla="*/ 0 w 447511"/>
                            <a:gd name="connsiteY0" fmla="*/ 728833 h 752475"/>
                            <a:gd name="connsiteX1" fmla="*/ 0 w 447511"/>
                            <a:gd name="connsiteY1" fmla="*/ 31603 h 752475"/>
                            <a:gd name="connsiteX2" fmla="*/ 34278 w 447511"/>
                            <a:gd name="connsiteY2" fmla="*/ 171 h 752475"/>
                            <a:gd name="connsiteX3" fmla="*/ 312306 w 447511"/>
                            <a:gd name="connsiteY3" fmla="*/ 161143 h 752475"/>
                            <a:gd name="connsiteX4" fmla="*/ 451320 w 447511"/>
                            <a:gd name="connsiteY4" fmla="*/ 596436 h 752475"/>
                            <a:gd name="connsiteX5" fmla="*/ 448464 w 447511"/>
                            <a:gd name="connsiteY5" fmla="*/ 623105 h 752475"/>
                            <a:gd name="connsiteX6" fmla="*/ 373244 w 447511"/>
                            <a:gd name="connsiteY6" fmla="*/ 745025 h 752475"/>
                            <a:gd name="connsiteX7" fmla="*/ 346584 w 447511"/>
                            <a:gd name="connsiteY7" fmla="*/ 760265 h 752475"/>
                            <a:gd name="connsiteX8" fmla="*/ 33325 w 447511"/>
                            <a:gd name="connsiteY8" fmla="*/ 760265 h 752475"/>
                            <a:gd name="connsiteX9" fmla="*/ 0 w 447511"/>
                            <a:gd name="connsiteY9" fmla="*/ 728833 h 7524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447511" h="752475">
                              <a:moveTo>
                                <a:pt x="0" y="728833"/>
                              </a:moveTo>
                              <a:lnTo>
                                <a:pt x="0" y="31603"/>
                              </a:lnTo>
                              <a:cubicBezTo>
                                <a:pt x="0" y="12553"/>
                                <a:pt x="16187" y="-1735"/>
                                <a:pt x="34278" y="171"/>
                              </a:cubicBezTo>
                              <a:cubicBezTo>
                                <a:pt x="107593" y="6838"/>
                                <a:pt x="277077" y="34460"/>
                                <a:pt x="312306" y="161143"/>
                              </a:cubicBezTo>
                              <a:cubicBezTo>
                                <a:pt x="351344" y="303065"/>
                                <a:pt x="430373" y="536428"/>
                                <a:pt x="451320" y="596436"/>
                              </a:cubicBezTo>
                              <a:cubicBezTo>
                                <a:pt x="454177" y="605008"/>
                                <a:pt x="453225" y="615486"/>
                                <a:pt x="448464" y="623105"/>
                              </a:cubicBezTo>
                              <a:lnTo>
                                <a:pt x="373244" y="745025"/>
                              </a:lnTo>
                              <a:cubicBezTo>
                                <a:pt x="367531" y="754550"/>
                                <a:pt x="357057" y="760265"/>
                                <a:pt x="346584" y="760265"/>
                              </a:cubicBezTo>
                              <a:lnTo>
                                <a:pt x="33325" y="760265"/>
                              </a:lnTo>
                              <a:cubicBezTo>
                                <a:pt x="14282" y="761218"/>
                                <a:pt x="0" y="746930"/>
                                <a:pt x="0" y="72883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7" name="Freeform 169">
                        <a:extLst/>
                      </wps:cNvPr>
                      <wps:cNvSpPr/>
                      <wps:spPr>
                        <a:xfrm>
                          <a:off x="1120684" y="153304"/>
                          <a:ext cx="276124" cy="180975"/>
                        </a:xfrm>
                        <a:custGeom>
                          <a:avLst/>
                          <a:gdLst>
                            <a:gd name="connsiteX0" fmla="*/ 0 w 276124"/>
                            <a:gd name="connsiteY0" fmla="*/ 28623 h 180975"/>
                            <a:gd name="connsiteX1" fmla="*/ 0 w 276124"/>
                            <a:gd name="connsiteY1" fmla="*/ 157211 h 180975"/>
                            <a:gd name="connsiteX2" fmla="*/ 29517 w 276124"/>
                            <a:gd name="connsiteY2" fmla="*/ 186738 h 180975"/>
                            <a:gd name="connsiteX3" fmla="*/ 248512 w 276124"/>
                            <a:gd name="connsiteY3" fmla="*/ 186738 h 180975"/>
                            <a:gd name="connsiteX4" fmla="*/ 276124 w 276124"/>
                            <a:gd name="connsiteY4" fmla="*/ 149591 h 180975"/>
                            <a:gd name="connsiteX5" fmla="*/ 238990 w 276124"/>
                            <a:gd name="connsiteY5" fmla="*/ 21003 h 180975"/>
                            <a:gd name="connsiteX6" fmla="*/ 211378 w 276124"/>
                            <a:gd name="connsiteY6" fmla="*/ 48 h 180975"/>
                            <a:gd name="connsiteX7" fmla="*/ 29517 w 276124"/>
                            <a:gd name="connsiteY7" fmla="*/ 48 h 180975"/>
                            <a:gd name="connsiteX8" fmla="*/ 0 w 276124"/>
                            <a:gd name="connsiteY8" fmla="*/ 28623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76124" h="180975">
                              <a:moveTo>
                                <a:pt x="0" y="28623"/>
                              </a:moveTo>
                              <a:lnTo>
                                <a:pt x="0" y="157211"/>
                              </a:lnTo>
                              <a:cubicBezTo>
                                <a:pt x="0" y="173403"/>
                                <a:pt x="13330" y="186738"/>
                                <a:pt x="29517" y="186738"/>
                              </a:cubicBezTo>
                              <a:lnTo>
                                <a:pt x="248512" y="186738"/>
                              </a:lnTo>
                              <a:cubicBezTo>
                                <a:pt x="267555" y="186738"/>
                                <a:pt x="281837" y="167688"/>
                                <a:pt x="276124" y="149591"/>
                              </a:cubicBezTo>
                              <a:lnTo>
                                <a:pt x="238990" y="21003"/>
                              </a:lnTo>
                              <a:cubicBezTo>
                                <a:pt x="235182" y="8621"/>
                                <a:pt x="223756" y="48"/>
                                <a:pt x="211378" y="48"/>
                              </a:cubicBezTo>
                              <a:lnTo>
                                <a:pt x="29517" y="48"/>
                              </a:lnTo>
                              <a:cubicBezTo>
                                <a:pt x="13330" y="-904"/>
                                <a:pt x="0" y="12431"/>
                                <a:pt x="0" y="2862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8" name="Freeform 170">
                        <a:extLst/>
                      </wps:cNvPr>
                      <wps:cNvSpPr/>
                      <wps:spPr>
                        <a:xfrm>
                          <a:off x="24756" y="0"/>
                          <a:ext cx="1056890" cy="66675"/>
                        </a:xfrm>
                        <a:custGeom>
                          <a:avLst/>
                          <a:gdLst>
                            <a:gd name="connsiteX0" fmla="*/ 1063555 w 1056889"/>
                            <a:gd name="connsiteY0" fmla="*/ 59055 h 66675"/>
                            <a:gd name="connsiteX1" fmla="*/ 1052129 w 1056889"/>
                            <a:gd name="connsiteY1" fmla="*/ 70485 h 66675"/>
                            <a:gd name="connsiteX2" fmla="*/ 11426 w 1056889"/>
                            <a:gd name="connsiteY2" fmla="*/ 70485 h 66675"/>
                            <a:gd name="connsiteX3" fmla="*/ 0 w 1056889"/>
                            <a:gd name="connsiteY3" fmla="*/ 59055 h 66675"/>
                            <a:gd name="connsiteX4" fmla="*/ 0 w 1056889"/>
                            <a:gd name="connsiteY4" fmla="*/ 11430 h 66675"/>
                            <a:gd name="connsiteX5" fmla="*/ 11426 w 1056889"/>
                            <a:gd name="connsiteY5" fmla="*/ 0 h 66675"/>
                            <a:gd name="connsiteX6" fmla="*/ 1052129 w 1056889"/>
                            <a:gd name="connsiteY6" fmla="*/ 0 h 66675"/>
                            <a:gd name="connsiteX7" fmla="*/ 1063555 w 1056889"/>
                            <a:gd name="connsiteY7" fmla="*/ 11430 h 66675"/>
                            <a:gd name="connsiteX8" fmla="*/ 1063555 w 1056889"/>
                            <a:gd name="connsiteY8" fmla="*/ 59055 h 66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56889" h="66675">
                              <a:moveTo>
                                <a:pt x="1063555" y="59055"/>
                              </a:moveTo>
                              <a:cubicBezTo>
                                <a:pt x="1063555" y="65723"/>
                                <a:pt x="1058794" y="70485"/>
                                <a:pt x="1052129" y="70485"/>
                              </a:cubicBezTo>
                              <a:lnTo>
                                <a:pt x="11426" y="70485"/>
                              </a:lnTo>
                              <a:cubicBezTo>
                                <a:pt x="4761" y="70485"/>
                                <a:pt x="0" y="65723"/>
                                <a:pt x="0" y="59055"/>
                              </a:cubicBezTo>
                              <a:lnTo>
                                <a:pt x="0" y="11430"/>
                              </a:lnTo>
                              <a:cubicBezTo>
                                <a:pt x="0" y="4763"/>
                                <a:pt x="4761" y="0"/>
                                <a:pt x="11426" y="0"/>
                              </a:cubicBezTo>
                              <a:lnTo>
                                <a:pt x="1052129" y="0"/>
                              </a:lnTo>
                              <a:cubicBezTo>
                                <a:pt x="1058794" y="0"/>
                                <a:pt x="1063555" y="4763"/>
                                <a:pt x="1063555" y="11430"/>
                              </a:cubicBezTo>
                              <a:lnTo>
                                <a:pt x="1063555" y="590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6C80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29" name="Freeform 171">
                        <a:extLst/>
                      </wps:cNvPr>
                      <wps:cNvSpPr/>
                      <wps:spPr>
                        <a:xfrm>
                          <a:off x="1120684" y="385762"/>
                          <a:ext cx="295167" cy="9525"/>
                        </a:xfrm>
                        <a:custGeom>
                          <a:avLst/>
                          <a:gdLst>
                            <a:gd name="connsiteX0" fmla="*/ 290407 w 295167"/>
                            <a:gd name="connsiteY0" fmla="*/ 15240 h 9525"/>
                            <a:gd name="connsiteX1" fmla="*/ 7617 w 295167"/>
                            <a:gd name="connsiteY1" fmla="*/ 15240 h 9525"/>
                            <a:gd name="connsiteX2" fmla="*/ 0 w 295167"/>
                            <a:gd name="connsiteY2" fmla="*/ 7620 h 9525"/>
                            <a:gd name="connsiteX3" fmla="*/ 0 w 295167"/>
                            <a:gd name="connsiteY3" fmla="*/ 7620 h 9525"/>
                            <a:gd name="connsiteX4" fmla="*/ 7617 w 295167"/>
                            <a:gd name="connsiteY4" fmla="*/ 0 h 9525"/>
                            <a:gd name="connsiteX5" fmla="*/ 290407 w 295167"/>
                            <a:gd name="connsiteY5" fmla="*/ 0 h 9525"/>
                            <a:gd name="connsiteX6" fmla="*/ 298024 w 295167"/>
                            <a:gd name="connsiteY6" fmla="*/ 7620 h 9525"/>
                            <a:gd name="connsiteX7" fmla="*/ 298024 w 295167"/>
                            <a:gd name="connsiteY7" fmla="*/ 7620 h 9525"/>
                            <a:gd name="connsiteX8" fmla="*/ 290407 w 295167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295167" h="9525">
                              <a:moveTo>
                                <a:pt x="2904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0407" y="0"/>
                              </a:lnTo>
                              <a:cubicBezTo>
                                <a:pt x="294215" y="0"/>
                                <a:pt x="298024" y="3810"/>
                                <a:pt x="298024" y="7620"/>
                              </a:cubicBezTo>
                              <a:lnTo>
                                <a:pt x="298024" y="7620"/>
                              </a:lnTo>
                              <a:cubicBezTo>
                                <a:pt x="298024" y="12383"/>
                                <a:pt x="295167" y="15240"/>
                                <a:pt x="2904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0" name="Freeform 172">
                        <a:extLst/>
                      </wps:cNvPr>
                      <wps:cNvSpPr/>
                      <wps:spPr>
                        <a:xfrm>
                          <a:off x="1121636" y="412433"/>
                          <a:ext cx="304689" cy="9525"/>
                        </a:xfrm>
                        <a:custGeom>
                          <a:avLst/>
                          <a:gdLst>
                            <a:gd name="connsiteX0" fmla="*/ 299928 w 304688"/>
                            <a:gd name="connsiteY0" fmla="*/ 15240 h 9525"/>
                            <a:gd name="connsiteX1" fmla="*/ 7617 w 304688"/>
                            <a:gd name="connsiteY1" fmla="*/ 15240 h 9525"/>
                            <a:gd name="connsiteX2" fmla="*/ 0 w 304688"/>
                            <a:gd name="connsiteY2" fmla="*/ 7620 h 9525"/>
                            <a:gd name="connsiteX3" fmla="*/ 0 w 304688"/>
                            <a:gd name="connsiteY3" fmla="*/ 7620 h 9525"/>
                            <a:gd name="connsiteX4" fmla="*/ 7617 w 304688"/>
                            <a:gd name="connsiteY4" fmla="*/ 0 h 9525"/>
                            <a:gd name="connsiteX5" fmla="*/ 299928 w 304688"/>
                            <a:gd name="connsiteY5" fmla="*/ 0 h 9525"/>
                            <a:gd name="connsiteX6" fmla="*/ 307545 w 304688"/>
                            <a:gd name="connsiteY6" fmla="*/ 7620 h 9525"/>
                            <a:gd name="connsiteX7" fmla="*/ 307545 w 304688"/>
                            <a:gd name="connsiteY7" fmla="*/ 7620 h 9525"/>
                            <a:gd name="connsiteX8" fmla="*/ 299928 w 304688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04688" h="9525">
                              <a:moveTo>
                                <a:pt x="299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299928" y="0"/>
                              </a:lnTo>
                              <a:cubicBezTo>
                                <a:pt x="303737" y="0"/>
                                <a:pt x="307545" y="3810"/>
                                <a:pt x="307545" y="7620"/>
                              </a:cubicBezTo>
                              <a:lnTo>
                                <a:pt x="307545" y="7620"/>
                              </a:lnTo>
                              <a:cubicBezTo>
                                <a:pt x="307545" y="11430"/>
                                <a:pt x="303737" y="15240"/>
                                <a:pt x="299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1" name="Freeform 173">
                        <a:extLst/>
                      </wps:cNvPr>
                      <wps:cNvSpPr/>
                      <wps:spPr>
                        <a:xfrm>
                          <a:off x="1120684" y="439103"/>
                          <a:ext cx="314210" cy="9525"/>
                        </a:xfrm>
                        <a:custGeom>
                          <a:avLst/>
                          <a:gdLst>
                            <a:gd name="connsiteX0" fmla="*/ 311354 w 314210"/>
                            <a:gd name="connsiteY0" fmla="*/ 15240 h 9525"/>
                            <a:gd name="connsiteX1" fmla="*/ 7617 w 314210"/>
                            <a:gd name="connsiteY1" fmla="*/ 15240 h 9525"/>
                            <a:gd name="connsiteX2" fmla="*/ 0 w 314210"/>
                            <a:gd name="connsiteY2" fmla="*/ 7620 h 9525"/>
                            <a:gd name="connsiteX3" fmla="*/ 0 w 314210"/>
                            <a:gd name="connsiteY3" fmla="*/ 7620 h 9525"/>
                            <a:gd name="connsiteX4" fmla="*/ 7617 w 314210"/>
                            <a:gd name="connsiteY4" fmla="*/ 0 h 9525"/>
                            <a:gd name="connsiteX5" fmla="*/ 311354 w 314210"/>
                            <a:gd name="connsiteY5" fmla="*/ 0 h 9525"/>
                            <a:gd name="connsiteX6" fmla="*/ 318971 w 314210"/>
                            <a:gd name="connsiteY6" fmla="*/ 7620 h 9525"/>
                            <a:gd name="connsiteX7" fmla="*/ 318971 w 314210"/>
                            <a:gd name="connsiteY7" fmla="*/ 7620 h 9525"/>
                            <a:gd name="connsiteX8" fmla="*/ 311354 w 314210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14210" h="9525">
                              <a:moveTo>
                                <a:pt x="31135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11354" y="0"/>
                              </a:lnTo>
                              <a:cubicBezTo>
                                <a:pt x="315163" y="0"/>
                                <a:pt x="318971" y="3810"/>
                                <a:pt x="318971" y="7620"/>
                              </a:cubicBezTo>
                              <a:lnTo>
                                <a:pt x="318971" y="7620"/>
                              </a:lnTo>
                              <a:cubicBezTo>
                                <a:pt x="318971" y="11430"/>
                                <a:pt x="315163" y="15240"/>
                                <a:pt x="31135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2" name="Freeform 174">
                        <a:extLst/>
                      </wps:cNvPr>
                      <wps:cNvSpPr/>
                      <wps:spPr>
                        <a:xfrm>
                          <a:off x="1120684" y="464820"/>
                          <a:ext cx="323732" cy="9525"/>
                        </a:xfrm>
                        <a:custGeom>
                          <a:avLst/>
                          <a:gdLst>
                            <a:gd name="connsiteX0" fmla="*/ 320876 w 323732"/>
                            <a:gd name="connsiteY0" fmla="*/ 15240 h 9525"/>
                            <a:gd name="connsiteX1" fmla="*/ 7617 w 323732"/>
                            <a:gd name="connsiteY1" fmla="*/ 15240 h 9525"/>
                            <a:gd name="connsiteX2" fmla="*/ 0 w 323732"/>
                            <a:gd name="connsiteY2" fmla="*/ 7620 h 9525"/>
                            <a:gd name="connsiteX3" fmla="*/ 0 w 323732"/>
                            <a:gd name="connsiteY3" fmla="*/ 7620 h 9525"/>
                            <a:gd name="connsiteX4" fmla="*/ 7617 w 323732"/>
                            <a:gd name="connsiteY4" fmla="*/ 0 h 9525"/>
                            <a:gd name="connsiteX5" fmla="*/ 320876 w 323732"/>
                            <a:gd name="connsiteY5" fmla="*/ 0 h 9525"/>
                            <a:gd name="connsiteX6" fmla="*/ 328493 w 323732"/>
                            <a:gd name="connsiteY6" fmla="*/ 7620 h 9525"/>
                            <a:gd name="connsiteX7" fmla="*/ 328493 w 323732"/>
                            <a:gd name="connsiteY7" fmla="*/ 7620 h 9525"/>
                            <a:gd name="connsiteX8" fmla="*/ 320876 w 32373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23732" h="9525">
                              <a:moveTo>
                                <a:pt x="320876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20876" y="0"/>
                              </a:lnTo>
                              <a:cubicBezTo>
                                <a:pt x="324684" y="0"/>
                                <a:pt x="328493" y="3810"/>
                                <a:pt x="328493" y="7620"/>
                              </a:cubicBezTo>
                              <a:lnTo>
                                <a:pt x="328493" y="7620"/>
                              </a:lnTo>
                              <a:cubicBezTo>
                                <a:pt x="328493" y="12382"/>
                                <a:pt x="325636" y="15240"/>
                                <a:pt x="320876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3" name="Freeform 175">
                        <a:extLst/>
                      </wps:cNvPr>
                      <wps:cNvSpPr/>
                      <wps:spPr>
                        <a:xfrm>
                          <a:off x="1120684" y="491490"/>
                          <a:ext cx="333254" cy="9525"/>
                        </a:xfrm>
                        <a:custGeom>
                          <a:avLst/>
                          <a:gdLst>
                            <a:gd name="connsiteX0" fmla="*/ 331349 w 333253"/>
                            <a:gd name="connsiteY0" fmla="*/ 15240 h 9525"/>
                            <a:gd name="connsiteX1" fmla="*/ 7617 w 333253"/>
                            <a:gd name="connsiteY1" fmla="*/ 15240 h 9525"/>
                            <a:gd name="connsiteX2" fmla="*/ 0 w 333253"/>
                            <a:gd name="connsiteY2" fmla="*/ 7620 h 9525"/>
                            <a:gd name="connsiteX3" fmla="*/ 0 w 333253"/>
                            <a:gd name="connsiteY3" fmla="*/ 7620 h 9525"/>
                            <a:gd name="connsiteX4" fmla="*/ 7617 w 333253"/>
                            <a:gd name="connsiteY4" fmla="*/ 0 h 9525"/>
                            <a:gd name="connsiteX5" fmla="*/ 331349 w 333253"/>
                            <a:gd name="connsiteY5" fmla="*/ 0 h 9525"/>
                            <a:gd name="connsiteX6" fmla="*/ 338967 w 333253"/>
                            <a:gd name="connsiteY6" fmla="*/ 7620 h 9525"/>
                            <a:gd name="connsiteX7" fmla="*/ 338967 w 333253"/>
                            <a:gd name="connsiteY7" fmla="*/ 7620 h 9525"/>
                            <a:gd name="connsiteX8" fmla="*/ 331349 w 333253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33253" h="9525">
                              <a:moveTo>
                                <a:pt x="331349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1349" y="0"/>
                              </a:lnTo>
                              <a:cubicBezTo>
                                <a:pt x="335158" y="0"/>
                                <a:pt x="338967" y="3810"/>
                                <a:pt x="338967" y="7620"/>
                              </a:cubicBezTo>
                              <a:lnTo>
                                <a:pt x="338967" y="7620"/>
                              </a:lnTo>
                              <a:cubicBezTo>
                                <a:pt x="338967" y="11430"/>
                                <a:pt x="336110" y="15240"/>
                                <a:pt x="331349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4" name="Freeform 176">
                        <a:extLst/>
                      </wps:cNvPr>
                      <wps:cNvSpPr/>
                      <wps:spPr>
                        <a:xfrm>
                          <a:off x="1120684" y="517208"/>
                          <a:ext cx="342775" cy="9525"/>
                        </a:xfrm>
                        <a:custGeom>
                          <a:avLst/>
                          <a:gdLst>
                            <a:gd name="connsiteX0" fmla="*/ 338014 w 342775"/>
                            <a:gd name="connsiteY0" fmla="*/ 15240 h 9525"/>
                            <a:gd name="connsiteX1" fmla="*/ 7617 w 342775"/>
                            <a:gd name="connsiteY1" fmla="*/ 15240 h 9525"/>
                            <a:gd name="connsiteX2" fmla="*/ 0 w 342775"/>
                            <a:gd name="connsiteY2" fmla="*/ 7620 h 9525"/>
                            <a:gd name="connsiteX3" fmla="*/ 0 w 342775"/>
                            <a:gd name="connsiteY3" fmla="*/ 7620 h 9525"/>
                            <a:gd name="connsiteX4" fmla="*/ 7617 w 342775"/>
                            <a:gd name="connsiteY4" fmla="*/ 0 h 9525"/>
                            <a:gd name="connsiteX5" fmla="*/ 338014 w 342775"/>
                            <a:gd name="connsiteY5" fmla="*/ 0 h 9525"/>
                            <a:gd name="connsiteX6" fmla="*/ 345632 w 342775"/>
                            <a:gd name="connsiteY6" fmla="*/ 7620 h 9525"/>
                            <a:gd name="connsiteX7" fmla="*/ 345632 w 342775"/>
                            <a:gd name="connsiteY7" fmla="*/ 7620 h 9525"/>
                            <a:gd name="connsiteX8" fmla="*/ 338014 w 342775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342775" h="9525">
                              <a:moveTo>
                                <a:pt x="338014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338014" y="0"/>
                              </a:lnTo>
                              <a:cubicBezTo>
                                <a:pt x="341823" y="0"/>
                                <a:pt x="345632" y="3810"/>
                                <a:pt x="345632" y="7620"/>
                              </a:cubicBezTo>
                              <a:lnTo>
                                <a:pt x="345632" y="7620"/>
                              </a:lnTo>
                              <a:cubicBezTo>
                                <a:pt x="345632" y="12382"/>
                                <a:pt x="341823" y="15240"/>
                                <a:pt x="338014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5" name="Freeform 177">
                        <a:extLst/>
                      </wps:cNvPr>
                      <wps:cNvSpPr/>
                      <wps:spPr>
                        <a:xfrm>
                          <a:off x="1319684" y="543878"/>
                          <a:ext cx="152344" cy="9525"/>
                        </a:xfrm>
                        <a:custGeom>
                          <a:avLst/>
                          <a:gdLst>
                            <a:gd name="connsiteX0" fmla="*/ 145680 w 152344"/>
                            <a:gd name="connsiteY0" fmla="*/ 15240 h 9525"/>
                            <a:gd name="connsiteX1" fmla="*/ 7617 w 152344"/>
                            <a:gd name="connsiteY1" fmla="*/ 15240 h 9525"/>
                            <a:gd name="connsiteX2" fmla="*/ 0 w 152344"/>
                            <a:gd name="connsiteY2" fmla="*/ 7620 h 9525"/>
                            <a:gd name="connsiteX3" fmla="*/ 0 w 152344"/>
                            <a:gd name="connsiteY3" fmla="*/ 7620 h 9525"/>
                            <a:gd name="connsiteX4" fmla="*/ 7617 w 152344"/>
                            <a:gd name="connsiteY4" fmla="*/ 0 h 9525"/>
                            <a:gd name="connsiteX5" fmla="*/ 145680 w 152344"/>
                            <a:gd name="connsiteY5" fmla="*/ 0 h 9525"/>
                            <a:gd name="connsiteX6" fmla="*/ 153297 w 152344"/>
                            <a:gd name="connsiteY6" fmla="*/ 7620 h 9525"/>
                            <a:gd name="connsiteX7" fmla="*/ 153297 w 152344"/>
                            <a:gd name="connsiteY7" fmla="*/ 7620 h 9525"/>
                            <a:gd name="connsiteX8" fmla="*/ 145680 w 152344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52344" h="9525">
                              <a:moveTo>
                                <a:pt x="145680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45680" y="0"/>
                              </a:lnTo>
                              <a:cubicBezTo>
                                <a:pt x="149488" y="0"/>
                                <a:pt x="153297" y="3810"/>
                                <a:pt x="153297" y="7620"/>
                              </a:cubicBezTo>
                              <a:lnTo>
                                <a:pt x="153297" y="7620"/>
                              </a:lnTo>
                              <a:cubicBezTo>
                                <a:pt x="153297" y="12382"/>
                                <a:pt x="150440" y="15240"/>
                                <a:pt x="145680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6" name="Freeform 178">
                        <a:extLst/>
                      </wps:cNvPr>
                      <wps:cNvSpPr/>
                      <wps:spPr>
                        <a:xfrm>
                          <a:off x="1356818" y="570547"/>
                          <a:ext cx="123780" cy="9525"/>
                        </a:xfrm>
                        <a:custGeom>
                          <a:avLst/>
                          <a:gdLst>
                            <a:gd name="connsiteX0" fmla="*/ 116162 w 123779"/>
                            <a:gd name="connsiteY0" fmla="*/ 15240 h 9525"/>
                            <a:gd name="connsiteX1" fmla="*/ 7617 w 123779"/>
                            <a:gd name="connsiteY1" fmla="*/ 15240 h 9525"/>
                            <a:gd name="connsiteX2" fmla="*/ 0 w 123779"/>
                            <a:gd name="connsiteY2" fmla="*/ 7620 h 9525"/>
                            <a:gd name="connsiteX3" fmla="*/ 0 w 123779"/>
                            <a:gd name="connsiteY3" fmla="*/ 7620 h 9525"/>
                            <a:gd name="connsiteX4" fmla="*/ 7617 w 123779"/>
                            <a:gd name="connsiteY4" fmla="*/ 0 h 9525"/>
                            <a:gd name="connsiteX5" fmla="*/ 117115 w 123779"/>
                            <a:gd name="connsiteY5" fmla="*/ 0 h 9525"/>
                            <a:gd name="connsiteX6" fmla="*/ 124732 w 123779"/>
                            <a:gd name="connsiteY6" fmla="*/ 7620 h 9525"/>
                            <a:gd name="connsiteX7" fmla="*/ 124732 w 123779"/>
                            <a:gd name="connsiteY7" fmla="*/ 7620 h 9525"/>
                            <a:gd name="connsiteX8" fmla="*/ 116162 w 123779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3779" h="9525">
                              <a:moveTo>
                                <a:pt x="116162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17115" y="0"/>
                              </a:lnTo>
                              <a:cubicBezTo>
                                <a:pt x="120923" y="0"/>
                                <a:pt x="124732" y="3810"/>
                                <a:pt x="124732" y="7620"/>
                              </a:cubicBezTo>
                              <a:lnTo>
                                <a:pt x="124732" y="7620"/>
                              </a:lnTo>
                              <a:cubicBezTo>
                                <a:pt x="123780" y="11430"/>
                                <a:pt x="120923" y="15240"/>
                                <a:pt x="116162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7" name="Freeform 179">
                        <a:extLst/>
                      </wps:cNvPr>
                      <wps:cNvSpPr/>
                      <wps:spPr>
                        <a:xfrm>
                          <a:off x="1382526" y="596265"/>
                          <a:ext cx="104737" cy="9525"/>
                        </a:xfrm>
                        <a:custGeom>
                          <a:avLst/>
                          <a:gdLst>
                            <a:gd name="connsiteX0" fmla="*/ 100928 w 104736"/>
                            <a:gd name="connsiteY0" fmla="*/ 15240 h 9525"/>
                            <a:gd name="connsiteX1" fmla="*/ 7617 w 104736"/>
                            <a:gd name="connsiteY1" fmla="*/ 15240 h 9525"/>
                            <a:gd name="connsiteX2" fmla="*/ 0 w 104736"/>
                            <a:gd name="connsiteY2" fmla="*/ 7620 h 9525"/>
                            <a:gd name="connsiteX3" fmla="*/ 0 w 104736"/>
                            <a:gd name="connsiteY3" fmla="*/ 7620 h 9525"/>
                            <a:gd name="connsiteX4" fmla="*/ 7617 w 104736"/>
                            <a:gd name="connsiteY4" fmla="*/ 0 h 9525"/>
                            <a:gd name="connsiteX5" fmla="*/ 100928 w 104736"/>
                            <a:gd name="connsiteY5" fmla="*/ 0 h 9525"/>
                            <a:gd name="connsiteX6" fmla="*/ 108545 w 104736"/>
                            <a:gd name="connsiteY6" fmla="*/ 7620 h 9525"/>
                            <a:gd name="connsiteX7" fmla="*/ 108545 w 104736"/>
                            <a:gd name="connsiteY7" fmla="*/ 7620 h 9525"/>
                            <a:gd name="connsiteX8" fmla="*/ 100928 w 104736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4736" h="9525">
                              <a:moveTo>
                                <a:pt x="100928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100928" y="0"/>
                              </a:lnTo>
                              <a:cubicBezTo>
                                <a:pt x="104737" y="0"/>
                                <a:pt x="108545" y="3810"/>
                                <a:pt x="108545" y="7620"/>
                              </a:cubicBezTo>
                              <a:lnTo>
                                <a:pt x="108545" y="7620"/>
                              </a:lnTo>
                              <a:cubicBezTo>
                                <a:pt x="108545" y="12382"/>
                                <a:pt x="104737" y="15240"/>
                                <a:pt x="100928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8" name="Freeform 180">
                        <a:extLst/>
                      </wps:cNvPr>
                      <wps:cNvSpPr/>
                      <wps:spPr>
                        <a:xfrm>
                          <a:off x="1395856" y="622935"/>
                          <a:ext cx="76172" cy="9525"/>
                        </a:xfrm>
                        <a:custGeom>
                          <a:avLst/>
                          <a:gdLst>
                            <a:gd name="connsiteX0" fmla="*/ 69507 w 76172"/>
                            <a:gd name="connsiteY0" fmla="*/ 15240 h 9525"/>
                            <a:gd name="connsiteX1" fmla="*/ 7617 w 76172"/>
                            <a:gd name="connsiteY1" fmla="*/ 15240 h 9525"/>
                            <a:gd name="connsiteX2" fmla="*/ 0 w 76172"/>
                            <a:gd name="connsiteY2" fmla="*/ 7620 h 9525"/>
                            <a:gd name="connsiteX3" fmla="*/ 0 w 76172"/>
                            <a:gd name="connsiteY3" fmla="*/ 7620 h 9525"/>
                            <a:gd name="connsiteX4" fmla="*/ 7617 w 76172"/>
                            <a:gd name="connsiteY4" fmla="*/ 0 h 9525"/>
                            <a:gd name="connsiteX5" fmla="*/ 69507 w 76172"/>
                            <a:gd name="connsiteY5" fmla="*/ 0 h 9525"/>
                            <a:gd name="connsiteX6" fmla="*/ 77124 w 76172"/>
                            <a:gd name="connsiteY6" fmla="*/ 7620 h 9525"/>
                            <a:gd name="connsiteX7" fmla="*/ 77124 w 76172"/>
                            <a:gd name="connsiteY7" fmla="*/ 7620 h 9525"/>
                            <a:gd name="connsiteX8" fmla="*/ 69507 w 76172"/>
                            <a:gd name="connsiteY8" fmla="*/ 1524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6172" h="9525">
                              <a:moveTo>
                                <a:pt x="69507" y="15240"/>
                              </a:moveTo>
                              <a:lnTo>
                                <a:pt x="7617" y="15240"/>
                              </a:lnTo>
                              <a:cubicBezTo>
                                <a:pt x="3809" y="15240"/>
                                <a:pt x="0" y="11430"/>
                                <a:pt x="0" y="7620"/>
                              </a:cubicBezTo>
                              <a:lnTo>
                                <a:pt x="0" y="7620"/>
                              </a:lnTo>
                              <a:cubicBezTo>
                                <a:pt x="0" y="3810"/>
                                <a:pt x="3809" y="0"/>
                                <a:pt x="7617" y="0"/>
                              </a:cubicBezTo>
                              <a:lnTo>
                                <a:pt x="69507" y="0"/>
                              </a:lnTo>
                              <a:cubicBezTo>
                                <a:pt x="73316" y="0"/>
                                <a:pt x="77124" y="3810"/>
                                <a:pt x="77124" y="7620"/>
                              </a:cubicBezTo>
                              <a:lnTo>
                                <a:pt x="77124" y="7620"/>
                              </a:lnTo>
                              <a:cubicBezTo>
                                <a:pt x="77124" y="11430"/>
                                <a:pt x="74268" y="15240"/>
                                <a:pt x="69507" y="152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9" name="Freeform 181">
                        <a:extLst/>
                      </wps:cNvPr>
                      <wps:cNvSpPr/>
                      <wps:spPr>
                        <a:xfrm>
                          <a:off x="1088311" y="559100"/>
                          <a:ext cx="447512" cy="104775"/>
                        </a:xfrm>
                        <a:custGeom>
                          <a:avLst/>
                          <a:gdLst>
                            <a:gd name="connsiteX0" fmla="*/ 451320 w 447511"/>
                            <a:gd name="connsiteY0" fmla="*/ 53358 h 104775"/>
                            <a:gd name="connsiteX1" fmla="*/ 449416 w 447511"/>
                            <a:gd name="connsiteY1" fmla="*/ 48595 h 104775"/>
                            <a:gd name="connsiteX2" fmla="*/ 366579 w 447511"/>
                            <a:gd name="connsiteY2" fmla="*/ 100983 h 104775"/>
                            <a:gd name="connsiteX3" fmla="*/ 308498 w 447511"/>
                            <a:gd name="connsiteY3" fmla="*/ 100983 h 104775"/>
                            <a:gd name="connsiteX4" fmla="*/ 134254 w 447511"/>
                            <a:gd name="connsiteY4" fmla="*/ 18 h 104775"/>
                            <a:gd name="connsiteX5" fmla="*/ 0 w 447511"/>
                            <a:gd name="connsiteY5" fmla="*/ 18 h 104775"/>
                            <a:gd name="connsiteX6" fmla="*/ 0 w 447511"/>
                            <a:gd name="connsiteY6" fmla="*/ 11447 h 104775"/>
                            <a:gd name="connsiteX7" fmla="*/ 134254 w 447511"/>
                            <a:gd name="connsiteY7" fmla="*/ 11447 h 104775"/>
                            <a:gd name="connsiteX8" fmla="*/ 134254 w 447511"/>
                            <a:gd name="connsiteY8" fmla="*/ 11447 h 104775"/>
                            <a:gd name="connsiteX9" fmla="*/ 299928 w 447511"/>
                            <a:gd name="connsiteY9" fmla="*/ 109555 h 104775"/>
                            <a:gd name="connsiteX10" fmla="*/ 304689 w 447511"/>
                            <a:gd name="connsiteY10" fmla="*/ 112412 h 104775"/>
                            <a:gd name="connsiteX11" fmla="*/ 368483 w 447511"/>
                            <a:gd name="connsiteY11" fmla="*/ 112412 h 104775"/>
                            <a:gd name="connsiteX12" fmla="*/ 371340 w 447511"/>
                            <a:gd name="connsiteY12" fmla="*/ 111460 h 104775"/>
                            <a:gd name="connsiteX13" fmla="*/ 452273 w 447511"/>
                            <a:gd name="connsiteY13" fmla="*/ 60025 h 104775"/>
                            <a:gd name="connsiteX14" fmla="*/ 451320 w 447511"/>
                            <a:gd name="connsiteY14" fmla="*/ 53358 h 104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447511" h="104775">
                              <a:moveTo>
                                <a:pt x="451320" y="53358"/>
                              </a:moveTo>
                              <a:cubicBezTo>
                                <a:pt x="450368" y="51452"/>
                                <a:pt x="450368" y="50500"/>
                                <a:pt x="449416" y="48595"/>
                              </a:cubicBezTo>
                              <a:lnTo>
                                <a:pt x="366579" y="100983"/>
                              </a:lnTo>
                              <a:lnTo>
                                <a:pt x="308498" y="100983"/>
                              </a:lnTo>
                              <a:cubicBezTo>
                                <a:pt x="253273" y="-3792"/>
                                <a:pt x="139967" y="18"/>
                                <a:pt x="134254" y="18"/>
                              </a:cubicBezTo>
                              <a:lnTo>
                                <a:pt x="0" y="18"/>
                              </a:lnTo>
                              <a:lnTo>
                                <a:pt x="0" y="11447"/>
                              </a:lnTo>
                              <a:lnTo>
                                <a:pt x="134254" y="11447"/>
                              </a:lnTo>
                              <a:cubicBezTo>
                                <a:pt x="134254" y="11447"/>
                                <a:pt x="134254" y="11447"/>
                                <a:pt x="134254" y="11447"/>
                              </a:cubicBezTo>
                              <a:cubicBezTo>
                                <a:pt x="135206" y="11447"/>
                                <a:pt x="246608" y="5733"/>
                                <a:pt x="299928" y="109555"/>
                              </a:cubicBezTo>
                              <a:cubicBezTo>
                                <a:pt x="300880" y="111460"/>
                                <a:pt x="302785" y="112412"/>
                                <a:pt x="304689" y="112412"/>
                              </a:cubicBezTo>
                              <a:lnTo>
                                <a:pt x="368483" y="112412"/>
                              </a:lnTo>
                              <a:cubicBezTo>
                                <a:pt x="369435" y="112412"/>
                                <a:pt x="370387" y="112412"/>
                                <a:pt x="371340" y="111460"/>
                              </a:cubicBezTo>
                              <a:lnTo>
                                <a:pt x="452273" y="60025"/>
                              </a:lnTo>
                              <a:cubicBezTo>
                                <a:pt x="452273" y="58120"/>
                                <a:pt x="452273" y="56215"/>
                                <a:pt x="451320" y="5335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0" name="Freeform 182">
                        <a:extLst/>
                      </wps:cNvPr>
                      <wps:cNvSpPr/>
                      <wps:spPr>
                        <a:xfrm>
                          <a:off x="1088311" y="122873"/>
                          <a:ext cx="285646" cy="9525"/>
                        </a:xfrm>
                        <a:custGeom>
                          <a:avLst/>
                          <a:gdLst>
                            <a:gd name="connsiteX0" fmla="*/ 0 w 285645"/>
                            <a:gd name="connsiteY0" fmla="*/ 11430 h 9525"/>
                            <a:gd name="connsiteX1" fmla="*/ 293263 w 285645"/>
                            <a:gd name="connsiteY1" fmla="*/ 11430 h 9525"/>
                            <a:gd name="connsiteX2" fmla="*/ 285646 w 285645"/>
                            <a:gd name="connsiteY2" fmla="*/ 0 h 9525"/>
                            <a:gd name="connsiteX3" fmla="*/ 0 w 285645"/>
                            <a:gd name="connsiteY3" fmla="*/ 0 h 9525"/>
                            <a:gd name="connsiteX4" fmla="*/ 0 w 285645"/>
                            <a:gd name="connsiteY4" fmla="*/ 1143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5645" h="9525">
                              <a:moveTo>
                                <a:pt x="0" y="11430"/>
                              </a:moveTo>
                              <a:lnTo>
                                <a:pt x="293263" y="11430"/>
                              </a:lnTo>
                              <a:cubicBezTo>
                                <a:pt x="290407" y="7620"/>
                                <a:pt x="288502" y="3810"/>
                                <a:pt x="285646" y="0"/>
                              </a:cubicBezTo>
                              <a:lnTo>
                                <a:pt x="0" y="0"/>
                              </a:lnTo>
                              <a:lnTo>
                                <a:pt x="0" y="114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1" name="Freeform 183">
                        <a:extLst/>
                      </wps:cNvPr>
                      <wps:cNvSpPr/>
                      <wps:spPr>
                        <a:xfrm>
                          <a:off x="1088311" y="357187"/>
                          <a:ext cx="361818" cy="9525"/>
                        </a:xfrm>
                        <a:custGeom>
                          <a:avLst/>
                          <a:gdLst>
                            <a:gd name="connsiteX0" fmla="*/ 0 w 361818"/>
                            <a:gd name="connsiteY0" fmla="*/ 8572 h 0"/>
                            <a:gd name="connsiteX1" fmla="*/ 369435 w 361818"/>
                            <a:gd name="connsiteY1" fmla="*/ 8572 h 0"/>
                            <a:gd name="connsiteX2" fmla="*/ 366579 w 361818"/>
                            <a:gd name="connsiteY2" fmla="*/ 0 h 0"/>
                            <a:gd name="connsiteX3" fmla="*/ 0 w 361818"/>
                            <a:gd name="connsiteY3" fmla="*/ 0 h 0"/>
                            <a:gd name="connsiteX4" fmla="*/ 0 w 361818"/>
                            <a:gd name="connsiteY4" fmla="*/ 8572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61818">
                              <a:moveTo>
                                <a:pt x="0" y="8572"/>
                              </a:moveTo>
                              <a:lnTo>
                                <a:pt x="369435" y="8572"/>
                              </a:lnTo>
                              <a:cubicBezTo>
                                <a:pt x="368483" y="5715"/>
                                <a:pt x="367531" y="2858"/>
                                <a:pt x="366579" y="0"/>
                              </a:cubicBezTo>
                              <a:lnTo>
                                <a:pt x="0" y="0"/>
                              </a:lnTo>
                              <a:lnTo>
                                <a:pt x="0" y="85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2" name="Freeform 184">
                        <a:extLst/>
                      </wps:cNvPr>
                      <wps:cNvSpPr/>
                      <wps:spPr>
                        <a:xfrm>
                          <a:off x="1118780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033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3" name="Freeform 185">
                        <a:extLst/>
                      </wps:cNvPr>
                      <wps:cNvSpPr/>
                      <wps:spPr>
                        <a:xfrm>
                          <a:off x="1160674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40942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4" name="Freeform 186">
                        <a:extLst/>
                      </wps:cNvPr>
                      <wps:cNvSpPr/>
                      <wps:spPr>
                        <a:xfrm>
                          <a:off x="1204473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0947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5" name="Freeform 187">
                        <a:extLst/>
                      </wps:cNvPr>
                      <wps:cNvSpPr/>
                      <wps:spPr>
                        <a:xfrm>
                          <a:off x="1244464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7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3809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6" name="Freeform 188">
                        <a:extLst/>
                      </wps:cNvPr>
                      <wps:cNvSpPr/>
                      <wps:spPr>
                        <a:xfrm>
                          <a:off x="1197570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7" name="Freeform 189">
                        <a:extLst/>
                      </wps:cNvPr>
                      <wps:cNvSpPr/>
                      <wps:spPr>
                        <a:xfrm>
                          <a:off x="1178765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8" name="Freeform 190">
                        <a:extLst/>
                      </wps:cNvPr>
                      <wps:cNvSpPr/>
                      <wps:spPr>
                        <a:xfrm>
                          <a:off x="1198522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047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49" name="Freeform 191">
                        <a:extLst/>
                      </wps:cNvPr>
                      <wps:cNvSpPr/>
                      <wps:spPr>
                        <a:xfrm>
                          <a:off x="1245416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0" name="Freeform 192">
                        <a:extLst/>
                      </wps:cNvPr>
                      <wps:cNvSpPr/>
                      <wps:spPr>
                        <a:xfrm>
                          <a:off x="1292071" y="789623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1" name="Freeform 193">
                        <a:extLst/>
                      </wps:cNvPr>
                      <wps:cNvSpPr/>
                      <wps:spPr>
                        <a:xfrm>
                          <a:off x="1311114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7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7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4282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2" name="Freeform 194">
                        <a:extLst/>
                      </wps:cNvPr>
                      <wps:cNvSpPr/>
                      <wps:spPr>
                        <a:xfrm>
                          <a:off x="1292071" y="695325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13335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0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10350"/>
                                <a:pt x="10346" y="13335"/>
                                <a:pt x="6665" y="13335"/>
                              </a:cubicBezTo>
                              <a:cubicBezTo>
                                <a:pt x="2984" y="13335"/>
                                <a:pt x="0" y="10350"/>
                                <a:pt x="0" y="6668"/>
                              </a:cubicBezTo>
                              <a:cubicBezTo>
                                <a:pt x="0" y="2985"/>
                                <a:pt x="2984" y="0"/>
                                <a:pt x="6665" y="0"/>
                              </a:cubicBezTo>
                              <a:cubicBezTo>
                                <a:pt x="10346" y="0"/>
                                <a:pt x="13330" y="2985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3" name="Freeform 195">
                        <a:extLst/>
                      </wps:cNvPr>
                      <wps:cNvSpPr/>
                      <wps:spPr>
                        <a:xfrm>
                          <a:off x="94263" y="615315"/>
                          <a:ext cx="266603" cy="266700"/>
                        </a:xfrm>
                        <a:custGeom>
                          <a:avLst/>
                          <a:gdLst>
                            <a:gd name="connsiteX0" fmla="*/ 0 w 266602"/>
                            <a:gd name="connsiteY0" fmla="*/ 133350 h 266700"/>
                            <a:gd name="connsiteX1" fmla="*/ 133301 w 266602"/>
                            <a:gd name="connsiteY1" fmla="*/ 266700 h 266700"/>
                            <a:gd name="connsiteX2" fmla="*/ 266603 w 266602"/>
                            <a:gd name="connsiteY2" fmla="*/ 133350 h 266700"/>
                            <a:gd name="connsiteX3" fmla="*/ 133301 w 266602"/>
                            <a:gd name="connsiteY3" fmla="*/ 0 h 266700"/>
                            <a:gd name="connsiteX4" fmla="*/ 0 w 266602"/>
                            <a:gd name="connsiteY4" fmla="*/ 133350 h 266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6602" h="266700">
                              <a:moveTo>
                                <a:pt x="0" y="133350"/>
                              </a:moveTo>
                              <a:cubicBezTo>
                                <a:pt x="0" y="206693"/>
                                <a:pt x="59986" y="266700"/>
                                <a:pt x="133301" y="266700"/>
                              </a:cubicBezTo>
                              <a:cubicBezTo>
                                <a:pt x="206617" y="266700"/>
                                <a:pt x="266603" y="206693"/>
                                <a:pt x="266603" y="133350"/>
                              </a:cubicBezTo>
                              <a:cubicBezTo>
                                <a:pt x="266603" y="60007"/>
                                <a:pt x="206617" y="0"/>
                                <a:pt x="133301" y="0"/>
                              </a:cubicBezTo>
                              <a:cubicBezTo>
                                <a:pt x="59986" y="0"/>
                                <a:pt x="0" y="60007"/>
                                <a:pt x="0" y="1333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4E4E4E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4" name="Freeform 196">
                        <a:extLst/>
                      </wps:cNvPr>
                      <wps:cNvSpPr/>
                      <wps:spPr>
                        <a:xfrm>
                          <a:off x="137110" y="658178"/>
                          <a:ext cx="180909" cy="180975"/>
                        </a:xfrm>
                        <a:custGeom>
                          <a:avLst/>
                          <a:gdLst>
                            <a:gd name="connsiteX0" fmla="*/ 0 w 180909"/>
                            <a:gd name="connsiteY0" fmla="*/ 90488 h 180975"/>
                            <a:gd name="connsiteX1" fmla="*/ 90455 w 180909"/>
                            <a:gd name="connsiteY1" fmla="*/ 180975 h 180975"/>
                            <a:gd name="connsiteX2" fmla="*/ 180909 w 180909"/>
                            <a:gd name="connsiteY2" fmla="*/ 90488 h 180975"/>
                            <a:gd name="connsiteX3" fmla="*/ 90455 w 180909"/>
                            <a:gd name="connsiteY3" fmla="*/ 0 h 180975"/>
                            <a:gd name="connsiteX4" fmla="*/ 0 w 180909"/>
                            <a:gd name="connsiteY4" fmla="*/ 90488 h 180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0909" h="180975">
                              <a:moveTo>
                                <a:pt x="0" y="90488"/>
                              </a:moveTo>
                              <a:cubicBezTo>
                                <a:pt x="0" y="140970"/>
                                <a:pt x="40942" y="180975"/>
                                <a:pt x="90455" y="180975"/>
                              </a:cubicBezTo>
                              <a:cubicBezTo>
                                <a:pt x="140919" y="180975"/>
                                <a:pt x="180909" y="140018"/>
                                <a:pt x="180909" y="90488"/>
                              </a:cubicBezTo>
                              <a:cubicBezTo>
                                <a:pt x="180909" y="40005"/>
                                <a:pt x="139966" y="0"/>
                                <a:pt x="90455" y="0"/>
                              </a:cubicBezTo>
                              <a:cubicBezTo>
                                <a:pt x="39990" y="0"/>
                                <a:pt x="0" y="40957"/>
                                <a:pt x="0" y="9048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5" name="Freeform 197">
                        <a:extLst/>
                      </wps:cNvPr>
                      <wps:cNvSpPr/>
                      <wps:spPr>
                        <a:xfrm>
                          <a:off x="179957" y="701040"/>
                          <a:ext cx="95215" cy="95250"/>
                        </a:xfrm>
                        <a:custGeom>
                          <a:avLst/>
                          <a:gdLst>
                            <a:gd name="connsiteX0" fmla="*/ 0 w 95215"/>
                            <a:gd name="connsiteY0" fmla="*/ 47625 h 95250"/>
                            <a:gd name="connsiteX1" fmla="*/ 47608 w 95215"/>
                            <a:gd name="connsiteY1" fmla="*/ 95250 h 95250"/>
                            <a:gd name="connsiteX2" fmla="*/ 95215 w 95215"/>
                            <a:gd name="connsiteY2" fmla="*/ 47625 h 95250"/>
                            <a:gd name="connsiteX3" fmla="*/ 47608 w 95215"/>
                            <a:gd name="connsiteY3" fmla="*/ 0 h 95250"/>
                            <a:gd name="connsiteX4" fmla="*/ 0 w 95215"/>
                            <a:gd name="connsiteY4" fmla="*/ 47625 h 95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5" h="95250">
                              <a:moveTo>
                                <a:pt x="0" y="47625"/>
                              </a:moveTo>
                              <a:cubicBezTo>
                                <a:pt x="0" y="74295"/>
                                <a:pt x="20947" y="95250"/>
                                <a:pt x="47608" y="95250"/>
                              </a:cubicBezTo>
                              <a:cubicBezTo>
                                <a:pt x="74268" y="95250"/>
                                <a:pt x="95215" y="74295"/>
                                <a:pt x="95215" y="47625"/>
                              </a:cubicBezTo>
                              <a:cubicBezTo>
                                <a:pt x="95215" y="20955"/>
                                <a:pt x="74268" y="0"/>
                                <a:pt x="47608" y="0"/>
                              </a:cubicBezTo>
                              <a:cubicBezTo>
                                <a:pt x="21899" y="0"/>
                                <a:pt x="0" y="21907"/>
                                <a:pt x="0" y="4762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6" name="Freeform 198">
                        <a:extLst/>
                      </wps:cNvPr>
                      <wps:cNvSpPr/>
                      <wps:spPr>
                        <a:xfrm>
                          <a:off x="220899" y="676127"/>
                          <a:ext cx="9522" cy="9525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6816 h 9525"/>
                            <a:gd name="connsiteX1" fmla="*/ 6665 w 9521"/>
                            <a:gd name="connsiteY1" fmla="*/ 13483 h 9525"/>
                            <a:gd name="connsiteX2" fmla="*/ 13330 w 9521"/>
                            <a:gd name="connsiteY2" fmla="*/ 6816 h 9525"/>
                            <a:gd name="connsiteX3" fmla="*/ 6665 w 9521"/>
                            <a:gd name="connsiteY3" fmla="*/ 148 h 9525"/>
                            <a:gd name="connsiteX4" fmla="*/ 0 w 9521"/>
                            <a:gd name="connsiteY4" fmla="*/ 6816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0" y="6816"/>
                              </a:moveTo>
                              <a:cubicBezTo>
                                <a:pt x="0" y="10626"/>
                                <a:pt x="2856" y="13483"/>
                                <a:pt x="6665" y="13483"/>
                              </a:cubicBezTo>
                              <a:cubicBezTo>
                                <a:pt x="10474" y="13483"/>
                                <a:pt x="13330" y="10626"/>
                                <a:pt x="13330" y="6816"/>
                              </a:cubicBezTo>
                              <a:cubicBezTo>
                                <a:pt x="13330" y="3006"/>
                                <a:pt x="10474" y="148"/>
                                <a:pt x="6665" y="148"/>
                              </a:cubicBezTo>
                              <a:cubicBezTo>
                                <a:pt x="2856" y="-805"/>
                                <a:pt x="0" y="3006"/>
                                <a:pt x="0" y="68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7" name="Freeform 199">
                        <a:extLst/>
                      </wps:cNvPr>
                      <wps:cNvSpPr/>
                      <wps:spPr>
                        <a:xfrm>
                          <a:off x="174006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11668 h 9525"/>
                            <a:gd name="connsiteX1" fmla="*/ 11664 w 9521"/>
                            <a:gd name="connsiteY1" fmla="*/ 11668 h 9525"/>
                            <a:gd name="connsiteX2" fmla="*/ 11664 w 9521"/>
                            <a:gd name="connsiteY2" fmla="*/ 2143 h 9525"/>
                            <a:gd name="connsiteX3" fmla="*/ 2142 w 9521"/>
                            <a:gd name="connsiteY3" fmla="*/ 2143 h 9525"/>
                            <a:gd name="connsiteX4" fmla="*/ 2142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11668"/>
                              </a:move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8" name="Freeform 200">
                        <a:extLst/>
                      </wps:cNvPr>
                      <wps:cNvSpPr/>
                      <wps:spPr>
                        <a:xfrm>
                          <a:off x="154248" y="742950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13335 h 9525"/>
                            <a:gd name="connsiteX1" fmla="*/ 13330 w 9521"/>
                            <a:gd name="connsiteY1" fmla="*/ 6668 h 9525"/>
                            <a:gd name="connsiteX2" fmla="*/ 6665 w 9521"/>
                            <a:gd name="connsiteY2" fmla="*/ 0 h 9525"/>
                            <a:gd name="connsiteX3" fmla="*/ 0 w 9521"/>
                            <a:gd name="connsiteY3" fmla="*/ 6668 h 9525"/>
                            <a:gd name="connsiteX4" fmla="*/ 6665 w 9521"/>
                            <a:gd name="connsiteY4" fmla="*/ 13335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13335"/>
                              </a:move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9525"/>
                                <a:pt x="2856" y="13335"/>
                                <a:pt x="6665" y="1333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59" name="Freeform 201">
                        <a:extLst/>
                      </wps:cNvPr>
                      <wps:cNvSpPr/>
                      <wps:spPr>
                        <a:xfrm>
                          <a:off x="174006" y="789384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11668 h 9525"/>
                            <a:gd name="connsiteX1" fmla="*/ 11664 w 9521"/>
                            <a:gd name="connsiteY1" fmla="*/ 2143 h 9525"/>
                            <a:gd name="connsiteX2" fmla="*/ 2142 w 9521"/>
                            <a:gd name="connsiteY2" fmla="*/ 2143 h 9525"/>
                            <a:gd name="connsiteX3" fmla="*/ 2142 w 9521"/>
                            <a:gd name="connsiteY3" fmla="*/ 11668 h 9525"/>
                            <a:gd name="connsiteX4" fmla="*/ 11664 w 9521"/>
                            <a:gd name="connsiteY4" fmla="*/ 11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11668"/>
                              </a:moveTo>
                              <a:cubicBezTo>
                                <a:pt x="14520" y="8811"/>
                                <a:pt x="14520" y="5000"/>
                                <a:pt x="11664" y="2143"/>
                              </a:cubicBez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0"/>
                                <a:pt x="-714" y="8811"/>
                                <a:pt x="2142" y="11668"/>
                              </a:cubicBezTo>
                              <a:cubicBezTo>
                                <a:pt x="4999" y="14525"/>
                                <a:pt x="8807" y="14525"/>
                                <a:pt x="11664" y="11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0" name="Freeform 202">
                        <a:extLst/>
                      </wps:cNvPr>
                      <wps:cNvSpPr/>
                      <wps:spPr>
                        <a:xfrm>
                          <a:off x="220899" y="808672"/>
                          <a:ext cx="9522" cy="9525"/>
                        </a:xfrm>
                        <a:custGeom>
                          <a:avLst/>
                          <a:gdLst>
                            <a:gd name="connsiteX0" fmla="*/ 13330 w 9521"/>
                            <a:gd name="connsiteY0" fmla="*/ 6668 h 9525"/>
                            <a:gd name="connsiteX1" fmla="*/ 6665 w 9521"/>
                            <a:gd name="connsiteY1" fmla="*/ 0 h 9525"/>
                            <a:gd name="connsiteX2" fmla="*/ 0 w 9521"/>
                            <a:gd name="connsiteY2" fmla="*/ 6668 h 9525"/>
                            <a:gd name="connsiteX3" fmla="*/ 6665 w 9521"/>
                            <a:gd name="connsiteY3" fmla="*/ 13335 h 9525"/>
                            <a:gd name="connsiteX4" fmla="*/ 13330 w 9521"/>
                            <a:gd name="connsiteY4" fmla="*/ 6668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3330" y="6668"/>
                              </a:move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1" name="Freeform 203">
                        <a:extLst/>
                      </wps:cNvPr>
                      <wps:cNvSpPr/>
                      <wps:spPr>
                        <a:xfrm>
                          <a:off x="268269" y="788432"/>
                          <a:ext cx="9522" cy="9525"/>
                        </a:xfrm>
                        <a:custGeom>
                          <a:avLst/>
                          <a:gdLst>
                            <a:gd name="connsiteX0" fmla="*/ 11664 w 9521"/>
                            <a:gd name="connsiteY0" fmla="*/ 2143 h 9525"/>
                            <a:gd name="connsiteX1" fmla="*/ 2142 w 9521"/>
                            <a:gd name="connsiteY1" fmla="*/ 2143 h 9525"/>
                            <a:gd name="connsiteX2" fmla="*/ 2142 w 9521"/>
                            <a:gd name="connsiteY2" fmla="*/ 11668 h 9525"/>
                            <a:gd name="connsiteX3" fmla="*/ 11664 w 9521"/>
                            <a:gd name="connsiteY3" fmla="*/ 11668 h 9525"/>
                            <a:gd name="connsiteX4" fmla="*/ 11664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11664" y="2143"/>
                              </a:moveTo>
                              <a:cubicBezTo>
                                <a:pt x="8807" y="-714"/>
                                <a:pt x="4999" y="-714"/>
                                <a:pt x="2142" y="2143"/>
                              </a:cubicBez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3568" y="9763"/>
                                <a:pt x="13568" y="5001"/>
                                <a:pt x="11664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2" name="Freeform 204">
                        <a:extLst/>
                      </wps:cNvPr>
                      <wps:cNvSpPr/>
                      <wps:spPr>
                        <a:xfrm>
                          <a:off x="287550" y="741997"/>
                          <a:ext cx="9522" cy="9525"/>
                        </a:xfrm>
                        <a:custGeom>
                          <a:avLst/>
                          <a:gdLst>
                            <a:gd name="connsiteX0" fmla="*/ 6665 w 9521"/>
                            <a:gd name="connsiteY0" fmla="*/ 0 h 9525"/>
                            <a:gd name="connsiteX1" fmla="*/ 0 w 9521"/>
                            <a:gd name="connsiteY1" fmla="*/ 6668 h 9525"/>
                            <a:gd name="connsiteX2" fmla="*/ 6665 w 9521"/>
                            <a:gd name="connsiteY2" fmla="*/ 13335 h 9525"/>
                            <a:gd name="connsiteX3" fmla="*/ 13330 w 9521"/>
                            <a:gd name="connsiteY3" fmla="*/ 6668 h 9525"/>
                            <a:gd name="connsiteX4" fmla="*/ 6665 w 9521"/>
                            <a:gd name="connsiteY4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6665" y="0"/>
                              </a:moveTo>
                              <a:cubicBezTo>
                                <a:pt x="2856" y="0"/>
                                <a:pt x="0" y="2858"/>
                                <a:pt x="0" y="6668"/>
                              </a:cubicBezTo>
                              <a:cubicBezTo>
                                <a:pt x="0" y="10478"/>
                                <a:pt x="2856" y="13335"/>
                                <a:pt x="6665" y="13335"/>
                              </a:cubicBezTo>
                              <a:cubicBezTo>
                                <a:pt x="10474" y="13335"/>
                                <a:pt x="13330" y="10478"/>
                                <a:pt x="13330" y="6668"/>
                              </a:cubicBezTo>
                              <a:cubicBezTo>
                                <a:pt x="13330" y="2858"/>
                                <a:pt x="10474" y="0"/>
                                <a:pt x="666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3" name="Freeform 205">
                        <a:extLst/>
                      </wps:cNvPr>
                      <wps:cNvSpPr/>
                      <wps:spPr>
                        <a:xfrm>
                          <a:off x="267317" y="695087"/>
                          <a:ext cx="9522" cy="9525"/>
                        </a:xfrm>
                        <a:custGeom>
                          <a:avLst/>
                          <a:gdLst>
                            <a:gd name="connsiteX0" fmla="*/ 2142 w 9521"/>
                            <a:gd name="connsiteY0" fmla="*/ 2143 h 9525"/>
                            <a:gd name="connsiteX1" fmla="*/ 2142 w 9521"/>
                            <a:gd name="connsiteY1" fmla="*/ 11668 h 9525"/>
                            <a:gd name="connsiteX2" fmla="*/ 11664 w 9521"/>
                            <a:gd name="connsiteY2" fmla="*/ 11668 h 9525"/>
                            <a:gd name="connsiteX3" fmla="*/ 11664 w 9521"/>
                            <a:gd name="connsiteY3" fmla="*/ 2143 h 9525"/>
                            <a:gd name="connsiteX4" fmla="*/ 2142 w 9521"/>
                            <a:gd name="connsiteY4" fmla="*/ 214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521" h="9525">
                              <a:moveTo>
                                <a:pt x="2142" y="2143"/>
                              </a:moveTo>
                              <a:cubicBezTo>
                                <a:pt x="-714" y="5001"/>
                                <a:pt x="-714" y="8811"/>
                                <a:pt x="2142" y="11668"/>
                              </a:cubicBezTo>
                              <a:cubicBezTo>
                                <a:pt x="4999" y="14526"/>
                                <a:pt x="8807" y="14526"/>
                                <a:pt x="11664" y="11668"/>
                              </a:cubicBezTo>
                              <a:cubicBezTo>
                                <a:pt x="14520" y="8811"/>
                                <a:pt x="14520" y="5001"/>
                                <a:pt x="11664" y="2143"/>
                              </a:cubicBezTo>
                              <a:cubicBezTo>
                                <a:pt x="9760" y="-714"/>
                                <a:pt x="4999" y="-714"/>
                                <a:pt x="2142" y="21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0BFB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4" name="Freeform 206">
                        <a:extLst/>
                      </wps:cNvPr>
                      <wps:cNvSpPr/>
                      <wps:spPr>
                        <a:xfrm>
                          <a:off x="24756" y="70485"/>
                          <a:ext cx="1056890" cy="704850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704850"/>
                            <a:gd name="connsiteX1" fmla="*/ 0 w 1056889"/>
                            <a:gd name="connsiteY1" fmla="*/ 706755 h 704850"/>
                            <a:gd name="connsiteX2" fmla="*/ 39038 w 1056889"/>
                            <a:gd name="connsiteY2" fmla="*/ 706755 h 704850"/>
                            <a:gd name="connsiteX3" fmla="*/ 39990 w 1056889"/>
                            <a:gd name="connsiteY3" fmla="*/ 703898 h 704850"/>
                            <a:gd name="connsiteX4" fmla="*/ 82837 w 1056889"/>
                            <a:gd name="connsiteY4" fmla="*/ 580073 h 704850"/>
                            <a:gd name="connsiteX5" fmla="*/ 103785 w 1056889"/>
                            <a:gd name="connsiteY5" fmla="*/ 563880 h 704850"/>
                            <a:gd name="connsiteX6" fmla="*/ 199000 w 1056889"/>
                            <a:gd name="connsiteY6" fmla="*/ 563880 h 704850"/>
                            <a:gd name="connsiteX7" fmla="*/ 205665 w 1056889"/>
                            <a:gd name="connsiteY7" fmla="*/ 563880 h 704850"/>
                            <a:gd name="connsiteX8" fmla="*/ 300880 w 1056889"/>
                            <a:gd name="connsiteY8" fmla="*/ 563880 h 704850"/>
                            <a:gd name="connsiteX9" fmla="*/ 321828 w 1056889"/>
                            <a:gd name="connsiteY9" fmla="*/ 580073 h 704850"/>
                            <a:gd name="connsiteX10" fmla="*/ 364675 w 1056889"/>
                            <a:gd name="connsiteY10" fmla="*/ 703898 h 704850"/>
                            <a:gd name="connsiteX11" fmla="*/ 365627 w 1056889"/>
                            <a:gd name="connsiteY11" fmla="*/ 706755 h 704850"/>
                            <a:gd name="connsiteX12" fmla="*/ 1063555 w 1056889"/>
                            <a:gd name="connsiteY12" fmla="*/ 706755 h 704850"/>
                            <a:gd name="connsiteX13" fmla="*/ 1063555 w 1056889"/>
                            <a:gd name="connsiteY13" fmla="*/ 0 h 704850"/>
                            <a:gd name="connsiteX14" fmla="*/ 0 w 1056889"/>
                            <a:gd name="connsiteY14" fmla="*/ 0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56889" h="704850">
                              <a:moveTo>
                                <a:pt x="0" y="0"/>
                              </a:moveTo>
                              <a:lnTo>
                                <a:pt x="0" y="706755"/>
                              </a:lnTo>
                              <a:lnTo>
                                <a:pt x="39038" y="706755"/>
                              </a:lnTo>
                              <a:cubicBezTo>
                                <a:pt x="39038" y="705802"/>
                                <a:pt x="39038" y="704850"/>
                                <a:pt x="39990" y="703898"/>
                              </a:cubicBezTo>
                              <a:lnTo>
                                <a:pt x="82837" y="580073"/>
                              </a:lnTo>
                              <a:cubicBezTo>
                                <a:pt x="86646" y="570548"/>
                                <a:pt x="94263" y="563880"/>
                                <a:pt x="103785" y="563880"/>
                              </a:cubicBezTo>
                              <a:lnTo>
                                <a:pt x="199000" y="563880"/>
                              </a:lnTo>
                              <a:lnTo>
                                <a:pt x="205665" y="563880"/>
                              </a:lnTo>
                              <a:lnTo>
                                <a:pt x="300880" y="563880"/>
                              </a:lnTo>
                              <a:cubicBezTo>
                                <a:pt x="310402" y="563880"/>
                                <a:pt x="318019" y="570548"/>
                                <a:pt x="321828" y="580073"/>
                              </a:cubicBezTo>
                              <a:lnTo>
                                <a:pt x="364675" y="703898"/>
                              </a:lnTo>
                              <a:cubicBezTo>
                                <a:pt x="364675" y="704850"/>
                                <a:pt x="365627" y="705802"/>
                                <a:pt x="365627" y="706755"/>
                              </a:cubicBezTo>
                              <a:lnTo>
                                <a:pt x="1063555" y="706755"/>
                              </a:lnTo>
                              <a:lnTo>
                                <a:pt x="106355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5" name="Freeform 207">
                        <a:extLst/>
                      </wps:cNvPr>
                      <wps:cNvSpPr/>
                      <wps:spPr>
                        <a:xfrm>
                          <a:off x="24756" y="430530"/>
                          <a:ext cx="1056890" cy="9525"/>
                        </a:xfrm>
                        <a:custGeom>
                          <a:avLst/>
                          <a:gdLst>
                            <a:gd name="connsiteX0" fmla="*/ 0 w 1056889"/>
                            <a:gd name="connsiteY0" fmla="*/ 0 h 9525"/>
                            <a:gd name="connsiteX1" fmla="*/ 1063555 w 1056889"/>
                            <a:gd name="connsiteY1" fmla="*/ 0 h 9525"/>
                            <a:gd name="connsiteX2" fmla="*/ 1063555 w 1056889"/>
                            <a:gd name="connsiteY2" fmla="*/ 16193 h 9525"/>
                            <a:gd name="connsiteX3" fmla="*/ 0 w 1056889"/>
                            <a:gd name="connsiteY3" fmla="*/ 16193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56889" h="9525">
                              <a:moveTo>
                                <a:pt x="0" y="0"/>
                              </a:moveTo>
                              <a:lnTo>
                                <a:pt x="1063555" y="0"/>
                              </a:lnTo>
                              <a:lnTo>
                                <a:pt x="1063555" y="16193"/>
                              </a:lnTo>
                              <a:lnTo>
                                <a:pt x="0" y="1619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6" name="Freeform 208">
                        <a:extLst/>
                      </wps:cNvPr>
                      <wps:cNvSpPr/>
                      <wps:spPr>
                        <a:xfrm>
                          <a:off x="1078789" y="70485"/>
                          <a:ext cx="9522" cy="704850"/>
                        </a:xfrm>
                        <a:custGeom>
                          <a:avLst/>
                          <a:gdLst>
                            <a:gd name="connsiteX0" fmla="*/ 0 w 9521"/>
                            <a:gd name="connsiteY0" fmla="*/ 0 h 704850"/>
                            <a:gd name="connsiteX1" fmla="*/ 10474 w 9521"/>
                            <a:gd name="connsiteY1" fmla="*/ 0 h 704850"/>
                            <a:gd name="connsiteX2" fmla="*/ 10474 w 9521"/>
                            <a:gd name="connsiteY2" fmla="*/ 706755 h 704850"/>
                            <a:gd name="connsiteX3" fmla="*/ 0 w 9521"/>
                            <a:gd name="connsiteY3" fmla="*/ 706755 h 704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521" h="704850">
                              <a:moveTo>
                                <a:pt x="0" y="0"/>
                              </a:moveTo>
                              <a:lnTo>
                                <a:pt x="10474" y="0"/>
                              </a:lnTo>
                              <a:lnTo>
                                <a:pt x="10474" y="706755"/>
                              </a:lnTo>
                              <a:lnTo>
                                <a:pt x="0" y="70675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7" name="Freeform 209">
                        <a:extLst/>
                      </wps:cNvPr>
                      <wps:cNvSpPr/>
                      <wps:spPr>
                        <a:xfrm>
                          <a:off x="1418708" y="728662"/>
                          <a:ext cx="85694" cy="57150"/>
                        </a:xfrm>
                        <a:custGeom>
                          <a:avLst/>
                          <a:gdLst>
                            <a:gd name="connsiteX0" fmla="*/ 86646 w 85693"/>
                            <a:gd name="connsiteY0" fmla="*/ 40005 h 57150"/>
                            <a:gd name="connsiteX1" fmla="*/ 69507 w 85693"/>
                            <a:gd name="connsiteY1" fmla="*/ 57150 h 57150"/>
                            <a:gd name="connsiteX2" fmla="*/ 17139 w 85693"/>
                            <a:gd name="connsiteY2" fmla="*/ 57150 h 57150"/>
                            <a:gd name="connsiteX3" fmla="*/ 0 w 85693"/>
                            <a:gd name="connsiteY3" fmla="*/ 40005 h 57150"/>
                            <a:gd name="connsiteX4" fmla="*/ 0 w 85693"/>
                            <a:gd name="connsiteY4" fmla="*/ 17145 h 57150"/>
                            <a:gd name="connsiteX5" fmla="*/ 17139 w 85693"/>
                            <a:gd name="connsiteY5" fmla="*/ 0 h 57150"/>
                            <a:gd name="connsiteX6" fmla="*/ 69507 w 85693"/>
                            <a:gd name="connsiteY6" fmla="*/ 0 h 57150"/>
                            <a:gd name="connsiteX7" fmla="*/ 86646 w 85693"/>
                            <a:gd name="connsiteY7" fmla="*/ 17145 h 57150"/>
                            <a:gd name="connsiteX8" fmla="*/ 86646 w 85693"/>
                            <a:gd name="connsiteY8" fmla="*/ 40005 h 57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85693" h="57150">
                              <a:moveTo>
                                <a:pt x="86646" y="40005"/>
                              </a:moveTo>
                              <a:cubicBezTo>
                                <a:pt x="86646" y="49530"/>
                                <a:pt x="79029" y="57150"/>
                                <a:pt x="69507" y="57150"/>
                              </a:cubicBezTo>
                              <a:lnTo>
                                <a:pt x="17139" y="57150"/>
                              </a:lnTo>
                              <a:cubicBezTo>
                                <a:pt x="7617" y="57150"/>
                                <a:pt x="0" y="49530"/>
                                <a:pt x="0" y="40005"/>
                              </a:cubicBezTo>
                              <a:lnTo>
                                <a:pt x="0" y="17145"/>
                              </a:lnTo>
                              <a:cubicBezTo>
                                <a:pt x="0" y="7620"/>
                                <a:pt x="7617" y="0"/>
                                <a:pt x="17139" y="0"/>
                              </a:cubicBezTo>
                              <a:lnTo>
                                <a:pt x="69507" y="0"/>
                              </a:lnTo>
                              <a:cubicBezTo>
                                <a:pt x="79029" y="0"/>
                                <a:pt x="86646" y="7620"/>
                                <a:pt x="86646" y="17145"/>
                              </a:cubicBezTo>
                              <a:lnTo>
                                <a:pt x="86646" y="400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8" name="Freeform 210">
                        <a:extLst/>
                      </wps:cNvPr>
                      <wps:cNvSpPr/>
                      <wps:spPr>
                        <a:xfrm>
                          <a:off x="45703" y="582930"/>
                          <a:ext cx="361818" cy="190500"/>
                        </a:xfrm>
                        <a:custGeom>
                          <a:avLst/>
                          <a:gdLst>
                            <a:gd name="connsiteX0" fmla="*/ 311354 w 361818"/>
                            <a:gd name="connsiteY0" fmla="*/ 0 h 190500"/>
                            <a:gd name="connsiteX1" fmla="*/ 56177 w 361818"/>
                            <a:gd name="connsiteY1" fmla="*/ 0 h 190500"/>
                            <a:gd name="connsiteX2" fmla="*/ 0 w 361818"/>
                            <a:gd name="connsiteY2" fmla="*/ 56197 h 190500"/>
                            <a:gd name="connsiteX3" fmla="*/ 0 w 361818"/>
                            <a:gd name="connsiteY3" fmla="*/ 194310 h 190500"/>
                            <a:gd name="connsiteX4" fmla="*/ 14282 w 361818"/>
                            <a:gd name="connsiteY4" fmla="*/ 194310 h 190500"/>
                            <a:gd name="connsiteX5" fmla="*/ 14282 w 361818"/>
                            <a:gd name="connsiteY5" fmla="*/ 56197 h 190500"/>
                            <a:gd name="connsiteX6" fmla="*/ 56177 w 361818"/>
                            <a:gd name="connsiteY6" fmla="*/ 14288 h 190500"/>
                            <a:gd name="connsiteX7" fmla="*/ 311354 w 361818"/>
                            <a:gd name="connsiteY7" fmla="*/ 14288 h 190500"/>
                            <a:gd name="connsiteX8" fmla="*/ 353249 w 361818"/>
                            <a:gd name="connsiteY8" fmla="*/ 56197 h 190500"/>
                            <a:gd name="connsiteX9" fmla="*/ 353249 w 361818"/>
                            <a:gd name="connsiteY9" fmla="*/ 194310 h 190500"/>
                            <a:gd name="connsiteX10" fmla="*/ 367531 w 361818"/>
                            <a:gd name="connsiteY10" fmla="*/ 194310 h 190500"/>
                            <a:gd name="connsiteX11" fmla="*/ 367531 w 361818"/>
                            <a:gd name="connsiteY11" fmla="*/ 56197 h 190500"/>
                            <a:gd name="connsiteX12" fmla="*/ 311354 w 361818"/>
                            <a:gd name="connsiteY12" fmla="*/ 0 h 190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361818" h="190500">
                              <a:moveTo>
                                <a:pt x="311354" y="0"/>
                              </a:moveTo>
                              <a:lnTo>
                                <a:pt x="56177" y="0"/>
                              </a:lnTo>
                              <a:cubicBezTo>
                                <a:pt x="24756" y="0"/>
                                <a:pt x="0" y="24765"/>
                                <a:pt x="0" y="56197"/>
                              </a:cubicBezTo>
                              <a:lnTo>
                                <a:pt x="0" y="194310"/>
                              </a:lnTo>
                              <a:lnTo>
                                <a:pt x="14282" y="194310"/>
                              </a:lnTo>
                              <a:lnTo>
                                <a:pt x="14282" y="56197"/>
                              </a:lnTo>
                              <a:cubicBezTo>
                                <a:pt x="14282" y="33338"/>
                                <a:pt x="33325" y="14288"/>
                                <a:pt x="56177" y="14288"/>
                              </a:cubicBezTo>
                              <a:lnTo>
                                <a:pt x="311354" y="14288"/>
                              </a:lnTo>
                              <a:cubicBezTo>
                                <a:pt x="334206" y="14288"/>
                                <a:pt x="353249" y="33338"/>
                                <a:pt x="353249" y="56197"/>
                              </a:cubicBezTo>
                              <a:lnTo>
                                <a:pt x="353249" y="194310"/>
                              </a:lnTo>
                              <a:lnTo>
                                <a:pt x="367531" y="194310"/>
                              </a:lnTo>
                              <a:lnTo>
                                <a:pt x="367531" y="56197"/>
                              </a:lnTo>
                              <a:cubicBezTo>
                                <a:pt x="367531" y="25717"/>
                                <a:pt x="341823" y="0"/>
                                <a:pt x="31135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75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69" name="Freeform 211">
                        <a:extLst/>
                      </wps:cNvPr>
                      <wps:cNvSpPr/>
                      <wps:spPr>
                        <a:xfrm>
                          <a:off x="5836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0" name="Freeform 212">
                        <a:extLst/>
                      </wps:cNvPr>
                      <wps:cNvSpPr/>
                      <wps:spPr>
                        <a:xfrm>
                          <a:off x="0" y="735330"/>
                          <a:ext cx="66651" cy="19050"/>
                        </a:xfrm>
                        <a:custGeom>
                          <a:avLst/>
                          <a:gdLst>
                            <a:gd name="connsiteX0" fmla="*/ 69507 w 66650"/>
                            <a:gd name="connsiteY0" fmla="*/ 23813 h 19050"/>
                            <a:gd name="connsiteX1" fmla="*/ 66651 w 66650"/>
                            <a:gd name="connsiteY1" fmla="*/ 26670 h 19050"/>
                            <a:gd name="connsiteX2" fmla="*/ 2856 w 66650"/>
                            <a:gd name="connsiteY2" fmla="*/ 26670 h 19050"/>
                            <a:gd name="connsiteX3" fmla="*/ 0 w 66650"/>
                            <a:gd name="connsiteY3" fmla="*/ 23813 h 19050"/>
                            <a:gd name="connsiteX4" fmla="*/ 0 w 66650"/>
                            <a:gd name="connsiteY4" fmla="*/ 2857 h 19050"/>
                            <a:gd name="connsiteX5" fmla="*/ 2856 w 66650"/>
                            <a:gd name="connsiteY5" fmla="*/ 0 h 19050"/>
                            <a:gd name="connsiteX6" fmla="*/ 66651 w 66650"/>
                            <a:gd name="connsiteY6" fmla="*/ 0 h 19050"/>
                            <a:gd name="connsiteX7" fmla="*/ 69507 w 66650"/>
                            <a:gd name="connsiteY7" fmla="*/ 2857 h 19050"/>
                            <a:gd name="connsiteX8" fmla="*/ 69507 w 66650"/>
                            <a:gd name="connsiteY8" fmla="*/ 23813 h 19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6650" h="19050">
                              <a:moveTo>
                                <a:pt x="69507" y="23813"/>
                              </a:moveTo>
                              <a:cubicBezTo>
                                <a:pt x="69507" y="25717"/>
                                <a:pt x="68555" y="26670"/>
                                <a:pt x="66651" y="26670"/>
                              </a:cubicBezTo>
                              <a:lnTo>
                                <a:pt x="2856" y="26670"/>
                              </a:lnTo>
                              <a:cubicBezTo>
                                <a:pt x="952" y="26670"/>
                                <a:pt x="0" y="25717"/>
                                <a:pt x="0" y="23813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66651" y="0"/>
                              </a:lnTo>
                              <a:cubicBezTo>
                                <a:pt x="68555" y="0"/>
                                <a:pt x="69507" y="953"/>
                                <a:pt x="69507" y="2857"/>
                              </a:cubicBezTo>
                              <a:lnTo>
                                <a:pt x="69507" y="238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1" name="Freeform 213">
                        <a:extLst/>
                      </wps:cNvPr>
                      <wps:cNvSpPr/>
                      <wps:spPr>
                        <a:xfrm>
                          <a:off x="12378" y="754380"/>
                          <a:ext cx="57129" cy="28575"/>
                        </a:xfrm>
                        <a:custGeom>
                          <a:avLst/>
                          <a:gdLst>
                            <a:gd name="connsiteX0" fmla="*/ 57129 w 57129"/>
                            <a:gd name="connsiteY0" fmla="*/ 27622 h 28575"/>
                            <a:gd name="connsiteX1" fmla="*/ 54273 w 57129"/>
                            <a:gd name="connsiteY1" fmla="*/ 30480 h 28575"/>
                            <a:gd name="connsiteX2" fmla="*/ 2856 w 57129"/>
                            <a:gd name="connsiteY2" fmla="*/ 30480 h 28575"/>
                            <a:gd name="connsiteX3" fmla="*/ 0 w 57129"/>
                            <a:gd name="connsiteY3" fmla="*/ 27622 h 28575"/>
                            <a:gd name="connsiteX4" fmla="*/ 0 w 57129"/>
                            <a:gd name="connsiteY4" fmla="*/ 2857 h 28575"/>
                            <a:gd name="connsiteX5" fmla="*/ 2856 w 57129"/>
                            <a:gd name="connsiteY5" fmla="*/ 0 h 28575"/>
                            <a:gd name="connsiteX6" fmla="*/ 54273 w 57129"/>
                            <a:gd name="connsiteY6" fmla="*/ 0 h 28575"/>
                            <a:gd name="connsiteX7" fmla="*/ 57129 w 57129"/>
                            <a:gd name="connsiteY7" fmla="*/ 2857 h 28575"/>
                            <a:gd name="connsiteX8" fmla="*/ 57129 w 57129"/>
                            <a:gd name="connsiteY8" fmla="*/ 27622 h 28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129" h="28575">
                              <a:moveTo>
                                <a:pt x="57129" y="27622"/>
                              </a:moveTo>
                              <a:cubicBezTo>
                                <a:pt x="57129" y="29528"/>
                                <a:pt x="56177" y="30480"/>
                                <a:pt x="54273" y="30480"/>
                              </a:cubicBezTo>
                              <a:lnTo>
                                <a:pt x="2856" y="30480"/>
                              </a:lnTo>
                              <a:cubicBezTo>
                                <a:pt x="952" y="30480"/>
                                <a:pt x="0" y="29528"/>
                                <a:pt x="0" y="27622"/>
                              </a:cubicBezTo>
                              <a:lnTo>
                                <a:pt x="0" y="2857"/>
                              </a:lnTo>
                              <a:cubicBezTo>
                                <a:pt x="0" y="953"/>
                                <a:pt x="952" y="0"/>
                                <a:pt x="2856" y="0"/>
                              </a:cubicBezTo>
                              <a:lnTo>
                                <a:pt x="54273" y="0"/>
                              </a:lnTo>
                              <a:cubicBezTo>
                                <a:pt x="56177" y="0"/>
                                <a:pt x="57129" y="953"/>
                                <a:pt x="57129" y="2857"/>
                              </a:cubicBezTo>
                              <a:lnTo>
                                <a:pt x="57129" y="276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72" name="Freeform 214">
                        <a:extLst/>
                      </wps:cNvPr>
                      <wps:cNvSpPr/>
                      <wps:spPr>
                        <a:xfrm>
                          <a:off x="88370" y="126682"/>
                          <a:ext cx="418947" cy="247650"/>
                        </a:xfrm>
                        <a:custGeom>
                          <a:avLst/>
                          <a:gdLst>
                            <a:gd name="connsiteX0" fmla="*/ 426564 w 418947"/>
                            <a:gd name="connsiteY0" fmla="*/ 240030 h 247650"/>
                            <a:gd name="connsiteX1" fmla="*/ 418947 w 418947"/>
                            <a:gd name="connsiteY1" fmla="*/ 247650 h 247650"/>
                            <a:gd name="connsiteX2" fmla="*/ 7617 w 418947"/>
                            <a:gd name="connsiteY2" fmla="*/ 247650 h 247650"/>
                            <a:gd name="connsiteX3" fmla="*/ 0 w 418947"/>
                            <a:gd name="connsiteY3" fmla="*/ 240030 h 247650"/>
                            <a:gd name="connsiteX4" fmla="*/ 0 w 418947"/>
                            <a:gd name="connsiteY4" fmla="*/ 7620 h 247650"/>
                            <a:gd name="connsiteX5" fmla="*/ 7617 w 418947"/>
                            <a:gd name="connsiteY5" fmla="*/ 0 h 247650"/>
                            <a:gd name="connsiteX6" fmla="*/ 418947 w 418947"/>
                            <a:gd name="connsiteY6" fmla="*/ 0 h 247650"/>
                            <a:gd name="connsiteX7" fmla="*/ 426564 w 418947"/>
                            <a:gd name="connsiteY7" fmla="*/ 7620 h 247650"/>
                            <a:gd name="connsiteX8" fmla="*/ 426564 w 418947"/>
                            <a:gd name="connsiteY8" fmla="*/ 240030 h 247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418947" h="247650">
                              <a:moveTo>
                                <a:pt x="426564" y="240030"/>
                              </a:moveTo>
                              <a:cubicBezTo>
                                <a:pt x="426564" y="244792"/>
                                <a:pt x="422756" y="247650"/>
                                <a:pt x="418947" y="247650"/>
                              </a:cubicBezTo>
                              <a:lnTo>
                                <a:pt x="7617" y="247650"/>
                              </a:lnTo>
                              <a:cubicBezTo>
                                <a:pt x="2856" y="247650"/>
                                <a:pt x="0" y="243840"/>
                                <a:pt x="0" y="240030"/>
                              </a:cubicBezTo>
                              <a:lnTo>
                                <a:pt x="0" y="7620"/>
                              </a:lnTo>
                              <a:cubicBezTo>
                                <a:pt x="0" y="2858"/>
                                <a:pt x="3809" y="0"/>
                                <a:pt x="7617" y="0"/>
                              </a:cubicBezTo>
                              <a:lnTo>
                                <a:pt x="418947" y="0"/>
                              </a:lnTo>
                              <a:cubicBezTo>
                                <a:pt x="423708" y="0"/>
                                <a:pt x="426564" y="3810"/>
                                <a:pt x="426564" y="7620"/>
                              </a:cubicBezTo>
                              <a:lnTo>
                                <a:pt x="426564" y="24003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1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B8557C1" id="Group 88" o:spid="_x0000_s1026" style="position:absolute;margin-left:-53.5pt;margin-top:7.9pt;width:55.45pt;height:31.7pt;z-index:251702272;mso-width-relative:margin;mso-height-relative:margin" coordsize="15358,8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">
              <v:shape id="Freeform 167" o:spid="_x0000_s1027" style="position:absolute;left:523;top:5962;width:3618;height:1619;visibility:visible;mso-wrap-style:square;v-text-anchor:middle" coordsize="361818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" path="m,l365627,r,168593l,168593,,xe" fillcolor="#9f6d01 [1607]" stroked="f" strokeweight=".26431mm">
                <v:stroke joinstyle="miter"/>
                <v:path arrowok="t" o:connecttype="custom" o:connectlocs="0,0;365627,0;365627,168593;0,168593" o:connectangles="0,0,0,0"/>
              </v:shape>
              <v:shape id="Freeform 168" o:spid="_x0000_s1028" style="position:absolute;left:10883;top:160;width:4475;height:7524;visibility:visible;mso-wrap-style:square;v-text-anchor:middle" coordsize="447511,75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" path="m,728833l,31603c,12553,16187,-1735,34278,171v73315,6667,242799,34289,278028,160972c351344,303065,430373,536428,451320,596436v2857,8572,1905,19050,-2856,26669l373244,745025v-5713,9525,-16187,15240,-26660,15240l33325,760265c14282,761218,,746930,,728833xe" fillcolor="#fec444 [3207]" stroked="f" strokeweight=".26431mm">
                <v:stroke joinstyle="miter"/>
                <v:path arrowok="t" o:connecttype="custom" o:connectlocs="0,728833;0,31603;34278,171;312307,161143;451321,596436;448465,623105;373245,745025;346585,760265;33325,760265;0,728833" o:connectangles="0,0,0,0,0,0,0,0,0,0"/>
              </v:shape>
              <v:shape id="Freeform 169" o:spid="_x0000_s1029" style="position:absolute;left:11206;top:1533;width:2762;height:1809;visibility:visible;mso-wrap-style:square;v-text-anchor:middle" coordsize="276124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" path="m,28623l,157211v,16192,13330,29527,29517,29527l248512,186738v19043,,33325,-19050,27612,-37147l238990,21003c235182,8621,223756,48,211378,48l29517,48c13330,-904,,12431,,28623xe" fillcolor="#e1eef7 [660]" stroked="f" strokeweight=".26431mm">
                <v:stroke joinstyle="miter"/>
                <v:path arrowok="t" o:connecttype="custom" o:connectlocs="0,28623;0,157211;29517,186738;248512,186738;276124,149591;238990,21003;211378,48;29517,48;0,28623" o:connectangles="0,0,0,0,0,0,0,0,0"/>
              </v:shape>
              <v:shape id="Freeform 170" o:spid="_x0000_s1030" style="position:absolute;left:247;width:10569;height:666;visibility:visible;mso-wrap-style:square;v-text-anchor:middle" coordsize="1056889,66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" path="m1063555,59055v,6668,-4761,11430,-11426,11430l11426,70485c4761,70485,,65723,,59055l,11430c,4763,4761,,11426,l1052129,v6665,,11426,4763,11426,11430l1063555,59055xe" fillcolor="#656c80" stroked="f" strokeweight=".26431mm">
                <v:stroke joinstyle="miter"/>
                <v:path arrowok="t" o:connecttype="custom" o:connectlocs="1063556,59055;1052130,70485;11426,70485;0,59055;0,11430;11426,0;1052130,0;1063556,11430;1063556,59055" o:connectangles="0,0,0,0,0,0,0,0,0"/>
              </v:shape>
              <v:shape id="Freeform 171" o:spid="_x0000_s1031" style="position:absolute;left:11206;top:3857;width:2952;height:95;visibility:visible;mso-wrap-style:square;v-text-anchor:middle" coordsize="295167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" path="m290407,15240r-282790,c3809,15240,,11430,,7620r,c,3810,3809,,7617,l290407,v3808,,7617,3810,7617,7620l298024,7620v,4763,-2857,7620,-7617,7620xe" fillcolor="#efa401 [2407]" stroked="f" strokeweight=".26431mm">
                <v:stroke joinstyle="miter"/>
                <v:path arrowok="t" o:connecttype="custom" o:connectlocs="290407,15240;7617,15240;0,7620;0,7620;7617,0;290407,0;298024,7620;298024,7620;290407,15240" o:connectangles="0,0,0,0,0,0,0,0,0"/>
              </v:shape>
              <v:shape id="Freeform 172" o:spid="_x0000_s1032" style="position:absolute;left:11216;top:4124;width:3047;height:95;visibility:visible;mso-wrap-style:square;v-text-anchor:middle" coordsize="30468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" path="m299928,15240r-292311,c3809,15240,,11430,,7620r,c,3810,3809,,7617,l299928,v3809,,7617,3810,7617,7620l307545,7620v,3810,-3808,7620,-7617,7620xe" fillcolor="#efa401 [2407]" stroked="f" strokeweight=".26431mm">
                <v:stroke joinstyle="miter"/>
                <v:path arrowok="t" o:connecttype="custom" o:connectlocs="299929,15240;7617,15240;0,7620;0,7620;7617,0;299929,0;307546,7620;307546,7620;299929,15240" o:connectangles="0,0,0,0,0,0,0,0,0"/>
              </v:shape>
              <v:shape id="Freeform 173" o:spid="_x0000_s1033" style="position:absolute;left:11206;top:4391;width:3142;height:95;visibility:visible;mso-wrap-style:square;v-text-anchor:middle" coordsize="3142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" path="m311354,15240r-303737,c3809,15240,,11430,,7620r,c,3810,3809,,7617,l311354,v3809,,7617,3810,7617,7620l318971,7620v,3810,-3808,7620,-7617,7620xe" fillcolor="#efa401 [2407]" stroked="f" strokeweight=".26431mm">
                <v:stroke joinstyle="miter"/>
                <v:path arrowok="t" o:connecttype="custom" o:connectlocs="311354,15240;7617,15240;0,7620;0,7620;7617,0;311354,0;318971,7620;318971,7620;311354,15240" o:connectangles="0,0,0,0,0,0,0,0,0"/>
              </v:shape>
              <v:shape id="Freeform 174" o:spid="_x0000_s1034" style="position:absolute;left:11206;top:4648;width:3238;height:95;visibility:visible;mso-wrap-style:square;v-text-anchor:middle" coordsize="32373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" path="m320876,15240r-313259,c3809,15240,,11430,,7620r,c,3810,3809,,7617,l320876,v3808,,7617,3810,7617,7620l328493,7620v,4762,-2857,7620,-7617,7620xe" fillcolor="#efa401 [2407]" stroked="f" strokeweight=".26431mm">
                <v:stroke joinstyle="miter"/>
                <v:path arrowok="t" o:connecttype="custom" o:connectlocs="320876,15240;7617,15240;0,7620;0,7620;7617,0;320876,0;328493,7620;328493,7620;320876,15240" o:connectangles="0,0,0,0,0,0,0,0,0"/>
              </v:shape>
              <v:shape id="Freeform 175" o:spid="_x0000_s1035" style="position:absolute;left:11206;top:4914;width:3333;height:96;visibility:visible;mso-wrap-style:square;v-text-anchor:middle" coordsize="33325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" path="m331349,15240r-323732,c3809,15240,,11430,,7620r,c,3810,3809,,7617,l331349,v3809,,7618,3810,7618,7620l338967,7620v,3810,-2857,7620,-7618,7620xe" fillcolor="#efa401 [2407]" stroked="f" strokeweight=".26431mm">
                <v:stroke joinstyle="miter"/>
                <v:path arrowok="t" o:connecttype="custom" o:connectlocs="331350,15240;7617,15240;0,7620;0,7620;7617,0;331350,0;338968,7620;338968,7620;331350,15240" o:connectangles="0,0,0,0,0,0,0,0,0"/>
              </v:shape>
              <v:shape id="Freeform 176" o:spid="_x0000_s1036" style="position:absolute;left:11206;top:5172;width:3428;height:95;visibility:visible;mso-wrap-style:square;v-text-anchor:middle" coordsize="34277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" path="m338014,15240r-330397,c3809,15240,,11430,,7620r,c,3810,3809,,7617,l338014,v3809,,7618,3810,7618,7620l345632,7620v,4762,-3809,7620,-7618,7620xe" fillcolor="#efa401 [2407]" stroked="f" strokeweight=".26431mm">
                <v:stroke joinstyle="miter"/>
                <v:path arrowok="t" o:connecttype="custom" o:connectlocs="338014,15240;7617,15240;0,7620;0,7620;7617,0;338014,0;345632,7620;345632,7620;338014,15240" o:connectangles="0,0,0,0,0,0,0,0,0"/>
              </v:shape>
              <v:shape id="Freeform 177" o:spid="_x0000_s1037" style="position:absolute;left:13196;top:5438;width:1524;height:96;visibility:visible;mso-wrap-style:square;v-text-anchor:middle" coordsize="15234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" path="m145680,15240r-138063,c3809,15240,,11430,,7620r,c,3810,3809,,7617,l145680,v3808,,7617,3810,7617,7620l153297,7620v,4762,-2857,7620,-7617,7620xe" fillcolor="#efa401 [2407]" stroked="f" strokeweight=".26431mm">
                <v:stroke joinstyle="miter"/>
                <v:path arrowok="t" o:connecttype="custom" o:connectlocs="145680,15240;7617,15240;0,7620;0,7620;7617,0;145680,0;153297,7620;153297,7620;145680,15240" o:connectangles="0,0,0,0,0,0,0,0,0"/>
              </v:shape>
              <v:shape id="Freeform 178" o:spid="_x0000_s1038" style="position:absolute;left:13568;top:5705;width:1237;height:95;visibility:visible;mso-wrap-style:square;v-text-anchor:middle" coordsize="12377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" path="m116162,15240r-108545,c3809,15240,,11430,,7620r,c,3810,3809,,7617,l117115,v3808,,7617,3810,7617,7620l124732,7620v-952,3810,-3809,7620,-8570,7620xe" fillcolor="#efa401 [2407]" stroked="f" strokeweight=".26431mm">
                <v:stroke joinstyle="miter"/>
                <v:path arrowok="t" o:connecttype="custom" o:connectlocs="116163,15240;7617,15240;0,7620;0,7620;7617,0;117116,0;124733,7620;124733,7620;116163,15240" o:connectangles="0,0,0,0,0,0,0,0,0"/>
              </v:shape>
              <v:shape id="Freeform 179" o:spid="_x0000_s1039" style="position:absolute;left:13825;top:5962;width:1047;height:95;visibility:visible;mso-wrap-style:square;v-text-anchor:middle" coordsize="104736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" path="m100928,15240r-93311,c3809,15240,,11430,,7620r,c,3810,3809,,7617,r93311,c104737,,108545,3810,108545,7620r,c108545,12382,104737,15240,100928,15240xe" fillcolor="#efa401 [2407]" stroked="f" strokeweight=".26431mm">
                <v:stroke joinstyle="miter"/>
                <v:path arrowok="t" o:connecttype="custom" o:connectlocs="100929,15240;7617,15240;0,7620;0,7620;7617,0;100929,0;108546,7620;108546,7620;100929,15240" o:connectangles="0,0,0,0,0,0,0,0,0"/>
              </v:shape>
              <v:shape id="Freeform 180" o:spid="_x0000_s1040" style="position:absolute;left:13958;top:6229;width:762;height:95;visibility:visible;mso-wrap-style:square;v-text-anchor:middle" coordsize="76172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" path="m69507,15240r-61890,c3809,15240,,11430,,7620r,c,3810,3809,,7617,l69507,v3809,,7617,3810,7617,7620l77124,7620v,3810,-2856,7620,-7617,7620xe" fillcolor="#efa401 [2407]" stroked="f" strokeweight=".26431mm">
                <v:stroke joinstyle="miter"/>
                <v:path arrowok="t" o:connecttype="custom" o:connectlocs="69507,15240;7617,15240;0,7620;0,7620;7617,0;69507,0;77124,7620;77124,7620;69507,15240" o:connectangles="0,0,0,0,0,0,0,0,0"/>
              </v:shape>
              <v:shape id="Freeform 181" o:spid="_x0000_s1041" style="position:absolute;left:10883;top:5591;width:4475;height:1047;visibility:visible;mso-wrap-style:square;v-text-anchor:middle" coordsize="447511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" path="m451320,53358v-952,-1906,-952,-2858,-1904,-4763l366579,100983r-58081,c253273,-3792,139967,18,134254,18l,18,,11447r134254,c134254,11447,134254,11447,134254,11447v952,,112354,-5714,165674,98108c300880,111460,302785,112412,304689,112412r63794,c369435,112412,370387,112412,371340,111460l452273,60025v,-1905,,-3810,-953,-6667xe" fillcolor="#efa401 [2407]" stroked="f" strokeweight=".26431mm">
                <v:stroke joinstyle="miter"/>
                <v:path arrowok="t" o:connecttype="custom" o:connectlocs="451321,53358;449417,48595;366580,100983;308499,100983;134254,18;0,18;0,11447;134254,11447;134254,11447;299929,109555;304690,112412;368484,112412;371341,111460;452274,60025;451321,53358" o:connectangles="0,0,0,0,0,0,0,0,0,0,0,0,0,0,0"/>
              </v:shape>
              <v:shape id="Freeform 182" o:spid="_x0000_s1042" style="position:absolute;left:10883;top:1228;width:2856;height:95;visibility:visible;mso-wrap-style:square;v-text-anchor:middle" coordsize="28564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" path="m,11430r293263,c290407,7620,288502,3810,285646,l,,,11430xe" fillcolor="#efa401 [2407]" stroked="f" strokeweight=".26431mm">
                <v:stroke joinstyle="miter"/>
                <v:path arrowok="t" o:connecttype="custom" o:connectlocs="0,11430;293264,11430;285647,0;0,0;0,11430" o:connectangles="0,0,0,0,0"/>
              </v:shape>
              <v:shape id="Freeform 183" o:spid="_x0000_s1043" style="position:absolute;left:10883;top:3571;width:3618;height:96;visibility:visible;mso-wrap-style:square;v-text-anchor:middle" coordsize="361818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" path="m,8572r369435,c368483,5715,367531,2858,366579,l,,,8572xe" fillcolor="#efa401 [2407]" stroked="f" strokeweight=".26431mm">
                <v:stroke joinstyle="miter"/>
                <v:path arrowok="t" o:connecttype="custom" o:connectlocs="0,81648300;369435,81648300;366579,0;0,0;0,81648300" o:connectangles="0,0,0,0,0"/>
              </v:shape>
              <v:shape id="Freeform 184" o:spid="_x0000_s1044" style="position:absolute;left:11187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" path="m,133350v,73343,59986,133350,133301,133350c206617,266700,266603,206693,266603,133350,266603,60007,206617,,133301,,59033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85" o:spid="_x0000_s1045" style="position:absolute;left:11606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" path="m,90488v,50482,40942,90487,90455,90487c140919,180975,180909,140018,180909,90488,180909,40005,139966,,90455,,40942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86" o:spid="_x0000_s1046" style="position:absolute;left:12044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ZawQAAAN0AAAAPAAAAZHJzL2Rvd25yZXYueG1sRE/bisIw&#10;EH0X9h/CCPumqRdU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OG4hlrBAAAA3QAAAA8AAAAA&#10;AAAAAAAAAAAABwIAAGRycy9kb3ducmV2LnhtbFBLBQYAAAAAAwADALcAAAD1AgAAAAA=&#10;" path="m,47625c,74295,20947,95250,47608,95250v26660,,47607,-20955,47607,-47625c95215,20955,74268,,47608,,20947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87" o:spid="_x0000_s1047" style="position:absolute;left:12444;top:6761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" path="m,6816v,3810,2857,6667,6665,6667c10474,13483,13330,10626,13330,6816,13330,3006,10474,148,6665,148,3809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88" o:spid="_x0000_s1048" style="position:absolute;left:11975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189" o:spid="_x0000_s1049" style="position:absolute;left:11787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190" o:spid="_x0000_s1050" style="position:absolute;left:11985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" path="m11664,11668v2856,-2857,2856,-6668,,-9525c8807,-714,4999,-714,2142,2143v-2856,2857,-2856,6668,,9525c4047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191" o:spid="_x0000_s1051" style="position:absolute;left:12454;top:808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192" o:spid="_x0000_s1052" style="position:absolute;left:12920;top:7896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Wdm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PjlGxlBL+4AAAD//wMAUEsBAi0AFAAGAAgAAAAhANvh9svuAAAAhQEAABMAAAAAAAAA&#10;AAAAAAAAAAAAAFtDb250ZW50X1R5cGVzXS54bWxQSwECLQAUAAYACAAAACEAWvQsW78AAAAVAQAA&#10;CwAAAAAAAAAAAAAAAAAfAQAAX3JlbHMvLnJlbHNQSwECLQAUAAYACAAAACEAlB1nZsYAAADdAAAA&#10;DwAAAAAAAAAAAAAAAAAHAgAAZHJzL2Rvd25yZXYueG1sUEsFBgAAAAADAAMAtwAAAPoCAAAAAA==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3" o:spid="_x0000_s1053" style="position:absolute;left:13111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" path="m6665,c2857,,,2858,,6668v,3810,2857,6667,6665,6667c10474,13335,13330,10478,13330,6668,14282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194" o:spid="_x0000_s1054" style="position:absolute;left:12920;top:6953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" path="m13330,6668v,3682,-2984,6667,-6665,6667c2984,13335,,10350,,6668,,2985,2984,,6665,v3681,,6665,2985,6665,6668xe" fillcolor="#c0bfbf" stroked="f" strokeweight=".26431mm">
                <v:stroke joinstyle="miter"/>
                <v:path arrowok="t" o:connecttype="custom" o:connectlocs="13331,6668;6666,13335;0,6668;6666,0;13331,6668" o:connectangles="0,0,0,0,0"/>
              </v:shape>
              <v:shape id="Freeform 195" o:spid="_x0000_s1055" style="position:absolute;left:942;top:6153;width:2666;height:2667;visibility:visible;mso-wrap-style:square;v-text-anchor:middle" coordsize="266602,26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" path="m,133350v,73343,59986,133350,133301,133350c206617,266700,266603,206693,266603,133350,266603,60007,206617,,133301,,59986,,,60007,,133350xe" fillcolor="#4e4e4e" stroked="f" strokeweight=".26431mm">
                <v:stroke joinstyle="miter"/>
                <v:path arrowok="t" o:connecttype="custom" o:connectlocs="0,133350;133302,266700;266604,133350;133302,0;0,133350" o:connectangles="0,0,0,0,0"/>
              </v:shape>
              <v:shape id="Freeform 196" o:spid="_x0000_s1056" style="position:absolute;left:1371;top:6581;width:1809;height:1810;visibility:visible;mso-wrap-style:square;v-text-anchor:middle" coordsize="180909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" path="m,90488v,50482,40942,90487,90455,90487c140919,180975,180909,140018,180909,90488,180909,40005,139966,,90455,,39990,,,40957,,90488xe" stroked="f" strokeweight=".26431mm">
                <v:stroke joinstyle="miter"/>
                <v:path arrowok="t" o:connecttype="custom" o:connectlocs="0,90488;90455,180975;180909,90488;90455,0;0,90488" o:connectangles="0,0,0,0,0"/>
              </v:shape>
              <v:shape id="Freeform 197" o:spid="_x0000_s1057" style="position:absolute;left:1799;top:7010;width:952;height:952;visibility:visible;mso-wrap-style:square;v-text-anchor:middle" coordsize="95215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" path="m,47625c,74295,20947,95250,47608,95250v26660,,47607,-20955,47607,-47625c95215,20955,74268,,47608,,21899,,,21907,,47625xe" fillcolor="#c0bfbf" stroked="f" strokeweight=".26431mm">
                <v:stroke joinstyle="miter"/>
                <v:path arrowok="t" o:connecttype="custom" o:connectlocs="0,47625;47608,95250;95215,47625;47608,0;0,47625" o:connectangles="0,0,0,0,0"/>
              </v:shape>
              <v:shape id="Freeform 198" o:spid="_x0000_s1058" style="position:absolute;left:2208;top:6761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" path="m,6816v,3810,2856,6667,6665,6667c10474,13483,13330,10626,13330,6816,13330,3006,10474,148,6665,148,2856,-805,,3006,,6816xe" fillcolor="#c0bfbf" stroked="f" strokeweight=".26431mm">
                <v:stroke joinstyle="miter"/>
                <v:path arrowok="t" o:connecttype="custom" o:connectlocs="0,6816;6666,13483;13331,6816;6666,148;0,6816" o:connectangles="0,0,0,0,0"/>
              </v:shape>
              <v:shape id="Freeform 199" o:spid="_x0000_s1059" style="position:absolute;left:1740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" path="m2142,11668v2857,2858,6665,2858,9522,c14520,8811,14520,5001,11664,2143,8807,-714,4999,-714,2142,2143v-2856,2858,-2856,6668,,9525xe" fillcolor="#c0bfbf" stroked="f" strokeweight=".26431mm">
                <v:stroke joinstyle="miter"/>
                <v:path arrowok="t" o:connecttype="custom" o:connectlocs="2142,11668;11665,11668;11665,2143;2142,2143;2142,11668" o:connectangles="0,0,0,0,0"/>
              </v:shape>
              <v:shape id="Freeform 200" o:spid="_x0000_s1060" style="position:absolute;left:1542;top:7429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" path="m6665,13335v3809,,6665,-2857,6665,-6667c13330,2858,10474,,6665,,2856,,,2858,,6668v,2857,2856,6667,6665,6667xe" fillcolor="#c0bfbf" stroked="f" strokeweight=".26431mm">
                <v:stroke joinstyle="miter"/>
                <v:path arrowok="t" o:connecttype="custom" o:connectlocs="6666,13335;13331,6668;6666,0;0,6668;6666,13335" o:connectangles="0,0,0,0,0"/>
              </v:shape>
              <v:shape id="Freeform 201" o:spid="_x0000_s1061" style="position:absolute;left:1740;top:7893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" path="m11664,11668v2856,-2857,2856,-6668,,-9525c8807,-714,4999,-714,2142,2143v-2856,2857,-2856,6668,,9525c4999,14525,8807,14525,11664,11668xe" fillcolor="#c0bfbf" stroked="f" strokeweight=".26431mm">
                <v:stroke joinstyle="miter"/>
                <v:path arrowok="t" o:connecttype="custom" o:connectlocs="11665,11668;11665,2143;2142,2143;2142,11668;11665,11668" o:connectangles="0,0,0,0,0"/>
              </v:shape>
              <v:shape id="Freeform 202" o:spid="_x0000_s1062" style="position:absolute;left:2208;top:8086;width:96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" path="m13330,6668c13330,2858,10474,,6665,,2856,,,2858,,6668v,3810,2856,6667,6665,6667c10474,13335,13330,10478,13330,6668xe" fillcolor="#c0bfbf" stroked="f" strokeweight=".26431mm">
                <v:stroke joinstyle="miter"/>
                <v:path arrowok="t" o:connecttype="custom" o:connectlocs="13331,6668;6666,0;0,6668;6666,13335;13331,6668" o:connectangles="0,0,0,0,0"/>
              </v:shape>
              <v:shape id="Freeform 203" o:spid="_x0000_s1063" style="position:absolute;left:2682;top:7884;width:95;height:95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" path="m11664,2143c8807,-714,4999,-714,2142,2143v-2856,2858,-2856,6668,,9525c4999,14526,8807,14526,11664,11668v1904,-1905,1904,-6667,,-9525xe" fillcolor="#c0bfbf" stroked="f" strokeweight=".26431mm">
                <v:stroke joinstyle="miter"/>
                <v:path arrowok="t" o:connecttype="custom" o:connectlocs="11665,2143;2142,2143;2142,11668;11665,11668;11665,2143" o:connectangles="0,0,0,0,0"/>
              </v:shape>
              <v:shape id="Freeform 204" o:spid="_x0000_s1064" style="position:absolute;left:2875;top:7419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" path="m6665,c2856,,,2858,,6668v,3810,2856,6667,6665,6667c10474,13335,13330,10478,13330,6668,13330,2858,10474,,6665,xe" fillcolor="#c0bfbf" stroked="f" strokeweight=".26431mm">
                <v:stroke joinstyle="miter"/>
                <v:path arrowok="t" o:connecttype="custom" o:connectlocs="6666,0;0,6668;6666,13335;13331,6668;6666,0" o:connectangles="0,0,0,0,0"/>
              </v:shape>
              <v:shape id="Freeform 205" o:spid="_x0000_s1065" style="position:absolute;left:2673;top:6950;width:95;height:96;visibility:visible;mso-wrap-style:square;v-text-anchor:middle" coordsize="9521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" path="m2142,2143v-2856,2858,-2856,6668,,9525c4999,14526,8807,14526,11664,11668v2856,-2857,2856,-6667,,-9525c9760,-714,4999,-714,2142,2143xe" fillcolor="#c0bfbf" stroked="f" strokeweight=".26431mm">
                <v:stroke joinstyle="miter"/>
                <v:path arrowok="t" o:connecttype="custom" o:connectlocs="2142,2143;2142,11668;11665,11668;11665,2143;2142,2143" o:connectangles="0,0,0,0,0"/>
              </v:shape>
              <v:shape id="Freeform 206" o:spid="_x0000_s1066" style="position:absolute;left:247;top:704;width:10569;height:7049;visibility:visible;mso-wrap-style:square;v-text-anchor:middle" coordsize="1056889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" path="m,l,706755r39038,c39038,705802,39038,704850,39990,703898l82837,580073v3809,-9525,11426,-16193,20948,-16193l199000,563880r6665,l300880,563880v9522,,17139,6668,20948,16193l364675,703898v,952,952,1904,952,2857l1063555,706755,1063555,,,xe" fillcolor="#fec444 [3207]" stroked="f" strokeweight=".26431mm">
                <v:stroke joinstyle="miter"/>
                <v:path arrowok="t" o:connecttype="custom" o:connectlocs="0,0;0,706755;39038,706755;39990,703898;82837,580073;103785,563880;199000,563880;205665,563880;300880,563880;321828,580073;364675,703898;365627,706755;1063556,706755;1063556,0;0,0" o:connectangles="0,0,0,0,0,0,0,0,0,0,0,0,0,0,0"/>
              </v:shape>
              <v:shape id="Freeform 207" o:spid="_x0000_s1067" style="position:absolute;left:247;top:4305;width:10569;height:95;visibility:visible;mso-wrap-style:square;v-text-anchor:middle" coordsize="1056889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" path="m,l1063555,r,16193l,16193,,xe" fillcolor="#efa401 [2407]" stroked="f" strokeweight=".26431mm">
                <v:stroke joinstyle="miter"/>
                <v:path arrowok="t" o:connecttype="custom" o:connectlocs="0,0;1063556,0;1063556,16193;0,16193" o:connectangles="0,0,0,0"/>
              </v:shape>
              <v:shape id="Freeform 208" o:spid="_x0000_s1068" style="position:absolute;left:10787;top:704;width:96;height:7049;visibility:visible;mso-wrap-style:square;v-text-anchor:middle" coordsize="9521,704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" path="m,l10474,r,706755l,706755,,xe" fillcolor="#efa401 [2407]" stroked="f" strokeweight=".26431mm">
                <v:stroke joinstyle="miter"/>
                <v:path arrowok="t" o:connecttype="custom" o:connectlocs="0,0;10475,0;10475,706755;0,706755" o:connectangles="0,0,0,0"/>
              </v:shape>
              <v:shape id="Freeform 209" o:spid="_x0000_s1069" style="position:absolute;left:14187;top:7286;width:857;height:572;visibility:visible;mso-wrap-style:square;v-text-anchor:middle" coordsize="85693,57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" path="m86646,40005v,9525,-7617,17145,-17139,17145l17139,57150c7617,57150,,49530,,40005l,17145c,7620,7617,,17139,l69507,v9522,,17139,7620,17139,17145l86646,40005xe" stroked="f" strokeweight=".26431mm">
                <v:stroke joinstyle="miter"/>
                <v:path arrowok="t" o:connecttype="custom" o:connectlocs="86647,40005;69508,57150;17139,57150;0,40005;0,17145;17139,0;69508,0;86647,17145;86647,40005" o:connectangles="0,0,0,0,0,0,0,0,0"/>
              </v:shape>
              <v:shape id="Freeform 210" o:spid="_x0000_s1070" style="position:absolute;left:457;top:5829;width:3618;height:1905;visibility:visible;mso-wrap-style:square;v-text-anchor:middle" coordsize="361818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" path="m311354,l56177,c24756,,,24765,,56197l,194310r14282,l14282,56197v,-22859,19043,-41909,41895,-41909l311354,14288v22852,,41895,19050,41895,41909l353249,194310r14282,l367531,56197c367531,25717,341823,,311354,xe" fillcolor="#efa401 [2407]" stroked="f" strokeweight=".26431mm">
                <v:stroke joinstyle="miter"/>
                <v:path arrowok="t" o:connecttype="custom" o:connectlocs="311354,0;56177,0;0,56197;0,194310;14282,194310;14282,56197;56177,14288;311354,14288;353249,56197;353249,194310;367531,194310;367531,56197;311354,0" o:connectangles="0,0,0,0,0,0,0,0,0,0,0,0,0"/>
              </v:shape>
              <v:shape id="Freeform 211" o:spid="_x0000_s1071" style="position:absolute;left:5836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  <v:shape id="Freeform 212" o:spid="_x0000_s1072" style="position:absolute;top:7353;width:666;height:190;visibility:visible;mso-wrap-style:square;v-text-anchor:middle" coordsize="6665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" path="m69507,23813v,1904,-952,2857,-2856,2857l2856,26670c952,26670,,25717,,23813l,2857c,953,952,,2856,l66651,v1904,,2856,953,2856,2857l69507,23813xe" stroked="f" strokeweight=".26431mm">
                <v:stroke joinstyle="miter"/>
                <v:path arrowok="t" o:connecttype="custom" o:connectlocs="69508,23813;66652,26670;2856,26670;0,23813;0,2857;2856,0;66652,0;69508,2857;69508,23813" o:connectangles="0,0,0,0,0,0,0,0,0"/>
              </v:shape>
              <v:shape id="Freeform 213" o:spid="_x0000_s1073" style="position:absolute;left:123;top:7543;width:572;height:286;visibility:visible;mso-wrap-style:square;v-text-anchor:middle" coordsize="57129,2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" path="m57129,27622v,1906,-952,2858,-2856,2858l2856,30480c952,30480,,29528,,27622l,2857c,953,952,,2856,l54273,v1904,,2856,953,2856,2857l57129,27622xe" stroked="f" strokeweight=".26431mm">
                <v:stroke joinstyle="miter"/>
                <v:path arrowok="t" o:connecttype="custom" o:connectlocs="57129,27622;54273,30480;2856,30480;0,27622;0,2857;2856,0;54273,0;57129,2857;57129,27622" o:connectangles="0,0,0,0,0,0,0,0,0"/>
              </v:shape>
              <v:shape id="Freeform 214" o:spid="_x0000_s1074" style="position:absolute;left:883;top:1266;width:4190;height:2477;visibility:visible;mso-wrap-style:square;v-text-anchor:middle" coordsize="418947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" path="m426564,240030v,4762,-3808,7620,-7617,7620l7617,247650c2856,247650,,243840,,240030l,7620c,2858,3809,,7617,l418947,v4761,,7617,3810,7617,7620l426564,240030xe" fillcolor="#e1eef7 [660]" stroked="f" strokeweight=".26431mm">
                <v:stroke joinstyle="miter"/>
                <v:path arrowok="t" o:connecttype="custom" o:connectlocs="426564,240030;418947,247650;7617,247650;0,240030;0,7620;7617,0;418947,0;426564,7620;426564,240030" o:connectangles="0,0,0,0,0,0,0,0,0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730" w:rsidRDefault="000D37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4ECBB5D1" wp14:editId="77A1FFBA">
              <wp:simplePos x="0" y="0"/>
              <wp:positionH relativeFrom="page">
                <wp:posOffset>-165100</wp:posOffset>
              </wp:positionH>
              <wp:positionV relativeFrom="page">
                <wp:posOffset>9918700</wp:posOffset>
              </wp:positionV>
              <wp:extent cx="8013700" cy="391160"/>
              <wp:effectExtent l="0" t="3175" r="0" b="0"/>
              <wp:wrapNone/>
              <wp:docPr id="2" name="Rectangle 2" descr="Page 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13700" cy="391160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1F9694" id="Rectangle 2" o:spid="_x0000_s1026" alt="Page border" style="position:absolute;margin-left:-13pt;margin-top:781pt;width:631pt;height:30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" fillcolor="#ed6566 [3206]" stroked="f" strokecolor="#4a7ebb" strokeweight="1.5pt">
              <v:shadow opacity="22938f" offset="0"/>
              <v:textbox inset=",7.2pt,,7.2pt"/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1" layoutInCell="1" allowOverlap="1" wp14:anchorId="5751FF8E" wp14:editId="1CDC6B9F">
              <wp:simplePos x="0" y="0"/>
              <wp:positionH relativeFrom="page">
                <wp:posOffset>7326630</wp:posOffset>
              </wp:positionH>
              <wp:positionV relativeFrom="page">
                <wp:posOffset>7625715</wp:posOffset>
              </wp:positionV>
              <wp:extent cx="2267585" cy="2724785"/>
              <wp:effectExtent l="249555" t="5715" r="245110" b="3175"/>
              <wp:wrapNone/>
              <wp:docPr id="1" name="AutoShape 1" descr="Abstract footer desig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672400">
                        <a:off x="0" y="0"/>
                        <a:ext cx="2267585" cy="2724785"/>
                      </a:xfrm>
                      <a:prstGeom prst="parallelogram">
                        <a:avLst>
                          <a:gd name="adj" fmla="val 43968"/>
                        </a:avLst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EBC2A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AutoShape 1" o:spid="_x0000_s1026" type="#_x0000_t7" alt="Abstract footer design" style="position:absolute;margin-left:576.9pt;margin-top:600.45pt;width:178.55pt;height:214.55pt;rotation:734440fd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" adj="9497" fillcolor="#6aaeda [3204]" stroked="f" strokecolor="#4a7ebb" strokeweight="1.5pt">
              <v:shadow opacity="22938f" offset="0"/>
              <v:textbox inset=",7.2pt,,7.2pt"/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7CD" w:rsidRDefault="006567CD" w:rsidP="002E635C">
      <w:r>
        <w:separator/>
      </w:r>
    </w:p>
  </w:footnote>
  <w:footnote w:type="continuationSeparator" w:id="0">
    <w:p w:rsidR="006567CD" w:rsidRDefault="006567CD" w:rsidP="002E6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E7" w:rsidRPr="00C802E7" w:rsidRDefault="0071589F" w:rsidP="00C802E7">
    <w:pPr>
      <w:pStyle w:val="Header"/>
      <w:jc w:val="center"/>
      <w:rPr>
        <w:b/>
        <w:sz w:val="40"/>
      </w:rPr>
    </w:pPr>
    <w:r>
      <w:rPr>
        <w:b/>
        <w:sz w:val="40"/>
      </w:rPr>
      <w:t>BACKPACKING</w:t>
    </w:r>
    <w:r w:rsidR="00270B07">
      <w:rPr>
        <w:b/>
        <w:sz w:val="40"/>
      </w:rPr>
      <w:t xml:space="preserve"> PACKING LIST</w:t>
    </w:r>
  </w:p>
  <w:p w:rsidR="00C802E7" w:rsidRDefault="00C802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3ED1"/>
    <w:multiLevelType w:val="multilevel"/>
    <w:tmpl w:val="3EE8D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245200"/>
    <w:multiLevelType w:val="multilevel"/>
    <w:tmpl w:val="0BBCA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8059FB"/>
    <w:multiLevelType w:val="multilevel"/>
    <w:tmpl w:val="63C2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2E5270"/>
    <w:multiLevelType w:val="multilevel"/>
    <w:tmpl w:val="AA0C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A54389"/>
    <w:multiLevelType w:val="multilevel"/>
    <w:tmpl w:val="39FE2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D27F48"/>
    <w:multiLevelType w:val="multilevel"/>
    <w:tmpl w:val="8F286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C14F00"/>
    <w:multiLevelType w:val="multilevel"/>
    <w:tmpl w:val="FBEE9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D9192F"/>
    <w:multiLevelType w:val="multilevel"/>
    <w:tmpl w:val="8AE86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905794"/>
    <w:multiLevelType w:val="multilevel"/>
    <w:tmpl w:val="08C02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31615D"/>
    <w:multiLevelType w:val="multilevel"/>
    <w:tmpl w:val="07C0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422A4E"/>
    <w:multiLevelType w:val="multilevel"/>
    <w:tmpl w:val="39943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4F6789"/>
    <w:multiLevelType w:val="multilevel"/>
    <w:tmpl w:val="652CE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9137C2"/>
    <w:multiLevelType w:val="multilevel"/>
    <w:tmpl w:val="8020E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4D4ADD"/>
    <w:multiLevelType w:val="multilevel"/>
    <w:tmpl w:val="80DA9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BD075F"/>
    <w:multiLevelType w:val="multilevel"/>
    <w:tmpl w:val="F62EF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6C352C"/>
    <w:multiLevelType w:val="multilevel"/>
    <w:tmpl w:val="2F38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320D25"/>
    <w:multiLevelType w:val="multilevel"/>
    <w:tmpl w:val="01C2B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C60F53"/>
    <w:multiLevelType w:val="multilevel"/>
    <w:tmpl w:val="47C84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7"/>
  </w:num>
  <w:num w:numId="3">
    <w:abstractNumId w:val="5"/>
  </w:num>
  <w:num w:numId="4">
    <w:abstractNumId w:val="9"/>
  </w:num>
  <w:num w:numId="5">
    <w:abstractNumId w:val="12"/>
  </w:num>
  <w:num w:numId="6">
    <w:abstractNumId w:val="3"/>
  </w:num>
  <w:num w:numId="7">
    <w:abstractNumId w:val="0"/>
  </w:num>
  <w:num w:numId="8">
    <w:abstractNumId w:val="13"/>
  </w:num>
  <w:num w:numId="9">
    <w:abstractNumId w:val="1"/>
  </w:num>
  <w:num w:numId="10">
    <w:abstractNumId w:val="11"/>
  </w:num>
  <w:num w:numId="11">
    <w:abstractNumId w:val="15"/>
  </w:num>
  <w:num w:numId="12">
    <w:abstractNumId w:val="14"/>
  </w:num>
  <w:num w:numId="13">
    <w:abstractNumId w:val="7"/>
  </w:num>
  <w:num w:numId="14">
    <w:abstractNumId w:val="8"/>
  </w:num>
  <w:num w:numId="15">
    <w:abstractNumId w:val="10"/>
  </w:num>
  <w:num w:numId="16">
    <w:abstractNumId w:val="4"/>
  </w:num>
  <w:num w:numId="17">
    <w:abstractNumId w:val="2"/>
  </w:num>
  <w:num w:numId="1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removePersonalInformation/>
  <w:removeDateAndTime/>
  <w:proofState w:spelling="clean" w:grammar="clean"/>
  <w:attachedTemplate r:id="rId1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E7"/>
    <w:rsid w:val="00032741"/>
    <w:rsid w:val="00047C35"/>
    <w:rsid w:val="000649A8"/>
    <w:rsid w:val="00071F9D"/>
    <w:rsid w:val="00073EB8"/>
    <w:rsid w:val="0008718B"/>
    <w:rsid w:val="000C44AF"/>
    <w:rsid w:val="000D28F5"/>
    <w:rsid w:val="000D3730"/>
    <w:rsid w:val="000D7E3C"/>
    <w:rsid w:val="000E59D4"/>
    <w:rsid w:val="000E6656"/>
    <w:rsid w:val="00112BE6"/>
    <w:rsid w:val="0015171B"/>
    <w:rsid w:val="001543E2"/>
    <w:rsid w:val="001D37D3"/>
    <w:rsid w:val="001F0071"/>
    <w:rsid w:val="001F3D32"/>
    <w:rsid w:val="00231BAF"/>
    <w:rsid w:val="00250EAB"/>
    <w:rsid w:val="00252167"/>
    <w:rsid w:val="00270B07"/>
    <w:rsid w:val="002D0FAA"/>
    <w:rsid w:val="002D3221"/>
    <w:rsid w:val="002E6286"/>
    <w:rsid w:val="002E635C"/>
    <w:rsid w:val="002F1462"/>
    <w:rsid w:val="00323158"/>
    <w:rsid w:val="00354212"/>
    <w:rsid w:val="00357F1D"/>
    <w:rsid w:val="0039189A"/>
    <w:rsid w:val="003934CD"/>
    <w:rsid w:val="003A141E"/>
    <w:rsid w:val="003B395E"/>
    <w:rsid w:val="003C5653"/>
    <w:rsid w:val="004647F7"/>
    <w:rsid w:val="00480F8F"/>
    <w:rsid w:val="004842D4"/>
    <w:rsid w:val="004A5320"/>
    <w:rsid w:val="004A5CA3"/>
    <w:rsid w:val="004B708C"/>
    <w:rsid w:val="004C6EAB"/>
    <w:rsid w:val="004D1D71"/>
    <w:rsid w:val="004E6F3C"/>
    <w:rsid w:val="00502D08"/>
    <w:rsid w:val="00527CE0"/>
    <w:rsid w:val="00587761"/>
    <w:rsid w:val="00596B62"/>
    <w:rsid w:val="005F3FBB"/>
    <w:rsid w:val="006038A7"/>
    <w:rsid w:val="006253F7"/>
    <w:rsid w:val="00644264"/>
    <w:rsid w:val="006567CD"/>
    <w:rsid w:val="00687659"/>
    <w:rsid w:val="006B238F"/>
    <w:rsid w:val="006C2B5A"/>
    <w:rsid w:val="006D0BD3"/>
    <w:rsid w:val="006D2FA5"/>
    <w:rsid w:val="006D79F1"/>
    <w:rsid w:val="00710724"/>
    <w:rsid w:val="0071589F"/>
    <w:rsid w:val="007476CD"/>
    <w:rsid w:val="007515D7"/>
    <w:rsid w:val="00775FBA"/>
    <w:rsid w:val="0078001F"/>
    <w:rsid w:val="007B6638"/>
    <w:rsid w:val="008003B0"/>
    <w:rsid w:val="00801BAF"/>
    <w:rsid w:val="008167A2"/>
    <w:rsid w:val="00830E7B"/>
    <w:rsid w:val="0085007C"/>
    <w:rsid w:val="00877266"/>
    <w:rsid w:val="00882A7D"/>
    <w:rsid w:val="008A1E27"/>
    <w:rsid w:val="008A7BCF"/>
    <w:rsid w:val="008C2DE7"/>
    <w:rsid w:val="008E1AD7"/>
    <w:rsid w:val="00900637"/>
    <w:rsid w:val="009267BE"/>
    <w:rsid w:val="0093563E"/>
    <w:rsid w:val="0097279A"/>
    <w:rsid w:val="00976A1E"/>
    <w:rsid w:val="00982D4B"/>
    <w:rsid w:val="009A6B9F"/>
    <w:rsid w:val="009F137A"/>
    <w:rsid w:val="009F5C48"/>
    <w:rsid w:val="00A13F6D"/>
    <w:rsid w:val="00A177C8"/>
    <w:rsid w:val="00A376AC"/>
    <w:rsid w:val="00A944FF"/>
    <w:rsid w:val="00A95DBE"/>
    <w:rsid w:val="00AE1950"/>
    <w:rsid w:val="00AF64A2"/>
    <w:rsid w:val="00B06F51"/>
    <w:rsid w:val="00B12637"/>
    <w:rsid w:val="00B224FD"/>
    <w:rsid w:val="00B26F99"/>
    <w:rsid w:val="00B61DBF"/>
    <w:rsid w:val="00BA2AAB"/>
    <w:rsid w:val="00BB1028"/>
    <w:rsid w:val="00BC007B"/>
    <w:rsid w:val="00BE6E39"/>
    <w:rsid w:val="00BF1BA9"/>
    <w:rsid w:val="00BF79A1"/>
    <w:rsid w:val="00C10FCC"/>
    <w:rsid w:val="00C802E7"/>
    <w:rsid w:val="00CE28E4"/>
    <w:rsid w:val="00CE690D"/>
    <w:rsid w:val="00CF3BF6"/>
    <w:rsid w:val="00D013E7"/>
    <w:rsid w:val="00D05C43"/>
    <w:rsid w:val="00D75022"/>
    <w:rsid w:val="00D7764D"/>
    <w:rsid w:val="00D83CCC"/>
    <w:rsid w:val="00DB2877"/>
    <w:rsid w:val="00DC7D3C"/>
    <w:rsid w:val="00DD087E"/>
    <w:rsid w:val="00E103B6"/>
    <w:rsid w:val="00E13265"/>
    <w:rsid w:val="00E3397F"/>
    <w:rsid w:val="00E528BC"/>
    <w:rsid w:val="00E5571F"/>
    <w:rsid w:val="00E63174"/>
    <w:rsid w:val="00E70379"/>
    <w:rsid w:val="00E85144"/>
    <w:rsid w:val="00EA6FD6"/>
    <w:rsid w:val="00EF1048"/>
    <w:rsid w:val="00F035A0"/>
    <w:rsid w:val="00F07BEC"/>
    <w:rsid w:val="00F11371"/>
    <w:rsid w:val="00F17944"/>
    <w:rsid w:val="00F20F9F"/>
    <w:rsid w:val="00F22940"/>
    <w:rsid w:val="00F431DF"/>
    <w:rsid w:val="00F43741"/>
    <w:rsid w:val="00F47149"/>
    <w:rsid w:val="00F62DC8"/>
    <w:rsid w:val="00F730C0"/>
    <w:rsid w:val="00F924D5"/>
    <w:rsid w:val="00FB6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B32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20" w:after="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17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38A7"/>
    <w:pPr>
      <w:keepNext/>
      <w:spacing w:before="300" w:after="40"/>
      <w:jc w:val="left"/>
      <w:outlineLvl w:val="0"/>
    </w:pPr>
    <w:rPr>
      <w:rFonts w:asciiTheme="majorHAnsi" w:hAnsiTheme="majorHAnsi"/>
      <w:smallCaps/>
      <w:color w:val="6AAEDA" w:themeColor="accent1"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F20F9F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F20F9F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20F9F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F20F9F"/>
    <w:pPr>
      <w:spacing w:before="200" w:after="0"/>
      <w:jc w:val="left"/>
      <w:outlineLvl w:val="4"/>
    </w:pPr>
    <w:rPr>
      <w:smallCaps/>
      <w:color w:val="3AA9A3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F20F9F"/>
    <w:pPr>
      <w:spacing w:after="0"/>
      <w:jc w:val="left"/>
      <w:outlineLvl w:val="5"/>
    </w:pPr>
    <w:rPr>
      <w:smallCaps/>
      <w:color w:val="66CAC5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F20F9F"/>
    <w:pPr>
      <w:spacing w:after="0"/>
      <w:jc w:val="left"/>
      <w:outlineLvl w:val="6"/>
    </w:pPr>
    <w:rPr>
      <w:b/>
      <w:smallCaps/>
      <w:color w:val="66CAC5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F20F9F"/>
    <w:pPr>
      <w:spacing w:after="0"/>
      <w:jc w:val="left"/>
      <w:outlineLvl w:val="7"/>
    </w:pPr>
    <w:rPr>
      <w:b/>
      <w:i/>
      <w:smallCaps/>
      <w:color w:val="3AA9A3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F20F9F"/>
    <w:pPr>
      <w:spacing w:after="0"/>
      <w:jc w:val="left"/>
      <w:outlineLvl w:val="8"/>
    </w:pPr>
    <w:rPr>
      <w:b/>
      <w:i/>
      <w:smallCaps/>
      <w:color w:val="27706C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7279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6038A7"/>
    <w:pPr>
      <w:spacing w:after="1000"/>
      <w:jc w:val="right"/>
    </w:pPr>
    <w:rPr>
      <w:rFonts w:asciiTheme="majorHAnsi" w:hAnsiTheme="majorHAnsi"/>
      <w:smallCaps/>
      <w:spacing w:val="5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6038A7"/>
    <w:rPr>
      <w:rFonts w:asciiTheme="majorHAnsi" w:hAnsiTheme="majorHAnsi"/>
      <w:smallCaps/>
      <w:spacing w:val="5"/>
      <w:sz w:val="72"/>
      <w:szCs w:val="4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038A7"/>
    <w:rPr>
      <w:rFonts w:asciiTheme="majorHAnsi" w:hAnsiTheme="majorHAnsi"/>
      <w:smallCaps/>
      <w:color w:val="6AAEDA" w:themeColor="accent1"/>
      <w:spacing w:val="5"/>
      <w:sz w:val="32"/>
      <w:szCs w:val="32"/>
      <w:lang w:val="en-US"/>
    </w:rPr>
  </w:style>
  <w:style w:type="character" w:styleId="PlaceholderText">
    <w:name w:val="Placeholder Text"/>
    <w:basedOn w:val="DefaultParagraphFont"/>
    <w:semiHidden/>
    <w:rsid w:val="00231BAF"/>
    <w:rPr>
      <w:color w:val="808080"/>
    </w:rPr>
  </w:style>
  <w:style w:type="paragraph" w:customStyle="1" w:styleId="checkboxindent">
    <w:name w:val="checkbox indent"/>
    <w:basedOn w:val="Normal"/>
    <w:qFormat/>
    <w:rsid w:val="00F431DF"/>
    <w:pPr>
      <w:ind w:left="272" w:hanging="272"/>
    </w:pPr>
  </w:style>
  <w:style w:type="paragraph" w:styleId="Header">
    <w:name w:val="header"/>
    <w:basedOn w:val="Normal"/>
    <w:link w:val="HeaderChar"/>
    <w:uiPriority w:val="99"/>
    <w:rsid w:val="00E63174"/>
    <w:pPr>
      <w:spacing w:after="0"/>
      <w:jc w:val="right"/>
    </w:pPr>
    <w:rPr>
      <w:noProof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63174"/>
    <w:rPr>
      <w:noProof/>
      <w:sz w:val="18"/>
      <w:lang w:val="en-US"/>
    </w:rPr>
  </w:style>
  <w:style w:type="paragraph" w:styleId="Footer">
    <w:name w:val="footer"/>
    <w:basedOn w:val="Normal"/>
    <w:link w:val="FooterChar"/>
    <w:semiHidden/>
    <w:rsid w:val="00E63174"/>
    <w:pPr>
      <w:spacing w:after="0"/>
    </w:pPr>
  </w:style>
  <w:style w:type="character" w:customStyle="1" w:styleId="FooterChar">
    <w:name w:val="Footer Char"/>
    <w:basedOn w:val="DefaultParagraphFont"/>
    <w:link w:val="Footer"/>
    <w:semiHidden/>
    <w:rsid w:val="00E63174"/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174"/>
    <w:rPr>
      <w:smallCaps/>
      <w:spacing w:val="5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63174"/>
    <w:rPr>
      <w:smallCaps/>
      <w:spacing w:val="5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63174"/>
    <w:rPr>
      <w:smallCaps/>
      <w:spacing w:val="10"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174"/>
    <w:rPr>
      <w:smallCaps/>
      <w:color w:val="3AA9A3" w:themeColor="accent2" w:themeShade="BF"/>
      <w:spacing w:val="10"/>
      <w:sz w:val="22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174"/>
    <w:rPr>
      <w:smallCaps/>
      <w:color w:val="66CAC5" w:themeColor="accent2"/>
      <w:spacing w:val="5"/>
      <w:sz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174"/>
    <w:rPr>
      <w:b/>
      <w:smallCaps/>
      <w:color w:val="66CAC5" w:themeColor="accent2"/>
      <w:spacing w:val="1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174"/>
    <w:rPr>
      <w:b/>
      <w:i/>
      <w:smallCaps/>
      <w:color w:val="3AA9A3" w:themeColor="accent2" w:themeShade="BF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174"/>
    <w:rPr>
      <w:b/>
      <w:i/>
      <w:smallCaps/>
      <w:color w:val="27706C" w:themeColor="accent2" w:themeShade="7F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0F9F"/>
    <w:rPr>
      <w:b/>
      <w:bCs/>
      <w:caps/>
      <w:sz w:val="16"/>
      <w:szCs w:val="18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F20F9F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63174"/>
    <w:rPr>
      <w:rFonts w:asciiTheme="majorHAnsi" w:eastAsiaTheme="majorEastAsia" w:hAnsiTheme="majorHAnsi" w:cstheme="majorBidi"/>
      <w:szCs w:val="22"/>
      <w:lang w:val="en-US"/>
    </w:rPr>
  </w:style>
  <w:style w:type="character" w:styleId="Strong">
    <w:name w:val="Strong"/>
    <w:uiPriority w:val="22"/>
    <w:qFormat/>
    <w:rsid w:val="006038A7"/>
    <w:rPr>
      <w:b/>
      <w:color w:val="auto"/>
    </w:rPr>
  </w:style>
  <w:style w:type="character" w:styleId="Emphasis">
    <w:name w:val="Emphasis"/>
    <w:uiPriority w:val="20"/>
    <w:semiHidden/>
    <w:rsid w:val="00F20F9F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semiHidden/>
    <w:rsid w:val="00F20F9F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semiHidden/>
    <w:rsid w:val="00E63174"/>
    <w:rPr>
      <w:lang w:val="en-US"/>
    </w:rPr>
  </w:style>
  <w:style w:type="paragraph" w:styleId="ListParagraph">
    <w:name w:val="List Paragraph"/>
    <w:basedOn w:val="Normal"/>
    <w:uiPriority w:val="34"/>
    <w:semiHidden/>
    <w:rsid w:val="00F20F9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semiHidden/>
    <w:rsid w:val="00F20F9F"/>
    <w:rPr>
      <w:i/>
    </w:rPr>
  </w:style>
  <w:style w:type="character" w:customStyle="1" w:styleId="QuoteChar">
    <w:name w:val="Quote Char"/>
    <w:basedOn w:val="DefaultParagraphFont"/>
    <w:link w:val="Quote"/>
    <w:uiPriority w:val="29"/>
    <w:semiHidden/>
    <w:rsid w:val="00E63174"/>
    <w:rPr>
      <w:i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F20F9F"/>
    <w:pPr>
      <w:pBdr>
        <w:top w:val="single" w:sz="8" w:space="10" w:color="3AA9A3" w:themeColor="accent2" w:themeShade="BF"/>
        <w:left w:val="single" w:sz="8" w:space="10" w:color="3AA9A3" w:themeColor="accent2" w:themeShade="BF"/>
        <w:bottom w:val="single" w:sz="8" w:space="10" w:color="3AA9A3" w:themeColor="accent2" w:themeShade="BF"/>
        <w:right w:val="single" w:sz="8" w:space="10" w:color="3AA9A3" w:themeColor="accent2" w:themeShade="BF"/>
      </w:pBdr>
      <w:shd w:val="clear" w:color="auto" w:fill="66CAC5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63174"/>
    <w:rPr>
      <w:b/>
      <w:i/>
      <w:color w:val="FFFFFF" w:themeColor="background1"/>
      <w:shd w:val="clear" w:color="auto" w:fill="66CAC5" w:themeFill="accent2"/>
      <w:lang w:val="en-US"/>
    </w:rPr>
  </w:style>
  <w:style w:type="character" w:styleId="SubtleEmphasis">
    <w:name w:val="Subtle Emphasis"/>
    <w:uiPriority w:val="19"/>
    <w:semiHidden/>
    <w:rsid w:val="00F20F9F"/>
    <w:rPr>
      <w:i/>
    </w:rPr>
  </w:style>
  <w:style w:type="character" w:styleId="IntenseEmphasis">
    <w:name w:val="Intense Emphasis"/>
    <w:uiPriority w:val="21"/>
    <w:semiHidden/>
    <w:rsid w:val="00F20F9F"/>
    <w:rPr>
      <w:b/>
      <w:i/>
      <w:color w:val="66CAC5" w:themeColor="accent2"/>
      <w:spacing w:val="10"/>
    </w:rPr>
  </w:style>
  <w:style w:type="character" w:styleId="SubtleReference">
    <w:name w:val="Subtle Reference"/>
    <w:uiPriority w:val="31"/>
    <w:semiHidden/>
    <w:rsid w:val="00F20F9F"/>
    <w:rPr>
      <w:b/>
    </w:rPr>
  </w:style>
  <w:style w:type="character" w:styleId="IntenseReference">
    <w:name w:val="Intense Reference"/>
    <w:uiPriority w:val="32"/>
    <w:semiHidden/>
    <w:rsid w:val="00F20F9F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semiHidden/>
    <w:rsid w:val="00F20F9F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0F9F"/>
    <w:pPr>
      <w:outlineLvl w:val="9"/>
    </w:pPr>
  </w:style>
  <w:style w:type="paragraph" w:styleId="BalloonText">
    <w:name w:val="Balloon Text"/>
    <w:basedOn w:val="Normal"/>
    <w:link w:val="BalloonTextChar"/>
    <w:semiHidden/>
    <w:unhideWhenUsed/>
    <w:rsid w:val="00502D08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02D0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rsid w:val="00BE6E3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Microsoft\Templates\Festival%20checklist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000000"/>
      </a:dk1>
      <a:lt1>
        <a:srgbClr val="FFFFFF"/>
      </a:lt1>
      <a:dk2>
        <a:srgbClr val="464646"/>
      </a:dk2>
      <a:lt2>
        <a:srgbClr val="FFFFFF"/>
      </a:lt2>
      <a:accent1>
        <a:srgbClr val="6AAEDA"/>
      </a:accent1>
      <a:accent2>
        <a:srgbClr val="66CAC5"/>
      </a:accent2>
      <a:accent3>
        <a:srgbClr val="ED6566"/>
      </a:accent3>
      <a:accent4>
        <a:srgbClr val="FEC444"/>
      </a:accent4>
      <a:accent5>
        <a:srgbClr val="C86DAA"/>
      </a:accent5>
      <a:accent6>
        <a:srgbClr val="92D050"/>
      </a:accent6>
      <a:hlink>
        <a:srgbClr val="A05024"/>
      </a:hlink>
      <a:folHlink>
        <a:srgbClr val="FEC037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03A0C7DD-171C-42CA-B64A-4338FB3C6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574983-B468-4D23-B640-8AE3911AE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E04DE2-3292-44D2-81C6-7EAB86DB544A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Festival checklist</Template>
  <TotalTime>0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2025-01-06T11:52:00Z</dcterms:created>
  <dcterms:modified xsi:type="dcterms:W3CDTF">2025-01-06T11:55:00Z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