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383" w:rsidRPr="007C2913" w:rsidRDefault="007C2913" w:rsidP="00965D17">
      <w:pPr>
        <w:pStyle w:val="Title"/>
        <w:rPr>
          <w:b/>
        </w:rPr>
      </w:pPr>
      <w:r w:rsidRPr="007C2913">
        <w:rPr>
          <w:b/>
        </w:rPr>
        <w:t>YOUR NAME</w:t>
      </w:r>
      <w:bookmarkStart w:id="0" w:name="_GoBack"/>
      <w:bookmarkEnd w:id="0"/>
    </w:p>
    <w:p w:rsidR="00965D17" w:rsidRDefault="00A577A4" w:rsidP="00965D17">
      <w:sdt>
        <w:sdtPr>
          <w:alias w:val="Address, City, ST ZIP Code:"/>
          <w:tag w:val="Address, City, ST ZIP Code:"/>
          <w:id w:val="-593780209"/>
          <w:placeholder>
            <w:docPart w:val="BC42707B6BF34841944B363545466BCC"/>
          </w:placeholder>
          <w:temporary/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/>
        </w:sdtPr>
        <w:sdtEndPr/>
        <w:sdtContent>
          <w:r w:rsidR="00965D17">
            <w:t>Address, City, ST ZIP Code</w:t>
          </w:r>
        </w:sdtContent>
      </w:sdt>
      <w:r w:rsidR="00965D17">
        <w:t> | </w:t>
      </w:r>
      <w:sdt>
        <w:sdtPr>
          <w:alias w:val="Telephone:"/>
          <w:tag w:val="Telephone:"/>
          <w:id w:val="-1416317146"/>
          <w:placeholder>
            <w:docPart w:val="E9A460AB2E964677ACC0927FC85B3857"/>
          </w:placeholder>
          <w:temporary/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/>
        </w:sdtPr>
        <w:sdtEndPr/>
        <w:sdtContent>
          <w:r w:rsidR="00965D17">
            <w:t>Telephone</w:t>
          </w:r>
        </w:sdtContent>
      </w:sdt>
      <w:r w:rsidR="00965D17">
        <w:t> | </w:t>
      </w:r>
      <w:sdt>
        <w:sdtPr>
          <w:alias w:val="Email:"/>
          <w:tag w:val="Email:"/>
          <w:id w:val="-391963670"/>
          <w:placeholder>
            <w:docPart w:val="125B61C887F74BA19B14498C3757FDDF"/>
          </w:placeholder>
          <w:temporary/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/>
        </w:sdtPr>
        <w:sdtEndPr/>
        <w:sdtContent>
          <w:r w:rsidR="00965D17">
            <w:t>Email</w:t>
          </w:r>
        </w:sdtContent>
      </w:sdt>
    </w:p>
    <w:p w:rsidR="00610775" w:rsidRDefault="00610775" w:rsidP="00610775">
      <w:r w:rsidRPr="00CF70ED">
        <w:rPr>
          <w:sz w:val="18"/>
        </w:rPr>
        <w:t xml:space="preserve">A knowledgeable account specialist who can keep the record of money after receiving it. A Very skilled person who is adept at using a computer to solve account related problems and can even work on a complex computer system. A Very talented person who can prepare accurate and error-free aging reports from auditing receivables. Specialist in many account-related tasks. </w:t>
      </w:r>
    </w:p>
    <w:p w:rsidR="00610775" w:rsidRPr="007C2913" w:rsidRDefault="00610775" w:rsidP="00610775">
      <w:pPr>
        <w:pStyle w:val="SectionHeading"/>
        <w:rPr>
          <w:b/>
          <w:sz w:val="26"/>
        </w:rPr>
      </w:pPr>
      <w:r w:rsidRPr="007C2913">
        <w:rPr>
          <w:b/>
          <w:sz w:val="26"/>
        </w:rPr>
        <w:t>EDUCATION</w:t>
      </w:r>
    </w:p>
    <w:sdt>
      <w:sdtPr>
        <w:rPr>
          <w:sz w:val="20"/>
          <w:szCs w:val="20"/>
        </w:rPr>
        <w:id w:val="4805100"/>
        <w:placeholder>
          <w:docPart w:val="66CCA08E628743C7A598FC433A62B93D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Location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[Elm University, Chapel Hill, NC]</w:t>
          </w:r>
        </w:p>
      </w:sdtContent>
    </w:sdt>
    <w:p w:rsidR="00610775" w:rsidRPr="007C2913" w:rsidRDefault="00A577A4" w:rsidP="00610775">
      <w:pPr>
        <w:pStyle w:val="JobTitle"/>
        <w:rPr>
          <w:sz w:val="20"/>
          <w:szCs w:val="20"/>
        </w:rPr>
      </w:pPr>
      <w:sdt>
        <w:sdtPr>
          <w:rPr>
            <w:sz w:val="20"/>
            <w:szCs w:val="20"/>
          </w:rPr>
          <w:id w:val="4805108"/>
          <w:placeholder>
            <w:docPart w:val="CB5DEE67F3324C3EB57D273F5254FC86"/>
          </w:placeholder>
          <w:temporary/>
          <w:showingPlcHdr/>
        </w:sdtPr>
        <w:sdtEndPr/>
        <w:sdtContent>
          <w:r w:rsidR="00610775" w:rsidRPr="007C2913">
            <w:rPr>
              <w:sz w:val="20"/>
              <w:szCs w:val="20"/>
            </w:rPr>
            <w:t>[Ph.D. in English]</w:t>
          </w:r>
        </w:sdtContent>
      </w:sdt>
      <w:r w:rsidR="00610775" w:rsidRPr="007C2913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275215203"/>
          <w:placeholder>
            <w:docPart w:val="082B051D37EB4436B1ADE20F348EA7DB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[Pick the Year]</w:t>
          </w:r>
        </w:sdtContent>
      </w:sdt>
    </w:p>
    <w:sdt>
      <w:sdtPr>
        <w:rPr>
          <w:sz w:val="20"/>
          <w:szCs w:val="20"/>
        </w:rPr>
        <w:id w:val="4805124"/>
        <w:placeholder>
          <w:docPart w:val="35EA201E47AE4627B0FF0F5C11B3E860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NormalBodyText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[Dissertation: “The Cross-Cultural Communication Epidemic of the 21st Century”]</w:t>
          </w:r>
        </w:p>
      </w:sdtContent>
    </w:sdt>
    <w:sdt>
      <w:sdtPr>
        <w:rPr>
          <w:sz w:val="20"/>
          <w:szCs w:val="20"/>
        </w:rPr>
        <w:id w:val="4805132"/>
        <w:placeholder>
          <w:docPart w:val="57FAD368D9604933A75B5A3150971441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SpaceAfter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[Honors: Dissertation passed “with Distinction”]</w:t>
          </w:r>
        </w:p>
      </w:sdtContent>
    </w:sdt>
    <w:sdt>
      <w:sdtPr>
        <w:rPr>
          <w:sz w:val="20"/>
          <w:szCs w:val="20"/>
        </w:rPr>
        <w:id w:val="4805140"/>
        <w:placeholder>
          <w:docPart w:val="91D2A14D848545A889B2D52B51EBCE96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Location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[Elm University, Chapel Hill, NC]</w:t>
          </w:r>
        </w:p>
      </w:sdtContent>
    </w:sdt>
    <w:p w:rsidR="00610775" w:rsidRPr="007C2913" w:rsidRDefault="00A577A4" w:rsidP="00610775">
      <w:pPr>
        <w:pStyle w:val="JobTitle"/>
        <w:rPr>
          <w:sz w:val="20"/>
          <w:szCs w:val="20"/>
        </w:rPr>
      </w:pPr>
      <w:sdt>
        <w:sdtPr>
          <w:rPr>
            <w:sz w:val="20"/>
            <w:szCs w:val="20"/>
          </w:rPr>
          <w:id w:val="4805148"/>
          <w:placeholder>
            <w:docPart w:val="8A5566913B424FEC91308C71DFD3A24E"/>
          </w:placeholder>
          <w:temporary/>
          <w:showingPlcHdr/>
        </w:sdtPr>
        <w:sdtEndPr/>
        <w:sdtContent>
          <w:r w:rsidR="00610775" w:rsidRPr="007C2913">
            <w:rPr>
              <w:sz w:val="20"/>
              <w:szCs w:val="20"/>
            </w:rPr>
            <w:t>[M.A. in English]</w:t>
          </w:r>
        </w:sdtContent>
      </w:sdt>
      <w:r w:rsidR="00610775" w:rsidRPr="007C2913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275215213"/>
          <w:placeholder>
            <w:docPart w:val="C92B9F573EF345EE9C6AB34832867990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[Pick the Year]</w:t>
          </w:r>
        </w:sdtContent>
      </w:sdt>
    </w:p>
    <w:sdt>
      <w:sdtPr>
        <w:rPr>
          <w:sz w:val="20"/>
          <w:szCs w:val="20"/>
        </w:rPr>
        <w:id w:val="4805193"/>
        <w:placeholder>
          <w:docPart w:val="1DA0C3FB8D494357AFB6F835AC30A23C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SpaceAfter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[Thesis: “The Accessibility Debate of Content in the Online Context”]</w:t>
          </w:r>
        </w:p>
      </w:sdtContent>
    </w:sdt>
    <w:sdt>
      <w:sdtPr>
        <w:rPr>
          <w:sz w:val="20"/>
          <w:szCs w:val="20"/>
        </w:rPr>
        <w:id w:val="4805201"/>
        <w:placeholder>
          <w:docPart w:val="505C1A9214E84BCAA10AE6052DF0E825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Location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[Oak Tree University, Raleigh, NC]</w:t>
          </w:r>
        </w:p>
      </w:sdtContent>
    </w:sdt>
    <w:p w:rsidR="00610775" w:rsidRPr="007C2913" w:rsidRDefault="00A577A4" w:rsidP="00610775">
      <w:pPr>
        <w:pStyle w:val="JobTitle"/>
        <w:rPr>
          <w:sz w:val="20"/>
          <w:szCs w:val="20"/>
        </w:rPr>
      </w:pPr>
      <w:sdt>
        <w:sdtPr>
          <w:rPr>
            <w:sz w:val="20"/>
            <w:szCs w:val="20"/>
          </w:rPr>
          <w:id w:val="4805209"/>
          <w:placeholder>
            <w:docPart w:val="C3ED8370150142DE8C99E441242E8DEA"/>
          </w:placeholder>
          <w:temporary/>
          <w:showingPlcHdr/>
        </w:sdtPr>
        <w:sdtEndPr/>
        <w:sdtContent>
          <w:r w:rsidR="00610775" w:rsidRPr="007C2913">
            <w:rPr>
              <w:sz w:val="20"/>
              <w:szCs w:val="20"/>
            </w:rPr>
            <w:t>[B.A. Honors in English]</w:t>
          </w:r>
        </w:sdtContent>
      </w:sdt>
      <w:r w:rsidR="00610775" w:rsidRPr="007C2913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275215217"/>
          <w:placeholder>
            <w:docPart w:val="C4A56215320B42FF8BFB638535AF67EF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[Pick the Year]</w:t>
          </w:r>
        </w:sdtContent>
      </w:sdt>
    </w:p>
    <w:sdt>
      <w:sdtPr>
        <w:rPr>
          <w:sz w:val="20"/>
          <w:szCs w:val="20"/>
        </w:rPr>
        <w:id w:val="4805232"/>
        <w:placeholder>
          <w:docPart w:val="8894E7F5334B4E38A7F6B95F795B62A5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NormalBodyText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[Areas of Concentration: Journalism, Proposal Writing]</w:t>
          </w:r>
        </w:p>
      </w:sdtContent>
    </w:sdt>
    <w:sdt>
      <w:sdtPr>
        <w:rPr>
          <w:sz w:val="20"/>
          <w:szCs w:val="20"/>
        </w:rPr>
        <w:id w:val="4805240"/>
        <w:placeholder>
          <w:docPart w:val="D213BCFBCE204B44848836C23C6E043A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NormalBodyText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[Minor: French]</w:t>
          </w:r>
        </w:p>
      </w:sdtContent>
    </w:sdt>
    <w:sdt>
      <w:sdtPr>
        <w:rPr>
          <w:sz w:val="20"/>
          <w:szCs w:val="20"/>
        </w:rPr>
        <w:id w:val="4805248"/>
        <w:placeholder>
          <w:docPart w:val="D95FDCEE9494455FBDB6E40A42B0C846"/>
        </w:placeholder>
        <w:temporary/>
        <w:showingPlcHdr/>
      </w:sdtPr>
      <w:sdtEndPr/>
      <w:sdtContent>
        <w:p w:rsidR="00610775" w:rsidRPr="007C2913" w:rsidRDefault="00610775" w:rsidP="00610775">
          <w:pPr>
            <w:pStyle w:val="SpaceAfter"/>
            <w:rPr>
              <w:sz w:val="20"/>
              <w:szCs w:val="20"/>
            </w:rPr>
          </w:pPr>
          <w:r w:rsidRPr="007C2913">
            <w:rPr>
              <w:sz w:val="20"/>
              <w:szCs w:val="20"/>
            </w:rPr>
            <w:t>[Honors Thesis: “The Female Betrayed and Modern Media”]</w:t>
          </w:r>
        </w:p>
      </w:sdtContent>
    </w:sdt>
    <w:p w:rsidR="00610775" w:rsidRPr="007C2913" w:rsidRDefault="00610775" w:rsidP="00610775">
      <w:pPr>
        <w:pStyle w:val="SectionHeading"/>
        <w:rPr>
          <w:sz w:val="20"/>
          <w:szCs w:val="20"/>
        </w:rPr>
      </w:pPr>
      <w:r w:rsidRPr="007C2913">
        <w:rPr>
          <w:sz w:val="20"/>
          <w:szCs w:val="20"/>
        </w:rPr>
        <w:t>AWARDS</w:t>
      </w:r>
    </w:p>
    <w:p w:rsidR="00610775" w:rsidRPr="007C2913" w:rsidRDefault="00A577A4" w:rsidP="00610775">
      <w:pPr>
        <w:pStyle w:val="NormalBodyText"/>
        <w:rPr>
          <w:sz w:val="20"/>
          <w:szCs w:val="20"/>
        </w:rPr>
      </w:pPr>
      <w:sdt>
        <w:sdtPr>
          <w:rPr>
            <w:sz w:val="20"/>
            <w:szCs w:val="20"/>
          </w:rPr>
          <w:id w:val="4805256"/>
          <w:placeholder>
            <w:docPart w:val="F9B81DF3FC27424EBCC3D34EA72ECA7B"/>
          </w:placeholder>
          <w:temporary/>
          <w:showingPlcHdr/>
        </w:sdtPr>
        <w:sdtEndPr/>
        <w:sdtContent>
          <w:r w:rsidR="00610775" w:rsidRPr="007C2913">
            <w:rPr>
              <w:sz w:val="20"/>
              <w:szCs w:val="20"/>
            </w:rPr>
            <w:t>[Postdoctoral Fellowship, Elm University]</w:t>
          </w:r>
        </w:sdtContent>
      </w:sdt>
      <w:r w:rsidR="007C2913">
        <w:rPr>
          <w:sz w:val="20"/>
          <w:szCs w:val="20"/>
        </w:rPr>
        <w:t xml:space="preserve">                                                        </w:t>
      </w:r>
      <w:sdt>
        <w:sdtPr>
          <w:rPr>
            <w:sz w:val="20"/>
            <w:szCs w:val="20"/>
          </w:rPr>
          <w:id w:val="275215226"/>
          <w:placeholder>
            <w:docPart w:val="4C94D0420A234AF3A79ABF23F25FB834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[Start Date]</w:t>
          </w:r>
        </w:sdtContent>
      </w:sdt>
      <w:r w:rsidR="00610775" w:rsidRPr="007C2913">
        <w:rPr>
          <w:sz w:val="20"/>
          <w:szCs w:val="20"/>
        </w:rPr>
        <w:t xml:space="preserve"> – </w:t>
      </w:r>
      <w:sdt>
        <w:sdtPr>
          <w:rPr>
            <w:sz w:val="20"/>
            <w:szCs w:val="20"/>
          </w:rPr>
          <w:id w:val="275215228"/>
          <w:placeholder>
            <w:docPart w:val="944AC97B7B1F421B896DF56F1C384551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[End Date]</w:t>
          </w:r>
        </w:sdtContent>
      </w:sdt>
    </w:p>
    <w:p w:rsidR="00610775" w:rsidRPr="007C2913" w:rsidRDefault="00A577A4" w:rsidP="00610775">
      <w:pPr>
        <w:pStyle w:val="NormalBodyText"/>
        <w:rPr>
          <w:sz w:val="20"/>
          <w:szCs w:val="20"/>
        </w:rPr>
      </w:pPr>
      <w:sdt>
        <w:sdtPr>
          <w:rPr>
            <w:sz w:val="20"/>
            <w:szCs w:val="20"/>
          </w:rPr>
          <w:id w:val="4805264"/>
          <w:placeholder>
            <w:docPart w:val="AF60BE5FC9984C709FDF592E58463CD3"/>
          </w:placeholder>
          <w:temporary/>
          <w:showingPlcHdr/>
        </w:sdtPr>
        <w:sdtEndPr/>
        <w:sdtContent>
          <w:r w:rsidR="00610775" w:rsidRPr="007C2913">
            <w:rPr>
              <w:sz w:val="20"/>
              <w:szCs w:val="20"/>
            </w:rPr>
            <w:t>[President’s Fellowship</w:t>
          </w:r>
          <w:r w:rsidR="00610775" w:rsidRPr="007C2913">
            <w:rPr>
              <w:i/>
              <w:sz w:val="20"/>
              <w:szCs w:val="20"/>
            </w:rPr>
            <w:t>, Oak Tree University</w:t>
          </w:r>
          <w:r w:rsidR="00610775" w:rsidRPr="007C2913">
            <w:rPr>
              <w:sz w:val="20"/>
              <w:szCs w:val="20"/>
            </w:rPr>
            <w:t>]</w:t>
          </w:r>
        </w:sdtContent>
      </w:sdt>
      <w:r w:rsidR="007C2913">
        <w:rPr>
          <w:sz w:val="20"/>
          <w:szCs w:val="20"/>
        </w:rPr>
        <w:t xml:space="preserve">                                                   </w:t>
      </w:r>
      <w:sdt>
        <w:sdtPr>
          <w:rPr>
            <w:sz w:val="20"/>
            <w:szCs w:val="20"/>
          </w:rPr>
          <w:id w:val="275215230"/>
          <w:placeholder>
            <w:docPart w:val="B38FF351CCED4669BFAF4C391318CFD4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[Start Date]</w:t>
          </w:r>
        </w:sdtContent>
      </w:sdt>
      <w:r w:rsidR="00610775" w:rsidRPr="007C2913">
        <w:rPr>
          <w:sz w:val="20"/>
          <w:szCs w:val="20"/>
        </w:rPr>
        <w:t xml:space="preserve"> – </w:t>
      </w:r>
      <w:sdt>
        <w:sdtPr>
          <w:rPr>
            <w:sz w:val="20"/>
            <w:szCs w:val="20"/>
          </w:rPr>
          <w:id w:val="275215232"/>
          <w:placeholder>
            <w:docPart w:val="2C460C7658A84F6FB593BBC7453344B1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[End Date]</w:t>
          </w:r>
        </w:sdtContent>
      </w:sdt>
    </w:p>
    <w:p w:rsidR="00610775" w:rsidRPr="007C2913" w:rsidRDefault="00A577A4" w:rsidP="00610775">
      <w:pPr>
        <w:pStyle w:val="SpaceAfter1NoRightIndent"/>
        <w:rPr>
          <w:sz w:val="20"/>
          <w:szCs w:val="20"/>
        </w:rPr>
      </w:pPr>
      <w:sdt>
        <w:sdtPr>
          <w:rPr>
            <w:sz w:val="20"/>
            <w:szCs w:val="20"/>
          </w:rPr>
          <w:id w:val="4805272"/>
          <w:placeholder>
            <w:docPart w:val="ACCBA0018710499CB632FF7FE4B7CF0C"/>
          </w:placeholder>
          <w:temporary/>
          <w:showingPlcHdr/>
        </w:sdtPr>
        <w:sdtEndPr/>
        <w:sdtContent>
          <w:r w:rsidR="00610775" w:rsidRPr="007C2913">
            <w:rPr>
              <w:sz w:val="20"/>
              <w:szCs w:val="20"/>
            </w:rPr>
            <w:t xml:space="preserve">[Excellence Grant, </w:t>
          </w:r>
          <w:r w:rsidR="00610775" w:rsidRPr="007C2913">
            <w:rPr>
              <w:i/>
              <w:sz w:val="20"/>
              <w:szCs w:val="20"/>
            </w:rPr>
            <w:t>Oak Tree University</w:t>
          </w:r>
          <w:r w:rsidR="00610775" w:rsidRPr="007C2913">
            <w:rPr>
              <w:sz w:val="20"/>
              <w:szCs w:val="20"/>
            </w:rPr>
            <w:t>]</w:t>
          </w:r>
        </w:sdtContent>
      </w:sdt>
      <w:r w:rsidR="007C2913">
        <w:rPr>
          <w:sz w:val="20"/>
          <w:szCs w:val="20"/>
        </w:rPr>
        <w:t xml:space="preserve">                                                              </w:t>
      </w:r>
      <w:sdt>
        <w:sdtPr>
          <w:rPr>
            <w:sz w:val="20"/>
            <w:szCs w:val="20"/>
          </w:rPr>
          <w:id w:val="275215238"/>
          <w:placeholder>
            <w:docPart w:val="B4ED75E6C50F4FC99F7D213402BF2CAB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[Start Date]</w:t>
          </w:r>
        </w:sdtContent>
      </w:sdt>
      <w:r w:rsidR="00610775" w:rsidRPr="007C2913">
        <w:rPr>
          <w:sz w:val="20"/>
          <w:szCs w:val="20"/>
        </w:rPr>
        <w:t xml:space="preserve"> – </w:t>
      </w:r>
      <w:sdt>
        <w:sdtPr>
          <w:rPr>
            <w:sz w:val="20"/>
            <w:szCs w:val="20"/>
          </w:rPr>
          <w:id w:val="275215240"/>
          <w:placeholder>
            <w:docPart w:val="18CB057F519A4088BB961391AF5DE559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610775" w:rsidRPr="007C2913">
            <w:rPr>
              <w:sz w:val="20"/>
              <w:szCs w:val="20"/>
            </w:rPr>
            <w:t>[End Date]</w:t>
          </w:r>
        </w:sdtContent>
      </w:sdt>
    </w:p>
    <w:tbl>
      <w:tblPr>
        <w:tblStyle w:val="ResumeTable"/>
        <w:tblW w:w="5000" w:type="pct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89"/>
        <w:gridCol w:w="7413"/>
      </w:tblGrid>
      <w:tr w:rsidR="007C2913" w:rsidTr="007C2913">
        <w:trPr>
          <w:trHeight w:val="2204"/>
        </w:trPr>
        <w:tc>
          <w:tcPr>
            <w:tcW w:w="2187" w:type="dxa"/>
          </w:tcPr>
          <w:p w:rsidR="007C2913" w:rsidRDefault="007C2913" w:rsidP="00080514">
            <w:pPr>
              <w:pStyle w:val="Heading1"/>
              <w:outlineLvl w:val="0"/>
            </w:pPr>
            <w:r>
              <w:t>SKILLS/CORE COMPETENCIES</w:t>
            </w:r>
          </w:p>
          <w:p w:rsidR="007C2913" w:rsidRDefault="007C2913" w:rsidP="00080514"/>
        </w:tc>
        <w:tc>
          <w:tcPr>
            <w:tcW w:w="7405" w:type="dxa"/>
          </w:tcPr>
          <w:sdt>
            <w:sdtPr>
              <w:rPr>
                <w:kern w:val="20"/>
                <w:sz w:val="22"/>
              </w:rPr>
              <w:id w:val="-1116827610"/>
              <w15:repeatingSection/>
            </w:sdtPr>
            <w:sdtEndPr>
              <w:rPr>
                <w:kern w:val="0"/>
              </w:rPr>
            </w:sdtEndPr>
            <w:sdtContent>
              <w:sdt>
                <w:sdtPr>
                  <w:rPr>
                    <w:kern w:val="20"/>
                    <w:sz w:val="22"/>
                  </w:rPr>
                  <w:id w:val="-2006429974"/>
                  <w:placeholder>
                    <w:docPart w:val="4D7D575423B544628510D5B21A194AA9"/>
                  </w:placeholder>
                  <w15:repeatingSectionItem/>
                </w:sdtPr>
                <w:sdtEndPr>
                  <w:rPr>
                    <w:kern w:val="0"/>
                  </w:rPr>
                </w:sdtEndPr>
                <w:sdtContent>
                  <w:p w:rsidR="007C2913" w:rsidRPr="007C2913" w:rsidRDefault="007C2913" w:rsidP="00080514">
                    <w:pPr>
                      <w:spacing w:line="240" w:lineRule="auto"/>
                      <w:ind w:left="360"/>
                      <w:contextualSpacing/>
                      <w:rPr>
                        <w:color w:val="auto"/>
                        <w:sz w:val="22"/>
                      </w:rPr>
                    </w:pPr>
                    <w:r w:rsidRPr="007C2913">
                      <w:rPr>
                        <w:color w:val="auto"/>
                        <w:sz w:val="22"/>
                      </w:rPr>
                      <w:t xml:space="preserve">Great knowledge of using the computer system and very knowledgeable in a computer network. </w:t>
                    </w:r>
                  </w:p>
                  <w:p w:rsidR="007C2913" w:rsidRPr="007C2913" w:rsidRDefault="007C2913" w:rsidP="00080514">
                    <w:pPr>
                      <w:spacing w:line="240" w:lineRule="auto"/>
                      <w:ind w:left="360"/>
                      <w:contextualSpacing/>
                      <w:rPr>
                        <w:color w:val="auto"/>
                        <w:sz w:val="22"/>
                      </w:rPr>
                    </w:pPr>
                    <w:r w:rsidRPr="007C2913">
                      <w:rPr>
                        <w:color w:val="auto"/>
                        <w:sz w:val="22"/>
                      </w:rPr>
                      <w:t xml:space="preserve">Keenly observe everything in Accounting for details. </w:t>
                    </w:r>
                  </w:p>
                  <w:p w:rsidR="007C2913" w:rsidRPr="007C2913" w:rsidRDefault="007C2913" w:rsidP="00080514">
                    <w:pPr>
                      <w:spacing w:line="240" w:lineRule="auto"/>
                      <w:ind w:left="360"/>
                      <w:contextualSpacing/>
                      <w:rPr>
                        <w:color w:val="auto"/>
                        <w:sz w:val="22"/>
                      </w:rPr>
                    </w:pPr>
                    <w:r w:rsidRPr="007C2913">
                      <w:rPr>
                        <w:color w:val="auto"/>
                        <w:sz w:val="22"/>
                      </w:rPr>
                      <w:t>Adept at solving problems and analysing them.</w:t>
                    </w:r>
                  </w:p>
                  <w:p w:rsidR="007C2913" w:rsidRPr="007C2913" w:rsidRDefault="007C2913" w:rsidP="00080514">
                    <w:pPr>
                      <w:spacing w:line="240" w:lineRule="auto"/>
                      <w:ind w:left="360"/>
                      <w:contextualSpacing/>
                      <w:rPr>
                        <w:color w:val="auto"/>
                        <w:sz w:val="22"/>
                      </w:rPr>
                    </w:pPr>
                    <w:r w:rsidRPr="007C2913">
                      <w:rPr>
                        <w:color w:val="auto"/>
                        <w:sz w:val="22"/>
                      </w:rPr>
                      <w:t xml:space="preserve">Vast experience of supervision and managing account department. </w:t>
                    </w:r>
                  </w:p>
                  <w:p w:rsidR="007C2913" w:rsidRPr="007C2913" w:rsidRDefault="007C2913" w:rsidP="00080514">
                    <w:pPr>
                      <w:spacing w:line="240" w:lineRule="auto"/>
                      <w:ind w:left="360"/>
                      <w:contextualSpacing/>
                      <w:rPr>
                        <w:color w:val="auto"/>
                        <w:sz w:val="22"/>
                      </w:rPr>
                    </w:pPr>
                    <w:r w:rsidRPr="007C2913">
                      <w:rPr>
                        <w:color w:val="auto"/>
                        <w:sz w:val="22"/>
                      </w:rPr>
                      <w:t xml:space="preserve">Passionate and always driven towards the targets to achieve them. </w:t>
                    </w:r>
                  </w:p>
                  <w:p w:rsidR="007C2913" w:rsidRPr="007C2913" w:rsidRDefault="007C2913" w:rsidP="00080514">
                    <w:pPr>
                      <w:spacing w:line="240" w:lineRule="auto"/>
                      <w:ind w:left="360"/>
                      <w:contextualSpacing/>
                      <w:rPr>
                        <w:color w:val="auto"/>
                        <w:sz w:val="22"/>
                      </w:rPr>
                    </w:pPr>
                    <w:r w:rsidRPr="007C2913">
                      <w:rPr>
                        <w:color w:val="auto"/>
                        <w:sz w:val="22"/>
                      </w:rPr>
                      <w:t>An active person who can deliver the task before the deadline.</w:t>
                    </w:r>
                  </w:p>
                  <w:p w:rsidR="007C2913" w:rsidRPr="007C2913" w:rsidRDefault="007C2913" w:rsidP="00080514">
                    <w:pPr>
                      <w:spacing w:line="240" w:lineRule="auto"/>
                      <w:ind w:left="360"/>
                      <w:contextualSpacing/>
                      <w:rPr>
                        <w:color w:val="auto"/>
                        <w:sz w:val="22"/>
                      </w:rPr>
                    </w:pPr>
                    <w:r w:rsidRPr="007C2913">
                      <w:rPr>
                        <w:color w:val="auto"/>
                        <w:sz w:val="22"/>
                      </w:rPr>
                      <w:t>Capable enough to perform other duties of account department.</w:t>
                    </w:r>
                  </w:p>
                  <w:p w:rsidR="007C2913" w:rsidRDefault="007C2913" w:rsidP="007C2913">
                    <w:pPr>
                      <w:spacing w:line="240" w:lineRule="auto"/>
                      <w:ind w:left="360"/>
                      <w:contextualSpacing/>
                    </w:pPr>
                    <w:r w:rsidRPr="007C2913">
                      <w:rPr>
                        <w:color w:val="auto"/>
                        <w:sz w:val="22"/>
                      </w:rPr>
                      <w:t xml:space="preserve">Best written and verbal communication skills and very friendly towards the customers of the company. </w:t>
                    </w:r>
                  </w:p>
                </w:sdtContent>
              </w:sdt>
            </w:sdtContent>
          </w:sdt>
        </w:tc>
      </w:tr>
    </w:tbl>
    <w:p w:rsidR="00610775" w:rsidRPr="00610775" w:rsidRDefault="00610775" w:rsidP="00610775">
      <w:pPr>
        <w:pStyle w:val="Section"/>
        <w:spacing w:after="0"/>
        <w:rPr>
          <w:color w:val="auto"/>
        </w:rPr>
      </w:pPr>
      <w:r w:rsidRPr="00610775">
        <w:rPr>
          <w:color w:val="auto"/>
        </w:rPr>
        <w:t>experience</w:t>
      </w:r>
    </w:p>
    <w:p w:rsidR="00610775" w:rsidRDefault="00A577A4" w:rsidP="00610775">
      <w:pPr>
        <w:pStyle w:val="Subsection"/>
        <w:spacing w:after="0" w:line="240" w:lineRule="auto"/>
        <w:rPr>
          <w:color w:val="000000"/>
          <w:spacing w:val="0"/>
          <w:sz w:val="23"/>
        </w:rPr>
      </w:pPr>
      <w:sdt>
        <w:sdtPr>
          <w:rPr>
            <w:b w:val="0"/>
            <w:bCs/>
            <w:color w:val="000000"/>
            <w:spacing w:val="0"/>
            <w:sz w:val="23"/>
          </w:rPr>
          <w:id w:val="17180039"/>
          <w:placeholder>
            <w:docPart w:val="B02254D11AC145F1849E47BD3A819E72"/>
          </w:placeholder>
          <w:temporary/>
          <w:showingPlcHdr/>
          <w:text/>
        </w:sdtPr>
        <w:sdtEndPr/>
        <w:sdtContent>
          <w:r w:rsidR="00610775">
            <w:t>[Type the job title]</w:t>
          </w:r>
        </w:sdtContent>
      </w:sdt>
      <w:r w:rsidR="00610775">
        <w:rPr>
          <w:b w:val="0"/>
          <w:bCs/>
        </w:rPr>
        <w:t xml:space="preserve"> </w:t>
      </w:r>
      <w:r w:rsidR="00610775">
        <w:t>|</w:t>
      </w:r>
      <w:r w:rsidR="00610775">
        <w:rPr>
          <w:b w:val="0"/>
          <w:bCs/>
        </w:rPr>
        <w:t xml:space="preserve"> </w:t>
      </w:r>
      <w:sdt>
        <w:sdtPr>
          <w:id w:val="326177524"/>
          <w:placeholder>
            <w:docPart w:val="25DEE06C31DA429CA77590573397FF35"/>
          </w:placeholder>
          <w:showingPlcHdr/>
        </w:sdtPr>
        <w:sdtEndPr/>
        <w:sdtContent>
          <w:r w:rsidR="00610775">
            <w:t>[Type the company name]</w:t>
          </w:r>
        </w:sdtContent>
      </w:sdt>
    </w:p>
    <w:p w:rsidR="00610775" w:rsidRPr="007C2913" w:rsidRDefault="00A577A4" w:rsidP="00610775">
      <w:pPr>
        <w:spacing w:after="0"/>
      </w:pPr>
      <w:sdt>
        <w:sdtPr>
          <w:id w:val="265775094"/>
          <w:placeholder>
            <w:docPart w:val="67F33F96AA8B4827A1F3C9B0764F69E3"/>
          </w:placeholder>
          <w:temporary/>
          <w:showingPlcHdr/>
          <w:text/>
        </w:sdtPr>
        <w:sdtEndPr/>
        <w:sdtContent>
          <w:r w:rsidR="00610775" w:rsidRPr="007C2913">
            <w:t>[Type the start date]</w:t>
          </w:r>
        </w:sdtContent>
      </w:sdt>
      <w:r w:rsidR="00610775" w:rsidRPr="007C2913">
        <w:t xml:space="preserve"> - </w:t>
      </w:r>
      <w:sdt>
        <w:sdtPr>
          <w:id w:val="265775113"/>
          <w:placeholder>
            <w:docPart w:val="BA8F7B8F9D5D44BDBB0B2221FF454EB4"/>
          </w:placeholder>
          <w:temporary/>
          <w:showingPlcHdr/>
          <w:text/>
        </w:sdtPr>
        <w:sdtEndPr/>
        <w:sdtContent>
          <w:r w:rsidR="00610775" w:rsidRPr="007C2913">
            <w:t>[Type the end date]</w:t>
          </w:r>
        </w:sdtContent>
      </w:sdt>
    </w:p>
    <w:p w:rsidR="00610775" w:rsidRPr="007C2913" w:rsidRDefault="00610775" w:rsidP="00610775">
      <w:pPr>
        <w:pStyle w:val="ListBullet"/>
        <w:numPr>
          <w:ilvl w:val="0"/>
          <w:numId w:val="0"/>
        </w:numPr>
        <w:spacing w:after="0" w:line="240" w:lineRule="auto"/>
        <w:rPr>
          <w:sz w:val="22"/>
          <w:szCs w:val="22"/>
        </w:rPr>
      </w:pPr>
      <w:r w:rsidRPr="007C2913">
        <w:rPr>
          <w:rFonts w:eastAsiaTheme="minorEastAsia" w:cstheme="minorBidi"/>
          <w:color w:val="595959" w:themeColor="text1" w:themeTint="A6"/>
          <w:kern w:val="20"/>
          <w:sz w:val="22"/>
          <w:szCs w:val="22"/>
          <w14:ligatures w14:val="none"/>
        </w:rPr>
        <w:t>I am given the duty to maintain all active account files related to account receivables.</w:t>
      </w:r>
      <w:r w:rsidRPr="007C2913">
        <w:rPr>
          <w:rFonts w:eastAsiaTheme="minorEastAsia" w:cstheme="minorBidi"/>
          <w:color w:val="595959" w:themeColor="text1" w:themeTint="A6"/>
          <w:kern w:val="20"/>
          <w:sz w:val="22"/>
          <w:szCs w:val="22"/>
          <w14:ligatures w14:val="none"/>
        </w:rPr>
        <w:br/>
        <w:t>I supported IT specialist working in my firm in developing an expert archive system that can handle and manage account receivables.</w:t>
      </w:r>
      <w:r w:rsidRPr="007C2913">
        <w:rPr>
          <w:rFonts w:eastAsiaTheme="minorEastAsia" w:cstheme="minorBidi"/>
          <w:color w:val="595959" w:themeColor="text1" w:themeTint="A6"/>
          <w:kern w:val="20"/>
          <w:sz w:val="22"/>
          <w:szCs w:val="22"/>
          <w14:ligatures w14:val="none"/>
        </w:rPr>
        <w:br/>
        <w:t>I work in an accounting department of the company to see the impact of account receivables on the company’s customer’s relations.</w:t>
      </w:r>
      <w:r w:rsidRPr="007C2913">
        <w:rPr>
          <w:rFonts w:eastAsiaTheme="minorEastAsia" w:cstheme="minorBidi"/>
          <w:color w:val="595959" w:themeColor="text1" w:themeTint="A6"/>
          <w:kern w:val="20"/>
          <w:sz w:val="22"/>
          <w:szCs w:val="22"/>
          <w14:ligatures w14:val="none"/>
        </w:rPr>
        <w:br/>
        <w:t>I also keep the record of all the receivable invoices, and I am responsible for making an aging report.</w:t>
      </w:r>
      <w:r w:rsidRPr="007C2913">
        <w:rPr>
          <w:rFonts w:eastAsiaTheme="minorEastAsia" w:cstheme="minorBidi"/>
          <w:color w:val="595959" w:themeColor="text1" w:themeTint="A6"/>
          <w:kern w:val="20"/>
          <w:sz w:val="22"/>
          <w:szCs w:val="22"/>
          <w14:ligatures w14:val="none"/>
        </w:rPr>
        <w:br/>
        <w:t>I compile financial reports and try to provide best services to customers.</w:t>
      </w:r>
    </w:p>
    <w:p w:rsidR="00610775" w:rsidRDefault="00610775" w:rsidP="00610775">
      <w:pPr>
        <w:pStyle w:val="SectionHeading"/>
      </w:pPr>
      <w:r>
        <w:t>PUBLICATIONS AND PAPERS</w:t>
      </w:r>
    </w:p>
    <w:sdt>
      <w:sdtPr>
        <w:id w:val="4806471"/>
        <w:placeholder>
          <w:docPart w:val="DC9432B0C5EE4D2EB4B628C5BA9C7780"/>
        </w:placeholder>
        <w:temporary/>
        <w:showingPlcHdr/>
      </w:sdtPr>
      <w:sdtEndPr/>
      <w:sdtContent>
        <w:p w:rsidR="00610775" w:rsidRDefault="00610775" w:rsidP="00610775">
          <w:pPr>
            <w:pStyle w:val="ItalicHeading"/>
          </w:pPr>
          <w:r>
            <w:t>[“The Cross-Cultural Communication Epidemic of the 21st Century”]</w:t>
          </w:r>
        </w:p>
      </w:sdtContent>
    </w:sdt>
    <w:p w:rsidR="00610775" w:rsidRDefault="00A577A4" w:rsidP="00610775">
      <w:pPr>
        <w:pStyle w:val="SpaceAfter"/>
      </w:pPr>
      <w:sdt>
        <w:sdtPr>
          <w:id w:val="4806479"/>
          <w:placeholder>
            <w:docPart w:val="24A3786AB1E14DA69A936433CEFC6254"/>
          </w:placeholder>
          <w:temporary/>
          <w:showingPlcHdr/>
        </w:sdtPr>
        <w:sdtEndPr/>
        <w:sdtContent>
          <w:r w:rsidR="00610775">
            <w:t xml:space="preserve">[Guest speaker at the Global Communication Convention, </w:t>
          </w:r>
          <w:r w:rsidR="00610775">
            <w:rPr>
              <w:i/>
            </w:rPr>
            <w:t>Los Angeles, CA</w:t>
          </w:r>
          <w:r w:rsidR="00610775">
            <w:t>]</w:t>
          </w:r>
        </w:sdtContent>
      </w:sdt>
      <w:r w:rsidR="00610775">
        <w:tab/>
      </w:r>
      <w:sdt>
        <w:sdtPr>
          <w:id w:val="275215311"/>
          <w:placeholder>
            <w:docPart w:val="74F6E43128764581B7B0E177E1794E35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610775">
            <w:t>[Pick the Year]</w:t>
          </w:r>
        </w:sdtContent>
      </w:sdt>
    </w:p>
    <w:sdt>
      <w:sdtPr>
        <w:id w:val="4806547"/>
        <w:placeholder>
          <w:docPart w:val="057500F0A6BE4B528F987FCC256C519B"/>
        </w:placeholder>
        <w:temporary/>
        <w:showingPlcHdr/>
      </w:sdtPr>
      <w:sdtEndPr/>
      <w:sdtContent>
        <w:p w:rsidR="00610775" w:rsidRDefault="00610775" w:rsidP="00610775">
          <w:pPr>
            <w:pStyle w:val="ItalicHeading"/>
          </w:pPr>
          <w:r>
            <w:t>[“Why So Many Documents Remain Inaccessible in the Information Age”]</w:t>
          </w:r>
        </w:p>
      </w:sdtContent>
    </w:sdt>
    <w:p w:rsidR="00610775" w:rsidRDefault="00A577A4" w:rsidP="00610775">
      <w:pPr>
        <w:pStyle w:val="SpaceAfter"/>
      </w:pPr>
      <w:sdt>
        <w:sdtPr>
          <w:id w:val="4806555"/>
          <w:placeholder>
            <w:docPart w:val="ED140E7B6C8B48B9A571940804B8CF4D"/>
          </w:placeholder>
          <w:temporary/>
          <w:showingPlcHdr/>
        </w:sdtPr>
        <w:sdtEndPr/>
        <w:sdtContent>
          <w:r w:rsidR="00610775">
            <w:t>[Paper presented at the Annual Meeting of English Professors</w:t>
          </w:r>
          <w:r w:rsidR="00610775">
            <w:rPr>
              <w:i/>
            </w:rPr>
            <w:t>, New York, NY</w:t>
          </w:r>
          <w:r w:rsidR="00610775">
            <w:t>]</w:t>
          </w:r>
        </w:sdtContent>
      </w:sdt>
      <w:r w:rsidR="00610775">
        <w:tab/>
      </w:r>
      <w:sdt>
        <w:sdtPr>
          <w:id w:val="277298032"/>
          <w:placeholder>
            <w:docPart w:val="E8CD1336F62E440D9E9E2AE492049CC6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610775">
            <w:t>[Pick the Year]</w:t>
          </w:r>
        </w:sdtContent>
      </w:sdt>
    </w:p>
    <w:sdt>
      <w:sdtPr>
        <w:id w:val="4806626"/>
        <w:placeholder>
          <w:docPart w:val="3A26350EFEA8442F891C1EB34A002414"/>
        </w:placeholder>
        <w:temporary/>
        <w:showingPlcHdr/>
      </w:sdtPr>
      <w:sdtEndPr/>
      <w:sdtContent>
        <w:p w:rsidR="00610775" w:rsidRDefault="00610775" w:rsidP="00610775">
          <w:pPr>
            <w:pStyle w:val="ItalicHeading"/>
          </w:pPr>
          <w:r>
            <w:t>[“The Female Betrayed and Modern Media”]</w:t>
          </w:r>
        </w:p>
      </w:sdtContent>
    </w:sdt>
    <w:p w:rsidR="00610775" w:rsidRDefault="00A577A4" w:rsidP="00610775">
      <w:pPr>
        <w:pStyle w:val="SpaceAfter"/>
      </w:pPr>
      <w:sdt>
        <w:sdtPr>
          <w:id w:val="4806634"/>
          <w:placeholder>
            <w:docPart w:val="71E1DFCD0C5849FCB77E8B3DA90F76E1"/>
          </w:placeholder>
          <w:temporary/>
          <w:showingPlcHdr/>
        </w:sdtPr>
        <w:sdtEndPr/>
        <w:sdtContent>
          <w:r w:rsidR="00610775">
            <w:t xml:space="preserve">[Paper presented to the Historical Society for American Women, </w:t>
          </w:r>
          <w:r w:rsidR="00610775">
            <w:rPr>
              <w:i/>
            </w:rPr>
            <w:t>Athens, Ohio</w:t>
          </w:r>
          <w:r w:rsidR="00610775">
            <w:t>]</w:t>
          </w:r>
        </w:sdtContent>
      </w:sdt>
      <w:r w:rsidR="00610775">
        <w:tab/>
      </w:r>
      <w:sdt>
        <w:sdtPr>
          <w:id w:val="277298037"/>
          <w:placeholder>
            <w:docPart w:val="616AA2727659472FBC34CA1AF3A88BB9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610775">
            <w:t>[Pick the Year]</w:t>
          </w:r>
        </w:sdtContent>
      </w:sdt>
    </w:p>
    <w:p w:rsidR="00610775" w:rsidRDefault="00610775" w:rsidP="00610775">
      <w:pPr>
        <w:pStyle w:val="SectionHeading"/>
      </w:pPr>
      <w:r>
        <w:t>LANGUAGES</w:t>
      </w:r>
    </w:p>
    <w:sdt>
      <w:sdtPr>
        <w:id w:val="4806708"/>
        <w:placeholder>
          <w:docPart w:val="41A219A2A68D426DAD31BE6CC874C430"/>
        </w:placeholder>
        <w:temporary/>
        <w:showingPlcHdr/>
      </w:sdtPr>
      <w:sdtEndPr/>
      <w:sdtContent>
        <w:p w:rsidR="00610775" w:rsidRDefault="00610775" w:rsidP="00610775">
          <w:pPr>
            <w:pStyle w:val="NormalBodyText"/>
          </w:pPr>
          <w:r>
            <w:t>[English – native language]</w:t>
          </w:r>
        </w:p>
      </w:sdtContent>
    </w:sdt>
    <w:sdt>
      <w:sdtPr>
        <w:id w:val="4806716"/>
        <w:placeholder>
          <w:docPart w:val="B0317DA6F1A846DFA016D53F0B3A3C63"/>
        </w:placeholder>
        <w:temporary/>
        <w:showingPlcHdr/>
      </w:sdtPr>
      <w:sdtEndPr/>
      <w:sdtContent>
        <w:p w:rsidR="00610775" w:rsidRDefault="00610775" w:rsidP="00610775">
          <w:pPr>
            <w:pStyle w:val="NormalBodyText"/>
          </w:pPr>
          <w:r>
            <w:t>[French – speak fluently and read/write with high proficiency]</w:t>
          </w:r>
        </w:p>
      </w:sdtContent>
    </w:sdt>
    <w:sdt>
      <w:sdtPr>
        <w:id w:val="4806724"/>
        <w:placeholder>
          <w:docPart w:val="882D6B3FE7B64AC8B238AC7E12CD16A4"/>
        </w:placeholder>
        <w:temporary/>
        <w:showingPlcHdr/>
      </w:sdtPr>
      <w:sdtEndPr/>
      <w:sdtContent>
        <w:p w:rsidR="00610775" w:rsidRDefault="00610775" w:rsidP="00610775">
          <w:pPr>
            <w:pStyle w:val="SpaceAfter"/>
          </w:pPr>
          <w:r>
            <w:t>[Spanish and Italian – speak, read, and write with basic competence]</w:t>
          </w:r>
        </w:p>
      </w:sdtContent>
    </w:sdt>
    <w:tbl>
      <w:tblPr>
        <w:tblStyle w:val="ResumeTable"/>
        <w:tblW w:w="4955" w:type="pct"/>
        <w:tblLook w:val="04A0" w:firstRow="1" w:lastRow="0" w:firstColumn="1" w:lastColumn="0" w:noHBand="0" w:noVBand="1"/>
      </w:tblPr>
      <w:tblGrid>
        <w:gridCol w:w="1738"/>
        <w:gridCol w:w="354"/>
        <w:gridCol w:w="7424"/>
      </w:tblGrid>
      <w:tr w:rsidR="00610775" w:rsidTr="00080514">
        <w:tc>
          <w:tcPr>
            <w:tcW w:w="1778" w:type="dxa"/>
          </w:tcPr>
          <w:p w:rsidR="00610775" w:rsidRDefault="00610775" w:rsidP="00080514">
            <w:pPr>
              <w:pStyle w:val="Heading1"/>
              <w:outlineLvl w:val="0"/>
            </w:pPr>
            <w:r w:rsidRPr="00610775">
              <w:rPr>
                <w:color w:val="auto"/>
              </w:rPr>
              <w:t>References</w:t>
            </w:r>
          </w:p>
        </w:tc>
        <w:tc>
          <w:tcPr>
            <w:tcW w:w="382" w:type="dxa"/>
          </w:tcPr>
          <w:p w:rsidR="00610775" w:rsidRDefault="00610775" w:rsidP="00080514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/>
                <w:bCs/>
                <w:caps/>
                <w:color w:val="595959" w:themeColor="text1" w:themeTint="A6"/>
                <w:sz w:val="22"/>
                <w:szCs w:val="22"/>
              </w:rPr>
              <w:id w:val="-1883713024"/>
              <w15:color w:val="C0C0C0"/>
              <w15:repeatingSection/>
            </w:sdtPr>
            <w:sdtEndPr>
              <w:rPr>
                <w:b w:val="0"/>
                <w:bCs w:val="0"/>
                <w:caps w:val="0"/>
                <w:sz w:val="20"/>
                <w:szCs w:val="20"/>
              </w:rPr>
            </w:sdtEndPr>
            <w:sdtContent>
              <w:sdt>
                <w:sdtPr>
                  <w:rPr>
                    <w:rFonts w:asciiTheme="minorHAnsi" w:eastAsiaTheme="minorEastAsia" w:hAnsiTheme="minorHAnsi" w:cstheme="minorBidi"/>
                    <w:b/>
                    <w:bCs/>
                    <w:caps/>
                    <w:color w:val="595959" w:themeColor="text1" w:themeTint="A6"/>
                    <w:sz w:val="22"/>
                    <w:szCs w:val="22"/>
                  </w:rPr>
                  <w:id w:val="-1368215953"/>
                  <w:placeholder>
                    <w:docPart w:val="A8584D1FB2B84EED8473D53F7FA4B400"/>
                  </w:placeholder>
                  <w15:color w:val="C0C0C0"/>
                  <w15:repeatingSectionItem/>
                </w:sdtPr>
                <w:sdtEndPr>
                  <w:rPr>
                    <w:b w:val="0"/>
                    <w:bCs w:val="0"/>
                    <w:caps w:val="0"/>
                    <w:sz w:val="20"/>
                    <w:szCs w:val="20"/>
                  </w:rPr>
                </w:sdtEndPr>
                <w:sdtContent>
                  <w:sdt>
                    <w:sdtPr>
                      <w:id w:val="1044170624"/>
                      <w:placeholder>
                        <w:docPart w:val="7EC338A3A31841BBA87B914B095570E6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610775" w:rsidRDefault="00610775" w:rsidP="00080514">
                        <w:pPr>
                          <w:pStyle w:val="Heading2"/>
                          <w:outlineLvl w:val="1"/>
                        </w:pPr>
                        <w:r w:rsidRPr="00610775">
                          <w:rPr>
                            <w:color w:val="auto"/>
                          </w:rPr>
                          <w:t>[Reference Name]</w:t>
                        </w:r>
                      </w:p>
                    </w:sdtContent>
                  </w:sdt>
                  <w:sdt>
                    <w:sdtPr>
                      <w:id w:val="-765149349"/>
                      <w:placeholder>
                        <w:docPart w:val="1424503291FF424395ABF5A694B6F9B3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610775" w:rsidRDefault="00610775" w:rsidP="00080514">
                        <w:pPr>
                          <w:pStyle w:val="ResumeText"/>
                        </w:pPr>
                        <w:r>
                          <w:t>[Title, Company]</w:t>
                        </w:r>
                      </w:p>
                    </w:sdtContent>
                  </w:sdt>
                  <w:sdt>
                    <w:sdtPr>
                      <w:id w:val="1492217909"/>
                      <w:placeholder>
                        <w:docPart w:val="28ACDB28C8084FB5BA403DA906ECDB8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610775" w:rsidRDefault="00610775" w:rsidP="00080514">
                        <w:r>
                          <w:t>[Contact Information]</w:t>
                        </w:r>
                      </w:p>
                    </w:sdtContent>
                  </w:sdt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/>
                    <w:bCs/>
                    <w:caps/>
                    <w:color w:val="595959" w:themeColor="text1" w:themeTint="A6"/>
                    <w:sz w:val="22"/>
                    <w:szCs w:val="22"/>
                  </w:rPr>
                  <w:id w:val="-630405729"/>
                  <w:placeholder>
                    <w:docPart w:val="A8584D1FB2B84EED8473D53F7FA4B400"/>
                  </w:placeholder>
                  <w15:color w:val="C0C0C0"/>
                  <w15:repeatingSectionItem/>
                </w:sdtPr>
                <w:sdtEndPr>
                  <w:rPr>
                    <w:b w:val="0"/>
                    <w:bCs w:val="0"/>
                    <w:caps w:val="0"/>
                    <w:sz w:val="20"/>
                    <w:szCs w:val="20"/>
                  </w:rPr>
                </w:sdtEndPr>
                <w:sdtContent>
                  <w:sdt>
                    <w:sdtPr>
                      <w:id w:val="-998345838"/>
                      <w:placeholder>
                        <w:docPart w:val="7EC338A3A31841BBA87B914B095570E6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610775" w:rsidRDefault="00610775" w:rsidP="00080514">
                        <w:pPr>
                          <w:pStyle w:val="Heading2"/>
                          <w:outlineLvl w:val="1"/>
                        </w:pPr>
                        <w:r w:rsidRPr="00610775">
                          <w:rPr>
                            <w:color w:val="auto"/>
                          </w:rPr>
                          <w:t>[Reference Name]</w:t>
                        </w:r>
                      </w:p>
                    </w:sdtContent>
                  </w:sdt>
                  <w:sdt>
                    <w:sdtPr>
                      <w:id w:val="-241339944"/>
                      <w:placeholder>
                        <w:docPart w:val="1424503291FF424395ABF5A694B6F9B3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610775" w:rsidRDefault="00610775" w:rsidP="00080514">
                        <w:pPr>
                          <w:pStyle w:val="ResumeText"/>
                        </w:pPr>
                        <w:r>
                          <w:t>[Title, Company]</w:t>
                        </w:r>
                      </w:p>
                    </w:sdtContent>
                  </w:sdt>
                  <w:sdt>
                    <w:sdtPr>
                      <w:id w:val="-1035580734"/>
                      <w:placeholder>
                        <w:docPart w:val="28ACDB28C8084FB5BA403DA906ECDB8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610775" w:rsidRDefault="00610775" w:rsidP="00080514">
                        <w:r>
                          <w:t>[Contact Information]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:rsidR="00610775" w:rsidRDefault="00610775" w:rsidP="00965D17"/>
    <w:sectPr w:rsidR="00610775" w:rsidSect="007C2913">
      <w:footerReference w:type="default" r:id="rId7"/>
      <w:pgSz w:w="11906" w:h="16838" w:code="9"/>
      <w:pgMar w:top="720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7A4" w:rsidRDefault="00A577A4">
      <w:pPr>
        <w:spacing w:after="0"/>
      </w:pPr>
      <w:r>
        <w:separator/>
      </w:r>
    </w:p>
  </w:endnote>
  <w:endnote w:type="continuationSeparator" w:id="0">
    <w:p w:rsidR="00A577A4" w:rsidRDefault="00A577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0D5AB1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1077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7A4" w:rsidRDefault="00A577A4">
      <w:pPr>
        <w:spacing w:after="0"/>
      </w:pPr>
      <w:r>
        <w:separator/>
      </w:r>
    </w:p>
  </w:footnote>
  <w:footnote w:type="continuationSeparator" w:id="0">
    <w:p w:rsidR="00A577A4" w:rsidRDefault="00A577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A021A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58F6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0B68D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08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84D1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2258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A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322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EED1F2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3435DE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C880799"/>
    <w:multiLevelType w:val="hybridMultilevel"/>
    <w:tmpl w:val="67A4916E"/>
    <w:lvl w:ilvl="0" w:tplc="CB423BDA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4A56C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6C52B42"/>
    <w:multiLevelType w:val="multilevel"/>
    <w:tmpl w:val="3810148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C3B4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9"/>
  </w:num>
  <w:num w:numId="3">
    <w:abstractNumId w:val="8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3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775"/>
    <w:rsid w:val="000D5AB1"/>
    <w:rsid w:val="002045EB"/>
    <w:rsid w:val="00293B83"/>
    <w:rsid w:val="00302A2C"/>
    <w:rsid w:val="00381669"/>
    <w:rsid w:val="0052105A"/>
    <w:rsid w:val="00610775"/>
    <w:rsid w:val="00673C35"/>
    <w:rsid w:val="006A3CE7"/>
    <w:rsid w:val="0076387D"/>
    <w:rsid w:val="007C2913"/>
    <w:rsid w:val="008F15C5"/>
    <w:rsid w:val="00965D17"/>
    <w:rsid w:val="00A27383"/>
    <w:rsid w:val="00A577A4"/>
    <w:rsid w:val="00A736B0"/>
    <w:rsid w:val="00C408BB"/>
    <w:rsid w:val="00C83E3C"/>
    <w:rsid w:val="00D02A74"/>
    <w:rsid w:val="00D905F1"/>
    <w:rsid w:val="00D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1C921"/>
  <w15:chartTrackingRefBased/>
  <w15:docId w15:val="{5EF15AF7-6E73-4DA5-AC91-4ED74E1E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383"/>
  </w:style>
  <w:style w:type="paragraph" w:styleId="Heading1">
    <w:name w:val="heading 1"/>
    <w:basedOn w:val="Normal"/>
    <w:link w:val="Heading1Char"/>
    <w:qFormat/>
    <w:rsid w:val="0076387D"/>
    <w:pPr>
      <w:keepNext/>
      <w:keepLines/>
      <w:spacing w:before="40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8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87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73C35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673C35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673C35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673C35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965D17"/>
    <w:pPr>
      <w:spacing w:line="336" w:lineRule="auto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D5AB1"/>
    <w:pPr>
      <w:spacing w:after="0"/>
      <w:jc w:val="right"/>
    </w:pPr>
    <w:rPr>
      <w:rFonts w:eastAsiaTheme="minorEastAsia"/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0D5AB1"/>
    <w:rPr>
      <w:rFonts w:eastAsiaTheme="minorEastAsia"/>
      <w:color w:val="2A7B88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965D17"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965D17"/>
    <w:rPr>
      <w:b/>
      <w:bCs/>
      <w:color w:val="0D0D0D" w:themeColor="text1" w:themeTint="F2"/>
      <w:sz w:val="18"/>
      <w:szCs w:val="18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965D17"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965D17"/>
    <w:rPr>
      <w:b/>
      <w:bCs/>
      <w:color w:val="0D0D0D" w:themeColor="text1" w:themeTint="F2"/>
      <w:sz w:val="18"/>
      <w:szCs w:val="18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965D17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965D17"/>
    <w:rPr>
      <w:b/>
      <w:bCs/>
      <w:color w:val="0D0D0D" w:themeColor="text1" w:themeTint="F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5AB1"/>
    <w:pPr>
      <w:spacing w:after="0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0D5AB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65D17"/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0D5AB1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styleId="PlaceholderText">
    <w:name w:val="Placeholder Text"/>
    <w:basedOn w:val="DefaultParagraphFont"/>
    <w:uiPriority w:val="99"/>
    <w:semiHidden/>
    <w:rsid w:val="00DF56DD"/>
    <w:rPr>
      <w:color w:val="3A3836" w:themeColor="background2" w:themeShade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D5AB1"/>
    <w:rPr>
      <w:rFonts w:eastAsiaTheme="minorEastAsia"/>
      <w:color w:val="5A5A5A" w:themeColor="text1" w:themeTint="A5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F56DD"/>
    <w:pPr>
      <w:pBdr>
        <w:top w:val="single" w:sz="4" w:space="10" w:color="39A5B7" w:themeColor="accent1"/>
        <w:bottom w:val="single" w:sz="4" w:space="10" w:color="39A5B7" w:themeColor="accent1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F56DD"/>
    <w:rPr>
      <w:i/>
      <w:iCs/>
      <w:color w:val="2A7B88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F56DD"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F56DD"/>
    <w:rPr>
      <w:b/>
      <w:bCs/>
      <w:smallCaps/>
      <w:color w:val="2A7B88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DF56DD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rFonts w:eastAsiaTheme="minorEastAsia"/>
      <w:i/>
      <w:iCs/>
      <w:color w:val="2A7B88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DF56DD"/>
    <w:rPr>
      <w:color w:val="2A7B88" w:themeColor="accent1" w:themeShade="BF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F56DD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56DD"/>
    <w:rPr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F56D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F56DD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736B0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56DD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56DD"/>
    <w:rPr>
      <w:rFonts w:ascii="Segoe UI" w:hAnsi="Segoe UI" w:cs="Segoe UI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F56DD"/>
    <w:rPr>
      <w:color w:val="7B4968" w:themeColor="accent5" w:themeShade="B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6DD"/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36B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36B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36B0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6B0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6B0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6B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6B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6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6B0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36B0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A736B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6B0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36B0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36B0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A736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736B0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736B0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36B0"/>
    <w:rPr>
      <w:rFonts w:ascii="Consolas" w:hAnsi="Consolas"/>
      <w:szCs w:val="21"/>
    </w:rPr>
  </w:style>
  <w:style w:type="paragraph" w:customStyle="1" w:styleId="JobTitle">
    <w:name w:val="Job Title"/>
    <w:basedOn w:val="Normal"/>
    <w:link w:val="JobTitleChar"/>
    <w:qFormat/>
    <w:rsid w:val="00610775"/>
    <w:pPr>
      <w:tabs>
        <w:tab w:val="left" w:pos="7560"/>
      </w:tabs>
      <w:spacing w:after="0" w:line="264" w:lineRule="auto"/>
      <w:ind w:left="288"/>
    </w:pPr>
    <w:rPr>
      <w:b/>
      <w:color w:val="auto"/>
      <w:sz w:val="16"/>
    </w:rPr>
  </w:style>
  <w:style w:type="character" w:customStyle="1" w:styleId="JobTitleChar">
    <w:name w:val="Job Title Char"/>
    <w:basedOn w:val="DefaultParagraphFont"/>
    <w:link w:val="JobTitle"/>
    <w:rsid w:val="00610775"/>
    <w:rPr>
      <w:b/>
      <w:color w:val="auto"/>
      <w:sz w:val="16"/>
    </w:rPr>
  </w:style>
  <w:style w:type="paragraph" w:customStyle="1" w:styleId="NormalBodyText">
    <w:name w:val="Normal Body Text"/>
    <w:basedOn w:val="Normal"/>
    <w:qFormat/>
    <w:rsid w:val="00610775"/>
    <w:pPr>
      <w:tabs>
        <w:tab w:val="left" w:pos="7560"/>
      </w:tabs>
      <w:spacing w:after="0" w:line="264" w:lineRule="auto"/>
      <w:ind w:left="288"/>
    </w:pPr>
    <w:rPr>
      <w:color w:val="auto"/>
      <w:sz w:val="16"/>
    </w:rPr>
  </w:style>
  <w:style w:type="paragraph" w:customStyle="1" w:styleId="Location">
    <w:name w:val="Location"/>
    <w:basedOn w:val="Normal"/>
    <w:qFormat/>
    <w:rsid w:val="00610775"/>
    <w:pPr>
      <w:spacing w:after="0" w:line="264" w:lineRule="auto"/>
      <w:ind w:left="288"/>
    </w:pPr>
    <w:rPr>
      <w:color w:val="auto"/>
      <w:sz w:val="16"/>
    </w:rPr>
  </w:style>
  <w:style w:type="paragraph" w:customStyle="1" w:styleId="SpaceAfter">
    <w:name w:val="Space After"/>
    <w:basedOn w:val="Normal"/>
    <w:qFormat/>
    <w:rsid w:val="00610775"/>
    <w:pPr>
      <w:tabs>
        <w:tab w:val="left" w:pos="7560"/>
      </w:tabs>
      <w:spacing w:after="160" w:line="264" w:lineRule="auto"/>
      <w:ind w:left="288" w:right="2880"/>
    </w:pPr>
    <w:rPr>
      <w:color w:val="auto"/>
      <w:sz w:val="16"/>
    </w:rPr>
  </w:style>
  <w:style w:type="paragraph" w:customStyle="1" w:styleId="SpaceAfter1NoRightIndent">
    <w:name w:val="Space After 1 (No Right Indent)"/>
    <w:basedOn w:val="Normal"/>
    <w:qFormat/>
    <w:rsid w:val="00610775"/>
    <w:pPr>
      <w:tabs>
        <w:tab w:val="left" w:pos="7560"/>
      </w:tabs>
      <w:spacing w:after="160" w:line="264" w:lineRule="auto"/>
      <w:ind w:left="288"/>
    </w:pPr>
    <w:rPr>
      <w:color w:val="auto"/>
      <w:sz w:val="16"/>
    </w:rPr>
  </w:style>
  <w:style w:type="paragraph" w:customStyle="1" w:styleId="SectionHeading">
    <w:name w:val="Section Heading"/>
    <w:basedOn w:val="Normal"/>
    <w:qFormat/>
    <w:rsid w:val="00610775"/>
    <w:pPr>
      <w:spacing w:before="240" w:after="40" w:line="264" w:lineRule="auto"/>
      <w:outlineLvl w:val="1"/>
    </w:pPr>
    <w:rPr>
      <w:caps/>
      <w:color w:val="000000" w:themeColor="text1"/>
      <w:spacing w:val="10"/>
      <w:sz w:val="16"/>
    </w:rPr>
  </w:style>
  <w:style w:type="paragraph" w:customStyle="1" w:styleId="ResumeText">
    <w:name w:val="Resume Text"/>
    <w:basedOn w:val="Normal"/>
    <w:qFormat/>
    <w:rsid w:val="00610775"/>
    <w:pPr>
      <w:spacing w:before="40" w:after="40" w:line="288" w:lineRule="auto"/>
      <w:ind w:right="1440"/>
    </w:pPr>
    <w:rPr>
      <w:rFonts w:eastAsiaTheme="minorEastAsia"/>
      <w:color w:val="595959" w:themeColor="text1" w:themeTint="A6"/>
      <w:kern w:val="20"/>
      <w:sz w:val="20"/>
      <w:szCs w:val="20"/>
      <w:lang w:eastAsia="ja-JP"/>
    </w:rPr>
  </w:style>
  <w:style w:type="table" w:customStyle="1" w:styleId="ResumeTable">
    <w:name w:val="Resume Table"/>
    <w:basedOn w:val="TableNormal"/>
    <w:uiPriority w:val="99"/>
    <w:rsid w:val="00610775"/>
    <w:pPr>
      <w:spacing w:before="40" w:after="160" w:line="288" w:lineRule="auto"/>
    </w:pPr>
    <w:rPr>
      <w:rFonts w:eastAsiaTheme="minorEastAsia"/>
      <w:color w:val="595959" w:themeColor="text1" w:themeTint="A6"/>
      <w:sz w:val="20"/>
      <w:szCs w:val="20"/>
      <w:lang w:eastAsia="ja-JP"/>
    </w:rPr>
    <w:tblPr>
      <w:tblBorders>
        <w:insideH w:val="single" w:sz="4" w:space="0" w:color="39A5B7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paragraph" w:customStyle="1" w:styleId="Section">
    <w:name w:val="Section"/>
    <w:basedOn w:val="Normal"/>
    <w:uiPriority w:val="2"/>
    <w:qFormat/>
    <w:rsid w:val="00610775"/>
    <w:pPr>
      <w:spacing w:before="480" w:after="40"/>
    </w:pPr>
    <w:rPr>
      <w:rFonts w:cs="Times New Roman"/>
      <w:b/>
      <w:caps/>
      <w:color w:val="8DBB70" w:themeColor="accent2"/>
      <w:spacing w:val="60"/>
      <w:kern w:val="24"/>
      <w:sz w:val="24"/>
      <w:szCs w:val="20"/>
      <w:lang w:eastAsia="ja-JP"/>
      <w14:ligatures w14:val="standardContextual"/>
    </w:rPr>
  </w:style>
  <w:style w:type="paragraph" w:customStyle="1" w:styleId="Subsection">
    <w:name w:val="Subsection"/>
    <w:basedOn w:val="Normal"/>
    <w:uiPriority w:val="3"/>
    <w:qFormat/>
    <w:rsid w:val="00610775"/>
    <w:pPr>
      <w:spacing w:after="40" w:line="264" w:lineRule="auto"/>
    </w:pPr>
    <w:rPr>
      <w:rFonts w:cs="Times New Roman"/>
      <w:b/>
      <w:color w:val="39A5B7" w:themeColor="accent1"/>
      <w:spacing w:val="30"/>
      <w:kern w:val="24"/>
      <w:sz w:val="24"/>
      <w:szCs w:val="20"/>
      <w:lang w:eastAsia="ja-JP"/>
      <w14:ligatures w14:val="standardContextual"/>
    </w:rPr>
  </w:style>
  <w:style w:type="paragraph" w:styleId="ListBullet">
    <w:name w:val="List Bullet"/>
    <w:basedOn w:val="Normal"/>
    <w:uiPriority w:val="36"/>
    <w:unhideWhenUsed/>
    <w:qFormat/>
    <w:rsid w:val="00610775"/>
    <w:pPr>
      <w:numPr>
        <w:numId w:val="17"/>
      </w:numPr>
      <w:spacing w:after="180" w:line="264" w:lineRule="auto"/>
    </w:pPr>
    <w:rPr>
      <w:rFonts w:cs="Times New Roman"/>
      <w:color w:val="auto"/>
      <w:kern w:val="24"/>
      <w:sz w:val="24"/>
      <w:szCs w:val="20"/>
      <w:lang w:eastAsia="ja-JP"/>
      <w14:ligatures w14:val="standardContextual"/>
    </w:rPr>
  </w:style>
  <w:style w:type="paragraph" w:customStyle="1" w:styleId="ItalicHeading">
    <w:name w:val="Italic Heading"/>
    <w:basedOn w:val="Normal"/>
    <w:qFormat/>
    <w:rsid w:val="00610775"/>
    <w:pPr>
      <w:spacing w:after="0" w:line="264" w:lineRule="auto"/>
      <w:ind w:left="288"/>
      <w:outlineLvl w:val="2"/>
    </w:pPr>
    <w:rPr>
      <w:i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ver%20letter%20(blu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42707B6BF34841944B363545466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E410F-042B-424B-9A2F-42242EA3F7C7}"/>
      </w:docPartPr>
      <w:docPartBody>
        <w:p w:rsidR="00305888" w:rsidRDefault="001F76A6">
          <w:pPr>
            <w:pStyle w:val="BC42707B6BF34841944B363545466BCC"/>
          </w:pPr>
          <w:r>
            <w:t>Address, City, ST ZIP Code</w:t>
          </w:r>
        </w:p>
      </w:docPartBody>
    </w:docPart>
    <w:docPart>
      <w:docPartPr>
        <w:name w:val="E9A460AB2E964677ACC0927FC85B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3A29B-0F32-4B7B-A8CC-4C2510936C24}"/>
      </w:docPartPr>
      <w:docPartBody>
        <w:p w:rsidR="00305888" w:rsidRDefault="001F76A6">
          <w:pPr>
            <w:pStyle w:val="E9A460AB2E964677ACC0927FC85B3857"/>
          </w:pPr>
          <w:r>
            <w:t>Telephone</w:t>
          </w:r>
        </w:p>
      </w:docPartBody>
    </w:docPart>
    <w:docPart>
      <w:docPartPr>
        <w:name w:val="125B61C887F74BA19B14498C3757F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9C364-5E28-485D-831A-7B83668139D1}"/>
      </w:docPartPr>
      <w:docPartBody>
        <w:p w:rsidR="00305888" w:rsidRDefault="001F76A6">
          <w:pPr>
            <w:pStyle w:val="125B61C887F74BA19B14498C3757FDDF"/>
          </w:pPr>
          <w:r>
            <w:t>Email</w:t>
          </w:r>
        </w:p>
      </w:docPartBody>
    </w:docPart>
    <w:docPart>
      <w:docPartPr>
        <w:name w:val="66CCA08E628743C7A598FC433A62B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42389-9CFA-4923-907D-213EBBE58B3E}"/>
      </w:docPartPr>
      <w:docPartBody>
        <w:p w:rsidR="00305888" w:rsidRDefault="00703C37" w:rsidP="00703C37">
          <w:pPr>
            <w:pStyle w:val="66CCA08E628743C7A598FC433A62B93D"/>
          </w:pPr>
          <w:r>
            <w:t>[Elm University, Chapel Hill, NC]</w:t>
          </w:r>
        </w:p>
      </w:docPartBody>
    </w:docPart>
    <w:docPart>
      <w:docPartPr>
        <w:name w:val="CB5DEE67F3324C3EB57D273F5254F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21307-C60C-41E2-B001-17638A47A04E}"/>
      </w:docPartPr>
      <w:docPartBody>
        <w:p w:rsidR="00305888" w:rsidRDefault="00703C37" w:rsidP="00703C37">
          <w:pPr>
            <w:pStyle w:val="CB5DEE67F3324C3EB57D273F5254FC86"/>
          </w:pPr>
          <w:r>
            <w:t>[Ph.D. in English]</w:t>
          </w:r>
        </w:p>
      </w:docPartBody>
    </w:docPart>
    <w:docPart>
      <w:docPartPr>
        <w:name w:val="082B051D37EB4436B1ADE20F348EA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8FD25-5EDE-4CF3-91D7-E066D0090C1F}"/>
      </w:docPartPr>
      <w:docPartBody>
        <w:p w:rsidR="00305888" w:rsidRDefault="00703C37" w:rsidP="00703C37">
          <w:pPr>
            <w:pStyle w:val="082B051D37EB4436B1ADE20F348EA7DB"/>
          </w:pPr>
          <w:r>
            <w:t>[Pick the Year]</w:t>
          </w:r>
        </w:p>
      </w:docPartBody>
    </w:docPart>
    <w:docPart>
      <w:docPartPr>
        <w:name w:val="35EA201E47AE4627B0FF0F5C11B3E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8F5B-A435-462D-B68B-5046B6946D39}"/>
      </w:docPartPr>
      <w:docPartBody>
        <w:p w:rsidR="00305888" w:rsidRDefault="00703C37" w:rsidP="00703C37">
          <w:pPr>
            <w:pStyle w:val="35EA201E47AE4627B0FF0F5C11B3E860"/>
          </w:pPr>
          <w:r>
            <w:t>[Dissertation: “The Cross-Cultural Communication Epidemic of the 21st Century”]</w:t>
          </w:r>
        </w:p>
      </w:docPartBody>
    </w:docPart>
    <w:docPart>
      <w:docPartPr>
        <w:name w:val="57FAD368D9604933A75B5A3150971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7BE70-3F36-44C8-B609-0B7DD1BC00C8}"/>
      </w:docPartPr>
      <w:docPartBody>
        <w:p w:rsidR="00305888" w:rsidRDefault="00703C37" w:rsidP="00703C37">
          <w:pPr>
            <w:pStyle w:val="57FAD368D9604933A75B5A3150971441"/>
          </w:pPr>
          <w:r>
            <w:t>[Honors: Dissertation passed “with Distinction”]</w:t>
          </w:r>
        </w:p>
      </w:docPartBody>
    </w:docPart>
    <w:docPart>
      <w:docPartPr>
        <w:name w:val="91D2A14D848545A889B2D52B51EBC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DBE42-3AEC-4A5C-AB65-6ED738DC3E02}"/>
      </w:docPartPr>
      <w:docPartBody>
        <w:p w:rsidR="00305888" w:rsidRDefault="00703C37" w:rsidP="00703C37">
          <w:pPr>
            <w:pStyle w:val="91D2A14D848545A889B2D52B51EBCE96"/>
          </w:pPr>
          <w:r>
            <w:t>[Elm University, Chapel Hill, NC]</w:t>
          </w:r>
        </w:p>
      </w:docPartBody>
    </w:docPart>
    <w:docPart>
      <w:docPartPr>
        <w:name w:val="8A5566913B424FEC91308C71DFD3A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1A64A-1EE8-4C10-AABE-C6A3923CDA2E}"/>
      </w:docPartPr>
      <w:docPartBody>
        <w:p w:rsidR="00305888" w:rsidRDefault="00703C37" w:rsidP="00703C37">
          <w:pPr>
            <w:pStyle w:val="8A5566913B424FEC91308C71DFD3A24E"/>
          </w:pPr>
          <w:r>
            <w:t>[M.A. in English]</w:t>
          </w:r>
        </w:p>
      </w:docPartBody>
    </w:docPart>
    <w:docPart>
      <w:docPartPr>
        <w:name w:val="C92B9F573EF345EE9C6AB34832867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76518-820D-4640-8D76-16EC695224C8}"/>
      </w:docPartPr>
      <w:docPartBody>
        <w:p w:rsidR="00305888" w:rsidRDefault="00703C37" w:rsidP="00703C37">
          <w:pPr>
            <w:pStyle w:val="C92B9F573EF345EE9C6AB34832867990"/>
          </w:pPr>
          <w:r>
            <w:t>[Pick the Year]</w:t>
          </w:r>
        </w:p>
      </w:docPartBody>
    </w:docPart>
    <w:docPart>
      <w:docPartPr>
        <w:name w:val="1DA0C3FB8D494357AFB6F835AC30A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F981D-8F5F-41AF-80F5-7B7E7A16148D}"/>
      </w:docPartPr>
      <w:docPartBody>
        <w:p w:rsidR="00305888" w:rsidRDefault="00703C37" w:rsidP="00703C37">
          <w:pPr>
            <w:pStyle w:val="1DA0C3FB8D494357AFB6F835AC30A23C"/>
          </w:pPr>
          <w:r>
            <w:t>[Thesis: “The Accessibility Debate of Content in the Online Context”]</w:t>
          </w:r>
        </w:p>
      </w:docPartBody>
    </w:docPart>
    <w:docPart>
      <w:docPartPr>
        <w:name w:val="505C1A9214E84BCAA10AE6052DF0E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3A2A3-5DBA-4E62-9A55-C6F5B6879ABE}"/>
      </w:docPartPr>
      <w:docPartBody>
        <w:p w:rsidR="00305888" w:rsidRDefault="00703C37" w:rsidP="00703C37">
          <w:pPr>
            <w:pStyle w:val="505C1A9214E84BCAA10AE6052DF0E825"/>
          </w:pPr>
          <w:r>
            <w:t>[Oak Tree University, Raleigh, NC]</w:t>
          </w:r>
        </w:p>
      </w:docPartBody>
    </w:docPart>
    <w:docPart>
      <w:docPartPr>
        <w:name w:val="C3ED8370150142DE8C99E441242E8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F00B7-2343-4499-B294-0B05F47E9258}"/>
      </w:docPartPr>
      <w:docPartBody>
        <w:p w:rsidR="00305888" w:rsidRDefault="00703C37" w:rsidP="00703C37">
          <w:pPr>
            <w:pStyle w:val="C3ED8370150142DE8C99E441242E8DEA"/>
          </w:pPr>
          <w:r>
            <w:t>[B.A. Honors in English]</w:t>
          </w:r>
        </w:p>
      </w:docPartBody>
    </w:docPart>
    <w:docPart>
      <w:docPartPr>
        <w:name w:val="C4A56215320B42FF8BFB638535AF6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CB2CA-8271-4436-95F0-7693DFB6ADC9}"/>
      </w:docPartPr>
      <w:docPartBody>
        <w:p w:rsidR="00305888" w:rsidRDefault="00703C37" w:rsidP="00703C37">
          <w:pPr>
            <w:pStyle w:val="C4A56215320B42FF8BFB638535AF67EF"/>
          </w:pPr>
          <w:r>
            <w:t>[Pick the Year]</w:t>
          </w:r>
        </w:p>
      </w:docPartBody>
    </w:docPart>
    <w:docPart>
      <w:docPartPr>
        <w:name w:val="8894E7F5334B4E38A7F6B95F795B6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56682-CA36-4A1E-8CFD-A22DD64DF0CD}"/>
      </w:docPartPr>
      <w:docPartBody>
        <w:p w:rsidR="00305888" w:rsidRDefault="00703C37" w:rsidP="00703C37">
          <w:pPr>
            <w:pStyle w:val="8894E7F5334B4E38A7F6B95F795B62A5"/>
          </w:pPr>
          <w:r>
            <w:t>[Areas of Concentration: Journalism, Proposal Writing]</w:t>
          </w:r>
        </w:p>
      </w:docPartBody>
    </w:docPart>
    <w:docPart>
      <w:docPartPr>
        <w:name w:val="D213BCFBCE204B44848836C23C6E0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E2056-31CB-45E2-BB4E-F1FBF9720895}"/>
      </w:docPartPr>
      <w:docPartBody>
        <w:p w:rsidR="00305888" w:rsidRDefault="00703C37" w:rsidP="00703C37">
          <w:pPr>
            <w:pStyle w:val="D213BCFBCE204B44848836C23C6E043A"/>
          </w:pPr>
          <w:r>
            <w:t>[Minor: French]</w:t>
          </w:r>
        </w:p>
      </w:docPartBody>
    </w:docPart>
    <w:docPart>
      <w:docPartPr>
        <w:name w:val="D95FDCEE9494455FBDB6E40A42B0C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BCB7C-4EA7-44BD-B717-BC6870B52CC5}"/>
      </w:docPartPr>
      <w:docPartBody>
        <w:p w:rsidR="00305888" w:rsidRDefault="00703C37" w:rsidP="00703C37">
          <w:pPr>
            <w:pStyle w:val="D95FDCEE9494455FBDB6E40A42B0C846"/>
          </w:pPr>
          <w:r>
            <w:t>[Honors Thesis: “The Female Betrayed and Modern Media”]</w:t>
          </w:r>
        </w:p>
      </w:docPartBody>
    </w:docPart>
    <w:docPart>
      <w:docPartPr>
        <w:name w:val="F9B81DF3FC27424EBCC3D34EA72EC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8D35A-1BBF-4939-AA03-5DDF022FE0C9}"/>
      </w:docPartPr>
      <w:docPartBody>
        <w:p w:rsidR="00305888" w:rsidRDefault="00703C37" w:rsidP="00703C37">
          <w:pPr>
            <w:pStyle w:val="F9B81DF3FC27424EBCC3D34EA72ECA7B"/>
          </w:pPr>
          <w:r>
            <w:t>[Postdoctoral Fellowship, Elm University]</w:t>
          </w:r>
        </w:p>
      </w:docPartBody>
    </w:docPart>
    <w:docPart>
      <w:docPartPr>
        <w:name w:val="4C94D0420A234AF3A79ABF23F25FB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1D724-D3E4-47F3-AFA3-5ECEB4B22FBB}"/>
      </w:docPartPr>
      <w:docPartBody>
        <w:p w:rsidR="00305888" w:rsidRDefault="00703C37" w:rsidP="00703C37">
          <w:pPr>
            <w:pStyle w:val="4C94D0420A234AF3A79ABF23F25FB834"/>
          </w:pPr>
          <w:r>
            <w:t>[Start Date]</w:t>
          </w:r>
        </w:p>
      </w:docPartBody>
    </w:docPart>
    <w:docPart>
      <w:docPartPr>
        <w:name w:val="944AC97B7B1F421B896DF56F1C384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847A2-3FB0-4FF4-ADAD-C52F9B1C20C3}"/>
      </w:docPartPr>
      <w:docPartBody>
        <w:p w:rsidR="00305888" w:rsidRDefault="00703C37" w:rsidP="00703C37">
          <w:pPr>
            <w:pStyle w:val="944AC97B7B1F421B896DF56F1C384551"/>
          </w:pPr>
          <w:r>
            <w:t>[End Date]</w:t>
          </w:r>
        </w:p>
      </w:docPartBody>
    </w:docPart>
    <w:docPart>
      <w:docPartPr>
        <w:name w:val="AF60BE5FC9984C709FDF592E58463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2D713-AB2C-4C68-8416-B065073176C5}"/>
      </w:docPartPr>
      <w:docPartBody>
        <w:p w:rsidR="00305888" w:rsidRDefault="00703C37" w:rsidP="00703C37">
          <w:pPr>
            <w:pStyle w:val="AF60BE5FC9984C709FDF592E58463CD3"/>
          </w:pPr>
          <w:r>
            <w:t>[President’s Fellowship</w:t>
          </w:r>
          <w:r>
            <w:rPr>
              <w:i/>
            </w:rPr>
            <w:t>, Oak Tree University</w:t>
          </w:r>
          <w:r>
            <w:t>]</w:t>
          </w:r>
        </w:p>
      </w:docPartBody>
    </w:docPart>
    <w:docPart>
      <w:docPartPr>
        <w:name w:val="B38FF351CCED4669BFAF4C391318C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B6342-CE3A-49B5-80A2-F89619C59104}"/>
      </w:docPartPr>
      <w:docPartBody>
        <w:p w:rsidR="00305888" w:rsidRDefault="00703C37" w:rsidP="00703C37">
          <w:pPr>
            <w:pStyle w:val="B38FF351CCED4669BFAF4C391318CFD4"/>
          </w:pPr>
          <w:r>
            <w:t>[Start Date]</w:t>
          </w:r>
        </w:p>
      </w:docPartBody>
    </w:docPart>
    <w:docPart>
      <w:docPartPr>
        <w:name w:val="2C460C7658A84F6FB593BBC745334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A0D72-78B7-41CA-8BA7-45DC66B6ECAC}"/>
      </w:docPartPr>
      <w:docPartBody>
        <w:p w:rsidR="00305888" w:rsidRDefault="00703C37" w:rsidP="00703C37">
          <w:pPr>
            <w:pStyle w:val="2C460C7658A84F6FB593BBC7453344B1"/>
          </w:pPr>
          <w:r>
            <w:t>[End Date]</w:t>
          </w:r>
        </w:p>
      </w:docPartBody>
    </w:docPart>
    <w:docPart>
      <w:docPartPr>
        <w:name w:val="ACCBA0018710499CB632FF7FE4B7C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C40E1-ED54-491E-B57D-4F6193D6EF4B}"/>
      </w:docPartPr>
      <w:docPartBody>
        <w:p w:rsidR="00305888" w:rsidRDefault="00703C37" w:rsidP="00703C37">
          <w:pPr>
            <w:pStyle w:val="ACCBA0018710499CB632FF7FE4B7CF0C"/>
          </w:pPr>
          <w:r>
            <w:t xml:space="preserve">[Excellence Grant, </w:t>
          </w:r>
          <w:r>
            <w:rPr>
              <w:i/>
            </w:rPr>
            <w:t>Oak Tree University</w:t>
          </w:r>
          <w:r>
            <w:t>]</w:t>
          </w:r>
        </w:p>
      </w:docPartBody>
    </w:docPart>
    <w:docPart>
      <w:docPartPr>
        <w:name w:val="B4ED75E6C50F4FC99F7D213402BF2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75BFF-499A-413C-B9E1-E46D6AC71B7E}"/>
      </w:docPartPr>
      <w:docPartBody>
        <w:p w:rsidR="00305888" w:rsidRDefault="00703C37" w:rsidP="00703C37">
          <w:pPr>
            <w:pStyle w:val="B4ED75E6C50F4FC99F7D213402BF2CAB"/>
          </w:pPr>
          <w:r>
            <w:t>[Start Date]</w:t>
          </w:r>
        </w:p>
      </w:docPartBody>
    </w:docPart>
    <w:docPart>
      <w:docPartPr>
        <w:name w:val="18CB057F519A4088BB961391AF5DE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60001-E14A-45A3-A40A-9393600CD709}"/>
      </w:docPartPr>
      <w:docPartBody>
        <w:p w:rsidR="00305888" w:rsidRDefault="00703C37" w:rsidP="00703C37">
          <w:pPr>
            <w:pStyle w:val="18CB057F519A4088BB961391AF5DE559"/>
          </w:pPr>
          <w:r>
            <w:t>[End Date]</w:t>
          </w:r>
        </w:p>
      </w:docPartBody>
    </w:docPart>
    <w:docPart>
      <w:docPartPr>
        <w:name w:val="B02254D11AC145F1849E47BD3A819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68D06-7D15-4454-A5BE-025318226A9A}"/>
      </w:docPartPr>
      <w:docPartBody>
        <w:p w:rsidR="00305888" w:rsidRDefault="00703C37" w:rsidP="00703C37">
          <w:pPr>
            <w:pStyle w:val="B02254D11AC145F1849E47BD3A819E72"/>
          </w:pPr>
          <w:r>
            <w:t>[Type the job title]</w:t>
          </w:r>
        </w:p>
      </w:docPartBody>
    </w:docPart>
    <w:docPart>
      <w:docPartPr>
        <w:name w:val="25DEE06C31DA429CA77590573397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ED6BD-740A-4591-885B-01F70875161C}"/>
      </w:docPartPr>
      <w:docPartBody>
        <w:p w:rsidR="00305888" w:rsidRDefault="00703C37" w:rsidP="00703C37">
          <w:pPr>
            <w:pStyle w:val="25DEE06C31DA429CA77590573397FF35"/>
          </w:pPr>
          <w:r>
            <w:t>[Type the company name]</w:t>
          </w:r>
        </w:p>
      </w:docPartBody>
    </w:docPart>
    <w:docPart>
      <w:docPartPr>
        <w:name w:val="67F33F96AA8B4827A1F3C9B0764F6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12DEE-6CAB-4E09-AE12-B3BDCD823010}"/>
      </w:docPartPr>
      <w:docPartBody>
        <w:p w:rsidR="00305888" w:rsidRDefault="00703C37" w:rsidP="00703C37">
          <w:pPr>
            <w:pStyle w:val="67F33F96AA8B4827A1F3C9B0764F69E3"/>
          </w:pPr>
          <w:r>
            <w:t>[Type the start date]</w:t>
          </w:r>
        </w:p>
      </w:docPartBody>
    </w:docPart>
    <w:docPart>
      <w:docPartPr>
        <w:name w:val="BA8F7B8F9D5D44BDBB0B2221FF454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3BC19-F653-4886-83FD-D2B8C11E8591}"/>
      </w:docPartPr>
      <w:docPartBody>
        <w:p w:rsidR="00305888" w:rsidRDefault="00703C37" w:rsidP="00703C37">
          <w:pPr>
            <w:pStyle w:val="BA8F7B8F9D5D44BDBB0B2221FF454EB4"/>
          </w:pPr>
          <w:r>
            <w:t>[Type the end date]</w:t>
          </w:r>
        </w:p>
      </w:docPartBody>
    </w:docPart>
    <w:docPart>
      <w:docPartPr>
        <w:name w:val="DC9432B0C5EE4D2EB4B628C5BA9C7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D6384-55AF-4AB9-809F-50B0448AEAEE}"/>
      </w:docPartPr>
      <w:docPartBody>
        <w:p w:rsidR="00305888" w:rsidRDefault="00703C37" w:rsidP="00703C37">
          <w:pPr>
            <w:pStyle w:val="DC9432B0C5EE4D2EB4B628C5BA9C7780"/>
          </w:pPr>
          <w:r>
            <w:t>[“The Cross-Cultural Communication Epidemic of the 21st Century”]</w:t>
          </w:r>
        </w:p>
      </w:docPartBody>
    </w:docPart>
    <w:docPart>
      <w:docPartPr>
        <w:name w:val="24A3786AB1E14DA69A936433CEFC6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6129E-62B7-4F83-ADB4-F9661B278076}"/>
      </w:docPartPr>
      <w:docPartBody>
        <w:p w:rsidR="00305888" w:rsidRDefault="00703C37" w:rsidP="00703C37">
          <w:pPr>
            <w:pStyle w:val="24A3786AB1E14DA69A936433CEFC6254"/>
          </w:pPr>
          <w:r>
            <w:t xml:space="preserve">[Guest speaker at the Global Communication Convention, </w:t>
          </w:r>
          <w:r>
            <w:rPr>
              <w:i/>
            </w:rPr>
            <w:t>Los Angeles, CA</w:t>
          </w:r>
          <w:r>
            <w:t>]</w:t>
          </w:r>
        </w:p>
      </w:docPartBody>
    </w:docPart>
    <w:docPart>
      <w:docPartPr>
        <w:name w:val="74F6E43128764581B7B0E177E1794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45E27-FFF5-4641-961D-5A3F6EA4188F}"/>
      </w:docPartPr>
      <w:docPartBody>
        <w:p w:rsidR="00305888" w:rsidRDefault="00703C37" w:rsidP="00703C37">
          <w:pPr>
            <w:pStyle w:val="74F6E43128764581B7B0E177E1794E35"/>
          </w:pPr>
          <w:r>
            <w:t>[Pick the Year]</w:t>
          </w:r>
        </w:p>
      </w:docPartBody>
    </w:docPart>
    <w:docPart>
      <w:docPartPr>
        <w:name w:val="057500F0A6BE4B528F987FCC256C5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8B0B2-7D7A-49AB-9A9F-9988FCBC674D}"/>
      </w:docPartPr>
      <w:docPartBody>
        <w:p w:rsidR="00305888" w:rsidRDefault="00703C37" w:rsidP="00703C37">
          <w:pPr>
            <w:pStyle w:val="057500F0A6BE4B528F987FCC256C519B"/>
          </w:pPr>
          <w:r>
            <w:t>[“Why So Many Documents Remain Inaccessible in the Information Age”]</w:t>
          </w:r>
        </w:p>
      </w:docPartBody>
    </w:docPart>
    <w:docPart>
      <w:docPartPr>
        <w:name w:val="ED140E7B6C8B48B9A571940804B8C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8939C-499B-48CD-B757-24AB1B7EAEF1}"/>
      </w:docPartPr>
      <w:docPartBody>
        <w:p w:rsidR="00305888" w:rsidRDefault="00703C37" w:rsidP="00703C37">
          <w:pPr>
            <w:pStyle w:val="ED140E7B6C8B48B9A571940804B8CF4D"/>
          </w:pPr>
          <w:r>
            <w:t>[Paper presented at the Annual Meeting of English Professors</w:t>
          </w:r>
          <w:r>
            <w:rPr>
              <w:i/>
            </w:rPr>
            <w:t>, New York, NY</w:t>
          </w:r>
          <w:r>
            <w:t>]</w:t>
          </w:r>
        </w:p>
      </w:docPartBody>
    </w:docPart>
    <w:docPart>
      <w:docPartPr>
        <w:name w:val="E8CD1336F62E440D9E9E2AE492049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7E0B8-3AE7-4131-9B67-9899E6163755}"/>
      </w:docPartPr>
      <w:docPartBody>
        <w:p w:rsidR="00305888" w:rsidRDefault="00703C37" w:rsidP="00703C37">
          <w:pPr>
            <w:pStyle w:val="E8CD1336F62E440D9E9E2AE492049CC6"/>
          </w:pPr>
          <w:r>
            <w:t>[Pick the Year]</w:t>
          </w:r>
        </w:p>
      </w:docPartBody>
    </w:docPart>
    <w:docPart>
      <w:docPartPr>
        <w:name w:val="3A26350EFEA8442F891C1EB34A002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9617F-5978-4906-9189-9860CC5516FA}"/>
      </w:docPartPr>
      <w:docPartBody>
        <w:p w:rsidR="00305888" w:rsidRDefault="00703C37" w:rsidP="00703C37">
          <w:pPr>
            <w:pStyle w:val="3A26350EFEA8442F891C1EB34A002414"/>
          </w:pPr>
          <w:r>
            <w:t>[“The Female Betrayed and Modern Media”]</w:t>
          </w:r>
        </w:p>
      </w:docPartBody>
    </w:docPart>
    <w:docPart>
      <w:docPartPr>
        <w:name w:val="71E1DFCD0C5849FCB77E8B3DA90F7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89EA5-479F-4AC5-8291-A3F6C947B6F8}"/>
      </w:docPartPr>
      <w:docPartBody>
        <w:p w:rsidR="00305888" w:rsidRDefault="00703C37" w:rsidP="00703C37">
          <w:pPr>
            <w:pStyle w:val="71E1DFCD0C5849FCB77E8B3DA90F76E1"/>
          </w:pPr>
          <w:r>
            <w:t xml:space="preserve">[Paper presented to the Historical Society for American Women, </w:t>
          </w:r>
          <w:r>
            <w:rPr>
              <w:i/>
            </w:rPr>
            <w:t>Athens, Ohio</w:t>
          </w:r>
          <w:r>
            <w:t>]</w:t>
          </w:r>
        </w:p>
      </w:docPartBody>
    </w:docPart>
    <w:docPart>
      <w:docPartPr>
        <w:name w:val="616AA2727659472FBC34CA1AF3A88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D6020-11E2-487C-9060-F008044C4A26}"/>
      </w:docPartPr>
      <w:docPartBody>
        <w:p w:rsidR="00305888" w:rsidRDefault="00703C37" w:rsidP="00703C37">
          <w:pPr>
            <w:pStyle w:val="616AA2727659472FBC34CA1AF3A88BB9"/>
          </w:pPr>
          <w:r>
            <w:t>[Pick the Year]</w:t>
          </w:r>
        </w:p>
      </w:docPartBody>
    </w:docPart>
    <w:docPart>
      <w:docPartPr>
        <w:name w:val="41A219A2A68D426DAD31BE6CC874C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CF073-B440-4101-9BA5-987BCC57B4DD}"/>
      </w:docPartPr>
      <w:docPartBody>
        <w:p w:rsidR="00305888" w:rsidRDefault="00703C37" w:rsidP="00703C37">
          <w:pPr>
            <w:pStyle w:val="41A219A2A68D426DAD31BE6CC874C430"/>
          </w:pPr>
          <w:r>
            <w:t>[English – native language]</w:t>
          </w:r>
        </w:p>
      </w:docPartBody>
    </w:docPart>
    <w:docPart>
      <w:docPartPr>
        <w:name w:val="B0317DA6F1A846DFA016D53F0B3A3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89EB4-A207-4420-9D2A-8E5F4A75212B}"/>
      </w:docPartPr>
      <w:docPartBody>
        <w:p w:rsidR="00305888" w:rsidRDefault="00703C37" w:rsidP="00703C37">
          <w:pPr>
            <w:pStyle w:val="B0317DA6F1A846DFA016D53F0B3A3C63"/>
          </w:pPr>
          <w:r>
            <w:t>[French – speak fluently and read/write with high proficiency]</w:t>
          </w:r>
        </w:p>
      </w:docPartBody>
    </w:docPart>
    <w:docPart>
      <w:docPartPr>
        <w:name w:val="882D6B3FE7B64AC8B238AC7E12CD1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A768F-D044-450A-A4E0-4B593B5F8B4D}"/>
      </w:docPartPr>
      <w:docPartBody>
        <w:p w:rsidR="00305888" w:rsidRDefault="00703C37" w:rsidP="00703C37">
          <w:pPr>
            <w:pStyle w:val="882D6B3FE7B64AC8B238AC7E12CD16A4"/>
          </w:pPr>
          <w:r>
            <w:t>[Spanish and Italian – speak, read, and write with basic competence]</w:t>
          </w:r>
        </w:p>
      </w:docPartBody>
    </w:docPart>
    <w:docPart>
      <w:docPartPr>
        <w:name w:val="A8584D1FB2B84EED8473D53F7FA4B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7F556-BE1B-4FC4-8B35-F42CFCD70A88}"/>
      </w:docPartPr>
      <w:docPartBody>
        <w:p w:rsidR="00305888" w:rsidRDefault="00703C37" w:rsidP="00703C37">
          <w:pPr>
            <w:pStyle w:val="A8584D1FB2B84EED8473D53F7FA4B400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EC338A3A31841BBA87B914B09557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C5E0-7FB4-4DE1-944C-02B1A9568BD5}"/>
      </w:docPartPr>
      <w:docPartBody>
        <w:p w:rsidR="00305888" w:rsidRDefault="00703C37" w:rsidP="00703C37">
          <w:pPr>
            <w:pStyle w:val="7EC338A3A31841BBA87B914B095570E6"/>
          </w:pPr>
          <w:r>
            <w:t>[Reference Name]</w:t>
          </w:r>
        </w:p>
      </w:docPartBody>
    </w:docPart>
    <w:docPart>
      <w:docPartPr>
        <w:name w:val="1424503291FF424395ABF5A694B6F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B50F7-0A12-4ED1-BE90-492FC3768B2B}"/>
      </w:docPartPr>
      <w:docPartBody>
        <w:p w:rsidR="00305888" w:rsidRDefault="00703C37" w:rsidP="00703C37">
          <w:pPr>
            <w:pStyle w:val="1424503291FF424395ABF5A694B6F9B3"/>
          </w:pPr>
          <w:r>
            <w:t>[Title, Company]</w:t>
          </w:r>
        </w:p>
      </w:docPartBody>
    </w:docPart>
    <w:docPart>
      <w:docPartPr>
        <w:name w:val="28ACDB28C8084FB5BA403DA906ECD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58CCC-340F-4E5A-B768-516A5A9C9E3F}"/>
      </w:docPartPr>
      <w:docPartBody>
        <w:p w:rsidR="00305888" w:rsidRDefault="00703C37" w:rsidP="00703C37">
          <w:pPr>
            <w:pStyle w:val="28ACDB28C8084FB5BA403DA906ECDB88"/>
          </w:pPr>
          <w:r>
            <w:t>[Contact Information]</w:t>
          </w:r>
        </w:p>
      </w:docPartBody>
    </w:docPart>
    <w:docPart>
      <w:docPartPr>
        <w:name w:val="4D7D575423B544628510D5B21A194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DF960-1136-47FE-9A6C-786D98BC2469}"/>
      </w:docPartPr>
      <w:docPartBody>
        <w:p w:rsidR="00000000" w:rsidRDefault="00305888" w:rsidP="00305888">
          <w:pPr>
            <w:pStyle w:val="4D7D575423B544628510D5B21A194AA9"/>
          </w:pPr>
          <w:r>
            <w:t>[Professional or technical skills]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C37"/>
    <w:rsid w:val="001F76A6"/>
    <w:rsid w:val="00305888"/>
    <w:rsid w:val="00703C37"/>
    <w:rsid w:val="00D4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AFB17D3428439DB524DC226E7A382D">
    <w:name w:val="70AFB17D3428439DB524DC226E7A382D"/>
  </w:style>
  <w:style w:type="paragraph" w:customStyle="1" w:styleId="BC42707B6BF34841944B363545466BCC">
    <w:name w:val="BC42707B6BF34841944B363545466BCC"/>
  </w:style>
  <w:style w:type="paragraph" w:customStyle="1" w:styleId="E9A460AB2E964677ACC0927FC85B3857">
    <w:name w:val="E9A460AB2E964677ACC0927FC85B3857"/>
  </w:style>
  <w:style w:type="paragraph" w:customStyle="1" w:styleId="125B61C887F74BA19B14498C3757FDDF">
    <w:name w:val="125B61C887F74BA19B14498C3757FDDF"/>
  </w:style>
  <w:style w:type="paragraph" w:customStyle="1" w:styleId="E43FB6EA83484D598A6E4F5DAEFB377E">
    <w:name w:val="E43FB6EA83484D598A6E4F5DAEFB377E"/>
  </w:style>
  <w:style w:type="paragraph" w:customStyle="1" w:styleId="95371134D0224CCCBD4720E37AD9A7E1">
    <w:name w:val="95371134D0224CCCBD4720E37AD9A7E1"/>
  </w:style>
  <w:style w:type="paragraph" w:customStyle="1" w:styleId="54D5B97048DB4381B017A2CC701BECED">
    <w:name w:val="54D5B97048DB4381B017A2CC701BECED"/>
  </w:style>
  <w:style w:type="paragraph" w:customStyle="1" w:styleId="CD241F5539934B81A53798EC309A582F">
    <w:name w:val="CD241F5539934B81A53798EC309A582F"/>
  </w:style>
  <w:style w:type="paragraph" w:customStyle="1" w:styleId="780C82AA6FC54C8785E3C78E8D5B2C0D">
    <w:name w:val="780C82AA6FC54C8785E3C78E8D5B2C0D"/>
  </w:style>
  <w:style w:type="paragraph" w:customStyle="1" w:styleId="C32D689FB7FA411693FC8698B1404906">
    <w:name w:val="C32D689FB7FA411693FC8698B1404906"/>
  </w:style>
  <w:style w:type="paragraph" w:customStyle="1" w:styleId="46FD3AB3B93D4E2AA73E1AC55BA52EE3">
    <w:name w:val="46FD3AB3B93D4E2AA73E1AC55BA52EE3"/>
  </w:style>
  <w:style w:type="paragraph" w:customStyle="1" w:styleId="D8D42B8AE00F46FBB91DB7F6438585F5">
    <w:name w:val="D8D42B8AE00F46FBB91DB7F6438585F5"/>
  </w:style>
  <w:style w:type="paragraph" w:customStyle="1" w:styleId="146D09B416B14C12905BE80924846DF4">
    <w:name w:val="146D09B416B14C12905BE80924846DF4"/>
  </w:style>
  <w:style w:type="paragraph" w:customStyle="1" w:styleId="66CCA08E628743C7A598FC433A62B93D">
    <w:name w:val="66CCA08E628743C7A598FC433A62B93D"/>
    <w:rsid w:val="00703C37"/>
  </w:style>
  <w:style w:type="paragraph" w:customStyle="1" w:styleId="CB5DEE67F3324C3EB57D273F5254FC86">
    <w:name w:val="CB5DEE67F3324C3EB57D273F5254FC86"/>
    <w:rsid w:val="00703C37"/>
  </w:style>
  <w:style w:type="paragraph" w:customStyle="1" w:styleId="082B051D37EB4436B1ADE20F348EA7DB">
    <w:name w:val="082B051D37EB4436B1ADE20F348EA7DB"/>
    <w:rsid w:val="00703C37"/>
  </w:style>
  <w:style w:type="paragraph" w:customStyle="1" w:styleId="35EA201E47AE4627B0FF0F5C11B3E860">
    <w:name w:val="35EA201E47AE4627B0FF0F5C11B3E860"/>
    <w:rsid w:val="00703C37"/>
  </w:style>
  <w:style w:type="paragraph" w:customStyle="1" w:styleId="57FAD368D9604933A75B5A3150971441">
    <w:name w:val="57FAD368D9604933A75B5A3150971441"/>
    <w:rsid w:val="00703C37"/>
  </w:style>
  <w:style w:type="paragraph" w:customStyle="1" w:styleId="91D2A14D848545A889B2D52B51EBCE96">
    <w:name w:val="91D2A14D848545A889B2D52B51EBCE96"/>
    <w:rsid w:val="00703C37"/>
  </w:style>
  <w:style w:type="paragraph" w:customStyle="1" w:styleId="8A5566913B424FEC91308C71DFD3A24E">
    <w:name w:val="8A5566913B424FEC91308C71DFD3A24E"/>
    <w:rsid w:val="00703C37"/>
  </w:style>
  <w:style w:type="paragraph" w:customStyle="1" w:styleId="C92B9F573EF345EE9C6AB34832867990">
    <w:name w:val="C92B9F573EF345EE9C6AB34832867990"/>
    <w:rsid w:val="00703C37"/>
  </w:style>
  <w:style w:type="paragraph" w:customStyle="1" w:styleId="1DA0C3FB8D494357AFB6F835AC30A23C">
    <w:name w:val="1DA0C3FB8D494357AFB6F835AC30A23C"/>
    <w:rsid w:val="00703C37"/>
  </w:style>
  <w:style w:type="paragraph" w:customStyle="1" w:styleId="505C1A9214E84BCAA10AE6052DF0E825">
    <w:name w:val="505C1A9214E84BCAA10AE6052DF0E825"/>
    <w:rsid w:val="00703C37"/>
  </w:style>
  <w:style w:type="paragraph" w:customStyle="1" w:styleId="C3ED8370150142DE8C99E441242E8DEA">
    <w:name w:val="C3ED8370150142DE8C99E441242E8DEA"/>
    <w:rsid w:val="00703C37"/>
  </w:style>
  <w:style w:type="paragraph" w:customStyle="1" w:styleId="C4A56215320B42FF8BFB638535AF67EF">
    <w:name w:val="C4A56215320B42FF8BFB638535AF67EF"/>
    <w:rsid w:val="00703C37"/>
  </w:style>
  <w:style w:type="paragraph" w:customStyle="1" w:styleId="8894E7F5334B4E38A7F6B95F795B62A5">
    <w:name w:val="8894E7F5334B4E38A7F6B95F795B62A5"/>
    <w:rsid w:val="00703C37"/>
  </w:style>
  <w:style w:type="paragraph" w:customStyle="1" w:styleId="D213BCFBCE204B44848836C23C6E043A">
    <w:name w:val="D213BCFBCE204B44848836C23C6E043A"/>
    <w:rsid w:val="00703C37"/>
  </w:style>
  <w:style w:type="paragraph" w:customStyle="1" w:styleId="D95FDCEE9494455FBDB6E40A42B0C846">
    <w:name w:val="D95FDCEE9494455FBDB6E40A42B0C846"/>
    <w:rsid w:val="00703C37"/>
  </w:style>
  <w:style w:type="paragraph" w:customStyle="1" w:styleId="F9B81DF3FC27424EBCC3D34EA72ECA7B">
    <w:name w:val="F9B81DF3FC27424EBCC3D34EA72ECA7B"/>
    <w:rsid w:val="00703C37"/>
  </w:style>
  <w:style w:type="paragraph" w:customStyle="1" w:styleId="4C94D0420A234AF3A79ABF23F25FB834">
    <w:name w:val="4C94D0420A234AF3A79ABF23F25FB834"/>
    <w:rsid w:val="00703C37"/>
  </w:style>
  <w:style w:type="paragraph" w:customStyle="1" w:styleId="944AC97B7B1F421B896DF56F1C384551">
    <w:name w:val="944AC97B7B1F421B896DF56F1C384551"/>
    <w:rsid w:val="00703C37"/>
  </w:style>
  <w:style w:type="paragraph" w:customStyle="1" w:styleId="AF60BE5FC9984C709FDF592E58463CD3">
    <w:name w:val="AF60BE5FC9984C709FDF592E58463CD3"/>
    <w:rsid w:val="00703C37"/>
  </w:style>
  <w:style w:type="paragraph" w:customStyle="1" w:styleId="B38FF351CCED4669BFAF4C391318CFD4">
    <w:name w:val="B38FF351CCED4669BFAF4C391318CFD4"/>
    <w:rsid w:val="00703C37"/>
  </w:style>
  <w:style w:type="paragraph" w:customStyle="1" w:styleId="2C460C7658A84F6FB593BBC7453344B1">
    <w:name w:val="2C460C7658A84F6FB593BBC7453344B1"/>
    <w:rsid w:val="00703C37"/>
  </w:style>
  <w:style w:type="paragraph" w:customStyle="1" w:styleId="ACCBA0018710499CB632FF7FE4B7CF0C">
    <w:name w:val="ACCBA0018710499CB632FF7FE4B7CF0C"/>
    <w:rsid w:val="00703C37"/>
  </w:style>
  <w:style w:type="paragraph" w:customStyle="1" w:styleId="B4ED75E6C50F4FC99F7D213402BF2CAB">
    <w:name w:val="B4ED75E6C50F4FC99F7D213402BF2CAB"/>
    <w:rsid w:val="00703C37"/>
  </w:style>
  <w:style w:type="paragraph" w:customStyle="1" w:styleId="18CB057F519A4088BB961391AF5DE559">
    <w:name w:val="18CB057F519A4088BB961391AF5DE559"/>
    <w:rsid w:val="00703C37"/>
  </w:style>
  <w:style w:type="paragraph" w:customStyle="1" w:styleId="62D71513A15A4D0B8D7787F7030398C7">
    <w:name w:val="62D71513A15A4D0B8D7787F7030398C7"/>
    <w:rsid w:val="00703C37"/>
  </w:style>
  <w:style w:type="paragraph" w:customStyle="1" w:styleId="B02254D11AC145F1849E47BD3A819E72">
    <w:name w:val="B02254D11AC145F1849E47BD3A819E72"/>
    <w:rsid w:val="00703C37"/>
  </w:style>
  <w:style w:type="paragraph" w:customStyle="1" w:styleId="25DEE06C31DA429CA77590573397FF35">
    <w:name w:val="25DEE06C31DA429CA77590573397FF35"/>
    <w:rsid w:val="00703C37"/>
  </w:style>
  <w:style w:type="paragraph" w:customStyle="1" w:styleId="67F33F96AA8B4827A1F3C9B0764F69E3">
    <w:name w:val="67F33F96AA8B4827A1F3C9B0764F69E3"/>
    <w:rsid w:val="00703C37"/>
  </w:style>
  <w:style w:type="paragraph" w:customStyle="1" w:styleId="BA8F7B8F9D5D44BDBB0B2221FF454EB4">
    <w:name w:val="BA8F7B8F9D5D44BDBB0B2221FF454EB4"/>
    <w:rsid w:val="00703C37"/>
  </w:style>
  <w:style w:type="paragraph" w:customStyle="1" w:styleId="DC9432B0C5EE4D2EB4B628C5BA9C7780">
    <w:name w:val="DC9432B0C5EE4D2EB4B628C5BA9C7780"/>
    <w:rsid w:val="00703C37"/>
  </w:style>
  <w:style w:type="paragraph" w:customStyle="1" w:styleId="24A3786AB1E14DA69A936433CEFC6254">
    <w:name w:val="24A3786AB1E14DA69A936433CEFC6254"/>
    <w:rsid w:val="00703C37"/>
  </w:style>
  <w:style w:type="paragraph" w:customStyle="1" w:styleId="74F6E43128764581B7B0E177E1794E35">
    <w:name w:val="74F6E43128764581B7B0E177E1794E35"/>
    <w:rsid w:val="00703C37"/>
  </w:style>
  <w:style w:type="paragraph" w:customStyle="1" w:styleId="057500F0A6BE4B528F987FCC256C519B">
    <w:name w:val="057500F0A6BE4B528F987FCC256C519B"/>
    <w:rsid w:val="00703C37"/>
  </w:style>
  <w:style w:type="paragraph" w:customStyle="1" w:styleId="ED140E7B6C8B48B9A571940804B8CF4D">
    <w:name w:val="ED140E7B6C8B48B9A571940804B8CF4D"/>
    <w:rsid w:val="00703C37"/>
  </w:style>
  <w:style w:type="paragraph" w:customStyle="1" w:styleId="E8CD1336F62E440D9E9E2AE492049CC6">
    <w:name w:val="E8CD1336F62E440D9E9E2AE492049CC6"/>
    <w:rsid w:val="00703C37"/>
  </w:style>
  <w:style w:type="paragraph" w:customStyle="1" w:styleId="3A26350EFEA8442F891C1EB34A002414">
    <w:name w:val="3A26350EFEA8442F891C1EB34A002414"/>
    <w:rsid w:val="00703C37"/>
  </w:style>
  <w:style w:type="paragraph" w:customStyle="1" w:styleId="71E1DFCD0C5849FCB77E8B3DA90F76E1">
    <w:name w:val="71E1DFCD0C5849FCB77E8B3DA90F76E1"/>
    <w:rsid w:val="00703C37"/>
  </w:style>
  <w:style w:type="paragraph" w:customStyle="1" w:styleId="616AA2727659472FBC34CA1AF3A88BB9">
    <w:name w:val="616AA2727659472FBC34CA1AF3A88BB9"/>
    <w:rsid w:val="00703C37"/>
  </w:style>
  <w:style w:type="paragraph" w:customStyle="1" w:styleId="41A219A2A68D426DAD31BE6CC874C430">
    <w:name w:val="41A219A2A68D426DAD31BE6CC874C430"/>
    <w:rsid w:val="00703C37"/>
  </w:style>
  <w:style w:type="paragraph" w:customStyle="1" w:styleId="B0317DA6F1A846DFA016D53F0B3A3C63">
    <w:name w:val="B0317DA6F1A846DFA016D53F0B3A3C63"/>
    <w:rsid w:val="00703C37"/>
  </w:style>
  <w:style w:type="paragraph" w:customStyle="1" w:styleId="882D6B3FE7B64AC8B238AC7E12CD16A4">
    <w:name w:val="882D6B3FE7B64AC8B238AC7E12CD16A4"/>
    <w:rsid w:val="00703C37"/>
  </w:style>
  <w:style w:type="character" w:styleId="PlaceholderText">
    <w:name w:val="Placeholder Text"/>
    <w:basedOn w:val="DefaultParagraphFont"/>
    <w:uiPriority w:val="99"/>
    <w:semiHidden/>
    <w:rsid w:val="00703C37"/>
    <w:rPr>
      <w:color w:val="808080"/>
    </w:rPr>
  </w:style>
  <w:style w:type="paragraph" w:customStyle="1" w:styleId="A8584D1FB2B84EED8473D53F7FA4B400">
    <w:name w:val="A8584D1FB2B84EED8473D53F7FA4B400"/>
    <w:rsid w:val="00703C37"/>
  </w:style>
  <w:style w:type="paragraph" w:customStyle="1" w:styleId="7EC338A3A31841BBA87B914B095570E6">
    <w:name w:val="7EC338A3A31841BBA87B914B095570E6"/>
    <w:rsid w:val="00703C37"/>
  </w:style>
  <w:style w:type="paragraph" w:customStyle="1" w:styleId="1424503291FF424395ABF5A694B6F9B3">
    <w:name w:val="1424503291FF424395ABF5A694B6F9B3"/>
    <w:rsid w:val="00703C37"/>
  </w:style>
  <w:style w:type="paragraph" w:customStyle="1" w:styleId="28ACDB28C8084FB5BA403DA906ECDB88">
    <w:name w:val="28ACDB28C8084FB5BA403DA906ECDB88"/>
    <w:rsid w:val="00703C37"/>
  </w:style>
  <w:style w:type="paragraph" w:customStyle="1" w:styleId="4D7D575423B544628510D5B21A194AA9">
    <w:name w:val="4D7D575423B544628510D5B21A194AA9"/>
    <w:rsid w:val="003058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Cover letter (blue).dotx</Template>
  <TotalTime>5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EDUCATION</vt:lpstr>
      <vt:lpstr>    AWARDS</vt:lpstr>
      <vt:lpstr>    PUBLICATIONS AND PAPERS</vt:lpstr>
      <vt:lpstr>        &lt;[“The Cross-Cultural Communication Epidemic of the 21st Century”]&gt;</vt:lpstr>
      <vt:lpstr>        &lt;[“Why So Many Documents Remain Inaccessible in the Information Age”]&gt;</vt:lpstr>
      <vt:lpstr>        &lt;[“The Female Betrayed and Modern Media”]&gt;</vt:lpstr>
      <vt:lpstr>    LANGUAGES</vt:lpstr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Alex</dc:creator>
  <cp:keywords/>
  <dc:description/>
  <cp:lastModifiedBy>Muhammad Naveed Ahmed</cp:lastModifiedBy>
  <cp:revision>2</cp:revision>
  <dcterms:created xsi:type="dcterms:W3CDTF">2017-02-27T13:35:00Z</dcterms:created>
  <dcterms:modified xsi:type="dcterms:W3CDTF">2019-05-20T09:29:00Z</dcterms:modified>
</cp:coreProperties>
</file>