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486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359"/>
        <w:gridCol w:w="7900"/>
        <w:gridCol w:w="434"/>
      </w:tblGrid>
      <w:tr w:rsidR="008B60A4" w:rsidTr="006221EC">
        <w:trPr>
          <w:gridAfter w:val="1"/>
          <w:wAfter w:w="434" w:type="dxa"/>
          <w:trHeight w:val="648"/>
          <w:jc w:val="center"/>
        </w:trPr>
        <w:tc>
          <w:tcPr>
            <w:tcW w:w="2359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775F55" w:themeFill="text2"/>
            <w:vAlign w:val="center"/>
          </w:tcPr>
          <w:p w:rsidR="008B60A4" w:rsidRDefault="00F11413" w:rsidP="008B60A4">
            <w:pPr>
              <w:pStyle w:val="PersonalName"/>
              <w:spacing w:line="240" w:lineRule="auto"/>
            </w:pPr>
            <w:sdt>
              <w:sdtPr>
                <w:id w:val="169066309"/>
                <w:placeholder>
                  <w:docPart w:val="8720D3CC30304214A7C3F27298DDC6EB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8B60A4">
                  <w:t>Abdu Hade</w:t>
                </w:r>
              </w:sdtContent>
            </w:sdt>
          </w:p>
        </w:tc>
        <w:tc>
          <w:tcPr>
            <w:tcW w:w="7901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775F55" w:themeFill="text2"/>
            <w:vAlign w:val="center"/>
          </w:tcPr>
          <w:p w:rsidR="008B60A4" w:rsidRDefault="008B60A4" w:rsidP="008B60A4">
            <w:pPr>
              <w:pStyle w:val="PersonalName"/>
              <w:spacing w:line="240" w:lineRule="auto"/>
            </w:pPr>
          </w:p>
        </w:tc>
      </w:tr>
      <w:tr w:rsidR="008B60A4" w:rsidTr="006221EC">
        <w:trPr>
          <w:gridAfter w:val="1"/>
          <w:wAfter w:w="434" w:type="dxa"/>
          <w:trHeight w:val="144"/>
          <w:jc w:val="center"/>
        </w:trPr>
        <w:tc>
          <w:tcPr>
            <w:tcW w:w="2359" w:type="dxa"/>
            <w:tcBorders>
              <w:top w:val="single" w:sz="36" w:space="0" w:color="FFFFFF" w:themeColor="background1"/>
              <w:left w:val="nil"/>
              <w:bottom w:val="nil"/>
              <w:right w:val="single" w:sz="36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sdt>
            <w:sdtPr>
              <w:alias w:val="Date"/>
              <w:id w:val="393094403"/>
              <w:placeholder>
                <w:docPart w:val="5A2B971A90494CED86141CAE15962968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8B60A4" w:rsidRDefault="008B60A4" w:rsidP="008B60A4"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[Select the Date]</w:t>
                </w:r>
              </w:p>
            </w:sdtContent>
          </w:sdt>
        </w:tc>
        <w:tc>
          <w:tcPr>
            <w:tcW w:w="7901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8B60A4" w:rsidRDefault="008B60A4" w:rsidP="008B60A4">
            <w:pPr>
              <w:spacing w:after="0"/>
            </w:pPr>
          </w:p>
        </w:tc>
      </w:tr>
      <w:tr w:rsidR="008B60A4" w:rsidTr="006221EC">
        <w:trPr>
          <w:gridAfter w:val="1"/>
          <w:wAfter w:w="434" w:type="dxa"/>
          <w:trHeight w:val="257"/>
          <w:jc w:val="center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60A4" w:rsidRDefault="008B60A4" w:rsidP="008B60A4">
            <w:pPr>
              <w:spacing w:after="0"/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61D4DBB5" wp14:editId="3DFD957B">
                  <wp:extent cx="747915" cy="1254976"/>
                  <wp:effectExtent l="57150" t="57150" r="128905" b="135890"/>
                  <wp:docPr id="9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untain_lady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915" cy="1254976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  <a:effectLst>
                            <a:outerShdw blurRad="50800" dist="50800" dir="2700000" algn="tl" rotWithShape="0">
                              <a:srgbClr val="7D7D7D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115" w:type="dxa"/>
              <w:bottom w:w="0" w:type="dxa"/>
              <w:right w:w="115" w:type="dxa"/>
            </w:tcMar>
          </w:tcPr>
          <w:p w:rsidR="008B60A4" w:rsidRPr="008B60A4" w:rsidRDefault="00F11413" w:rsidP="008B60A4">
            <w:pPr>
              <w:pStyle w:val="SenderAddress"/>
              <w:rPr>
                <w:sz w:val="19"/>
              </w:rPr>
            </w:pPr>
            <w:sdt>
              <w:sdtPr>
                <w:rPr>
                  <w:sz w:val="19"/>
                </w:rPr>
                <w:id w:val="1031067340"/>
                <w:placeholder>
                  <w:docPart w:val="7D60D71F9C86406B9AC8C2101925ABFB"/>
                </w:placeholder>
                <w:temporary/>
                <w:showingPlcHdr/>
              </w:sdtPr>
              <w:sdtEndPr/>
              <w:sdtContent>
                <w:r w:rsidR="008B60A4" w:rsidRPr="008B60A4">
                  <w:rPr>
                    <w:sz w:val="19"/>
                  </w:rPr>
                  <w:t>[Type your address]</w:t>
                </w:r>
              </w:sdtContent>
            </w:sdt>
            <w:r w:rsidR="008B60A4" w:rsidRPr="008B60A4">
              <w:rPr>
                <w:sz w:val="19"/>
              </w:rPr>
              <w:br/>
            </w:r>
            <w:sdt>
              <w:sdtPr>
                <w:rPr>
                  <w:sz w:val="19"/>
                </w:rPr>
                <w:id w:val="-1434356412"/>
                <w:placeholder>
                  <w:docPart w:val="6AAEECD1C02A485A81C715A4F2EB8A0E"/>
                </w:placeholder>
                <w:temporary/>
                <w:showingPlcHdr/>
              </w:sdtPr>
              <w:sdtEndPr/>
              <w:sdtContent>
                <w:r w:rsidR="008B60A4" w:rsidRPr="008B60A4">
                  <w:rPr>
                    <w:sz w:val="19"/>
                  </w:rPr>
                  <w:t>[Type your phone number]</w:t>
                </w:r>
              </w:sdtContent>
            </w:sdt>
            <w:r w:rsidR="008B60A4">
              <w:rPr>
                <w:sz w:val="19"/>
              </w:rPr>
              <w:t xml:space="preserve"> </w:t>
            </w:r>
            <w:sdt>
              <w:sdtPr>
                <w:rPr>
                  <w:sz w:val="19"/>
                </w:rPr>
                <w:id w:val="199059184"/>
                <w:placeholder>
                  <w:docPart w:val="7A9BE0EF4AAD452484DE469BACAB989F"/>
                </w:placeholder>
                <w:temporary/>
                <w:showingPlcHdr/>
              </w:sdtPr>
              <w:sdtEndPr/>
              <w:sdtContent>
                <w:r w:rsidR="008B60A4" w:rsidRPr="008B60A4">
                  <w:rPr>
                    <w:sz w:val="19"/>
                  </w:rPr>
                  <w:t>[Type your e-mail address]</w:t>
                </w:r>
              </w:sdtContent>
            </w:sdt>
            <w:r w:rsidR="008B60A4">
              <w:rPr>
                <w:sz w:val="19"/>
              </w:rPr>
              <w:t xml:space="preserve"> </w:t>
            </w:r>
            <w:sdt>
              <w:sdtPr>
                <w:rPr>
                  <w:sz w:val="19"/>
                </w:rPr>
                <w:id w:val="1595358966"/>
                <w:placeholder>
                  <w:docPart w:val="15C4477455DB4FCF82FF3EC5ACB1CDDE"/>
                </w:placeholder>
                <w:temporary/>
                <w:showingPlcHdr/>
              </w:sdtPr>
              <w:sdtEndPr/>
              <w:sdtContent>
                <w:r w:rsidR="008B60A4" w:rsidRPr="008B60A4">
                  <w:rPr>
                    <w:sz w:val="19"/>
                  </w:rPr>
                  <w:t>[Type your website address]</w:t>
                </w:r>
              </w:sdtContent>
            </w:sdt>
          </w:p>
          <w:p w:rsidR="008B60A4" w:rsidRDefault="008B60A4" w:rsidP="008B60A4">
            <w:pPr>
              <w:pStyle w:val="SenderAddress"/>
            </w:pPr>
          </w:p>
          <w:p w:rsidR="008B60A4" w:rsidRDefault="008B60A4" w:rsidP="008B60A4">
            <w:r w:rsidRPr="008B60A4">
              <w:rPr>
                <w:sz w:val="22"/>
              </w:rPr>
              <w:t>A knowledgeable account specialist who can keep the record of money after receiving it. A Very skilled person who is adept at using a computer to solve account related problems and can even work on a complex computer system. A Very talented person who can prepare accurate and error-free aging reports from auditing receivables. Specialist in many account-related tasks</w:t>
            </w:r>
            <w:r w:rsidRPr="00CF70ED">
              <w:rPr>
                <w:sz w:val="18"/>
              </w:rPr>
              <w:t xml:space="preserve">. </w:t>
            </w:r>
          </w:p>
          <w:p w:rsidR="008B60A4" w:rsidRDefault="008B60A4" w:rsidP="008B60A4">
            <w:pPr>
              <w:pStyle w:val="SenderAddress"/>
            </w:pPr>
          </w:p>
        </w:tc>
      </w:tr>
      <w:tr w:rsidR="006221EC" w:rsidTr="006221EC">
        <w:trPr>
          <w:trHeight w:val="1775"/>
          <w:jc w:val="center"/>
        </w:trPr>
        <w:tc>
          <w:tcPr>
            <w:tcW w:w="10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221EC" w:rsidRDefault="006221EC">
            <w:pPr>
              <w:pStyle w:val="Section"/>
              <w:spacing w:after="0"/>
            </w:pPr>
            <w:r>
              <w:t>Objectives</w:t>
            </w:r>
          </w:p>
          <w:p w:rsidR="006221EC" w:rsidRDefault="006221EC" w:rsidP="008B60A4">
            <w:pPr>
              <w:spacing w:after="0" w:line="240" w:lineRule="auto"/>
            </w:pPr>
            <w:r w:rsidRPr="008B60A4">
              <w:rPr>
                <w:rFonts w:cstheme="minorBidi"/>
                <w:kern w:val="0"/>
                <w:sz w:val="22"/>
                <w:szCs w:val="22"/>
                <w:lang w:val="en-GB" w:eastAsia="en-US"/>
                <w14:ligatures w14:val="none"/>
              </w:rPr>
              <w:t>To maintain accounting reports</w:t>
            </w:r>
            <w:r w:rsidRPr="008B60A4">
              <w:rPr>
                <w:rFonts w:cstheme="minorBidi"/>
                <w:kern w:val="0"/>
                <w:sz w:val="22"/>
                <w:szCs w:val="22"/>
                <w:lang w:val="en-GB" w:eastAsia="en-US"/>
                <w14:ligatures w14:val="none"/>
              </w:rPr>
              <w:br/>
              <w:t xml:space="preserve">To supervise all the accounts simultaneously to keep them up-to-date. </w:t>
            </w:r>
            <w:r w:rsidRPr="008B60A4">
              <w:rPr>
                <w:rFonts w:cstheme="minorBidi"/>
                <w:kern w:val="0"/>
                <w:sz w:val="22"/>
                <w:szCs w:val="22"/>
                <w:lang w:val="en-GB" w:eastAsia="en-US"/>
                <w14:ligatures w14:val="none"/>
              </w:rPr>
              <w:br/>
              <w:t xml:space="preserve">To assist customers so that they can manage their current accounts. </w:t>
            </w:r>
            <w:r w:rsidRPr="008B60A4">
              <w:rPr>
                <w:rFonts w:cstheme="minorBidi"/>
                <w:kern w:val="0"/>
                <w:sz w:val="22"/>
                <w:szCs w:val="22"/>
                <w:lang w:val="en-GB" w:eastAsia="en-US"/>
                <w14:ligatures w14:val="none"/>
              </w:rPr>
              <w:br/>
              <w:t>To maintain a good relationship with the customers and vendors through the timely services provided by me.</w:t>
            </w:r>
          </w:p>
          <w:p w:rsidR="006221EC" w:rsidRDefault="006221EC">
            <w:pPr>
              <w:pStyle w:val="Section"/>
              <w:spacing w:after="0"/>
            </w:pPr>
            <w:r>
              <w:t>Education</w:t>
            </w:r>
          </w:p>
          <w:p w:rsidR="006221EC" w:rsidRDefault="006221EC">
            <w:pPr>
              <w:pStyle w:val="Subsection"/>
              <w:spacing w:after="0" w:line="240" w:lineRule="auto"/>
            </w:pPr>
            <w:sdt>
              <w:sdtPr>
                <w:id w:val="3054384"/>
                <w:placeholder>
                  <w:docPart w:val="C7B94E30DE5F4D109898314691B61591"/>
                </w:placeholder>
                <w:temporary/>
                <w:showingPlcHdr/>
              </w:sdtPr>
              <w:sdtContent>
                <w:r>
                  <w:t>[Type the school name]</w:t>
                </w:r>
              </w:sdtContent>
            </w:sdt>
          </w:p>
          <w:sdt>
            <w:sdtPr>
              <w:id w:val="265924274"/>
              <w:placeholder>
                <w:docPart w:val="13E6CB50DB6748598AC965A406D260BD"/>
              </w:placeholder>
              <w:temporary/>
              <w:showingPlcHdr/>
            </w:sdtPr>
            <w:sdtContent>
              <w:p w:rsidR="006221EC" w:rsidRDefault="006221EC">
                <w:pPr>
                  <w:pStyle w:val="ListBullet"/>
                  <w:numPr>
                    <w:ilvl w:val="0"/>
                    <w:numId w:val="0"/>
                  </w:numPr>
                  <w:spacing w:after="0" w:line="240" w:lineRule="auto"/>
                  <w:ind w:left="360" w:hanging="360"/>
                </w:pPr>
                <w:r>
                  <w:t>[Type the completion date]</w:t>
                </w:r>
              </w:p>
            </w:sdtContent>
          </w:sdt>
          <w:p w:rsidR="006221EC" w:rsidRDefault="006221EC">
            <w:pPr>
              <w:pStyle w:val="ListBullet"/>
              <w:numPr>
                <w:ilvl w:val="0"/>
                <w:numId w:val="0"/>
              </w:numPr>
              <w:spacing w:after="0" w:line="240" w:lineRule="auto"/>
            </w:pPr>
            <w:sdt>
              <w:sdtPr>
                <w:id w:val="2657551"/>
                <w:placeholder>
                  <w:docPart w:val="F547F4FB8A2C4D72B74C0EA73B787339"/>
                </w:placeholder>
                <w:temporary/>
                <w:showingPlcHdr/>
              </w:sdtPr>
              <w:sdtContent>
                <w:r>
                  <w:t>[Type list of degrees, awards and accomplishments]</w:t>
                </w:r>
              </w:sdtContent>
            </w:sdt>
          </w:p>
          <w:p w:rsidR="006221EC" w:rsidRDefault="006221EC">
            <w:pPr>
              <w:pStyle w:val="Section"/>
              <w:spacing w:after="0"/>
            </w:pPr>
            <w:r>
              <w:t>experience</w:t>
            </w:r>
          </w:p>
          <w:p w:rsidR="006221EC" w:rsidRDefault="006221EC">
            <w:pPr>
              <w:pStyle w:val="Subsection"/>
              <w:spacing w:after="0" w:line="240" w:lineRule="auto"/>
              <w:rPr>
                <w:color w:val="000000"/>
                <w:spacing w:val="0"/>
                <w:sz w:val="23"/>
              </w:rPr>
            </w:pPr>
            <w:sdt>
              <w:sdtPr>
                <w:rPr>
                  <w:b w:val="0"/>
                  <w:bCs/>
                  <w:color w:val="000000"/>
                  <w:spacing w:val="0"/>
                  <w:sz w:val="23"/>
                </w:rPr>
                <w:id w:val="17180039"/>
                <w:placeholder>
                  <w:docPart w:val="C3CB228E157847CAACAABF11B40DEF1B"/>
                </w:placeholder>
                <w:temporary/>
                <w:showingPlcHdr/>
                <w:text/>
              </w:sdtPr>
              <w:sdtContent>
                <w:r>
                  <w:t>[Type the job title]</w:t>
                </w:r>
              </w:sdtContent>
            </w:sdt>
            <w:r>
              <w:rPr>
                <w:b w:val="0"/>
                <w:bCs/>
              </w:rPr>
              <w:t xml:space="preserve"> </w:t>
            </w:r>
            <w:r>
              <w:t>|</w:t>
            </w:r>
            <w:r>
              <w:rPr>
                <w:b w:val="0"/>
                <w:bCs/>
              </w:rPr>
              <w:t xml:space="preserve"> </w:t>
            </w:r>
            <w:sdt>
              <w:sdtPr>
                <w:id w:val="326177524"/>
                <w:placeholder>
                  <w:docPart w:val="A85EE05AE9FA40F3BEF99A80845A8239"/>
                </w:placeholder>
                <w:showingPlcHdr/>
              </w:sdtPr>
              <w:sdtContent>
                <w:r>
                  <w:t>[Type the company name]</w:t>
                </w:r>
              </w:sdtContent>
            </w:sdt>
          </w:p>
          <w:p w:rsidR="006221EC" w:rsidRDefault="006221EC">
            <w:pPr>
              <w:spacing w:after="0" w:line="240" w:lineRule="auto"/>
            </w:pPr>
            <w:sdt>
              <w:sdtPr>
                <w:id w:val="265775094"/>
                <w:placeholder>
                  <w:docPart w:val="400B9BB8380B4BF6A025BBCABBB9B45D"/>
                </w:placeholder>
                <w:temporary/>
                <w:showingPlcHdr/>
                <w:text/>
              </w:sdtPr>
              <w:sdtContent>
                <w:r>
                  <w:t>[Type the start date]</w:t>
                </w:r>
              </w:sdtContent>
            </w:sdt>
            <w:r>
              <w:t xml:space="preserve"> - </w:t>
            </w:r>
            <w:sdt>
              <w:sdtPr>
                <w:id w:val="265775113"/>
                <w:placeholder>
                  <w:docPart w:val="C60D0D92062849BE83F88159B7C1F3AB"/>
                </w:placeholder>
                <w:temporary/>
                <w:showingPlcHdr/>
                <w:text/>
              </w:sdtPr>
              <w:sdtContent>
                <w:r>
                  <w:t>[Type the end date]</w:t>
                </w:r>
              </w:sdtContent>
            </w:sdt>
          </w:p>
          <w:p w:rsidR="006221EC" w:rsidRDefault="006221EC">
            <w:pPr>
              <w:pStyle w:val="ListBullet"/>
              <w:numPr>
                <w:ilvl w:val="0"/>
                <w:numId w:val="0"/>
              </w:numPr>
              <w:spacing w:after="0" w:line="240" w:lineRule="auto"/>
            </w:pPr>
            <w:r w:rsidRPr="008B60A4"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t>I am given the duty to maintain all active account files related to account receivables.</w:t>
            </w:r>
            <w:r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br/>
            </w:r>
            <w:r w:rsidRPr="008B60A4"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t>I supported IT specialist working in my firm in developing an expert archive system that can handle and manage account receivables.</w:t>
            </w:r>
            <w:r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br/>
            </w:r>
            <w:r w:rsidRPr="008B60A4"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t>I work in an accounting department of the company to see the impact of account receivables on the company’s customer’s relations.</w:t>
            </w:r>
            <w:r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br/>
            </w:r>
            <w:r w:rsidRPr="008B60A4"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t>I also keep the record of all the receivable invoices, and I am responsible for making an aging report.</w:t>
            </w:r>
            <w:r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br/>
            </w:r>
            <w:r w:rsidRPr="008B60A4"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t>I compile financial reports and try to provide best services to customers.</w:t>
            </w:r>
            <w:r>
              <w:rPr>
                <w:rFonts w:eastAsiaTheme="minorEastAsia" w:cstheme="minorBidi"/>
                <w:color w:val="595959" w:themeColor="text1" w:themeTint="A6"/>
                <w:kern w:val="20"/>
                <w:sz w:val="20"/>
                <w14:ligatures w14:val="none"/>
              </w:rPr>
              <w:br/>
            </w:r>
          </w:p>
          <w:p w:rsidR="006221EC" w:rsidRDefault="006221EC" w:rsidP="008B60A4">
            <w:pPr>
              <w:pStyle w:val="Section"/>
              <w:spacing w:after="0"/>
            </w:pPr>
            <w:r>
              <w:t>skills/Core competencies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 xml:space="preserve">Great knowledge of using the computer system and very knowledgeable in a computer network. 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 xml:space="preserve">Keenly observe everything in Accounting for details. 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>Adept at solving problems and analyzing them.</w:t>
            </w:r>
          </w:p>
          <w:p w:rsidR="006221EC" w:rsidRPr="008B60A4" w:rsidRDefault="006221EC" w:rsidP="008B60A4">
            <w:pPr>
              <w:spacing w:line="240" w:lineRule="auto"/>
              <w:ind w:left="15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 xml:space="preserve">Vast experience of supervision and managing account department. 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 xml:space="preserve">Passionate and always driven towards the targets to achieve them. 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>An active person who can deliver the task before the deadline.</w:t>
            </w:r>
          </w:p>
          <w:p w:rsidR="006221EC" w:rsidRPr="008B60A4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>Capable enough to perform other duties of account department.</w:t>
            </w:r>
          </w:p>
          <w:p w:rsidR="006221EC" w:rsidRDefault="006221EC" w:rsidP="008B60A4">
            <w:pPr>
              <w:spacing w:line="240" w:lineRule="auto"/>
              <w:contextualSpacing/>
              <w:rPr>
                <w:color w:val="595959" w:themeColor="text1" w:themeTint="A6"/>
                <w:sz w:val="20"/>
              </w:rPr>
            </w:pPr>
            <w:r w:rsidRPr="008B60A4">
              <w:rPr>
                <w:color w:val="595959" w:themeColor="text1" w:themeTint="A6"/>
                <w:sz w:val="20"/>
              </w:rPr>
              <w:t xml:space="preserve">Best written and verbal communication skills and very friendly towards the customers of the company. </w:t>
            </w:r>
          </w:p>
          <w:p w:rsidR="006221EC" w:rsidRPr="00F87C02" w:rsidRDefault="006221EC" w:rsidP="00F87C02">
            <w:pPr>
              <w:pStyle w:val="SectionHeading"/>
              <w:rPr>
                <w:b/>
                <w:color w:val="B85A22" w:themeColor="accent2" w:themeShade="BF"/>
                <w:sz w:val="24"/>
              </w:rPr>
            </w:pPr>
            <w:r w:rsidRPr="00F87C02">
              <w:rPr>
                <w:b/>
                <w:color w:val="B85A22" w:themeColor="accent2" w:themeShade="BF"/>
                <w:sz w:val="24"/>
              </w:rPr>
              <w:t>LANGUAGES</w:t>
            </w:r>
          </w:p>
          <w:sdt>
            <w:sdtPr>
              <w:id w:val="4806708"/>
              <w:placeholder>
                <w:docPart w:val="A964DA7DE2FD49CB92984FFCEF5D59D4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NormalBodyText"/>
                </w:pPr>
                <w:r>
                  <w:t>[English – native language]</w:t>
                </w:r>
              </w:p>
            </w:sdtContent>
          </w:sdt>
          <w:sdt>
            <w:sdtPr>
              <w:id w:val="4806716"/>
              <w:placeholder>
                <w:docPart w:val="051B912AD6F548369BB49DF8BEB17B1A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NormalBodyText"/>
                </w:pPr>
                <w:r>
                  <w:t>[French – speak fluently and read/write with high proficiency]</w:t>
                </w:r>
              </w:p>
            </w:sdtContent>
          </w:sdt>
          <w:sdt>
            <w:sdtPr>
              <w:id w:val="4806724"/>
              <w:placeholder>
                <w:docPart w:val="F607A071B4E94F53A8A15BEC9CD0C079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SpaceAfter"/>
                </w:pPr>
                <w:r>
                  <w:t>[Spanish and Italian – speak, read, and write with basic competence]</w:t>
                </w:r>
              </w:p>
            </w:sdtContent>
          </w:sdt>
          <w:p w:rsidR="006221EC" w:rsidRPr="00F87C02" w:rsidRDefault="006221EC" w:rsidP="00F87C02">
            <w:pPr>
              <w:pStyle w:val="SectionHeading"/>
              <w:rPr>
                <w:b/>
                <w:color w:val="B85A22" w:themeColor="accent2" w:themeShade="BF"/>
                <w:sz w:val="24"/>
              </w:rPr>
            </w:pPr>
            <w:r w:rsidRPr="00F87C02">
              <w:rPr>
                <w:b/>
                <w:color w:val="B85A22" w:themeColor="accent2" w:themeShade="BF"/>
                <w:sz w:val="24"/>
              </w:rPr>
              <w:t>PUBLICATIONS AND PAPERS</w:t>
            </w:r>
          </w:p>
          <w:sdt>
            <w:sdtPr>
              <w:id w:val="4806471"/>
              <w:placeholder>
                <w:docPart w:val="AF57796E897E4069BCC6786E0B688A7B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ItalicHeading"/>
                </w:pPr>
                <w:r>
                  <w:t>[“The Cross-Cultural Communication Epidemic of the 21st Century”]</w:t>
                </w:r>
              </w:p>
            </w:sdtContent>
          </w:sdt>
          <w:p w:rsidR="006221EC" w:rsidRDefault="006221EC" w:rsidP="00F87C02">
            <w:pPr>
              <w:pStyle w:val="SpaceAfter"/>
            </w:pPr>
            <w:sdt>
              <w:sdtPr>
                <w:id w:val="4806479"/>
                <w:placeholder>
                  <w:docPart w:val="F9F66BA200B940C19B5ED774DDC73C19"/>
                </w:placeholder>
                <w:temporary/>
                <w:showingPlcHdr/>
              </w:sdtPr>
              <w:sdtContent>
                <w:r>
                  <w:t xml:space="preserve">[Guest speaker at the Global Communication Convention, </w:t>
                </w:r>
                <w:r>
                  <w:rPr>
                    <w:i/>
                  </w:rPr>
                  <w:t>Los Angeles, CA</w:t>
                </w:r>
                <w:r>
                  <w:t>]</w:t>
                </w:r>
              </w:sdtContent>
            </w:sdt>
            <w:r>
              <w:tab/>
            </w:r>
            <w:sdt>
              <w:sdtPr>
                <w:id w:val="275215311"/>
                <w:placeholder>
                  <w:docPart w:val="01310331BD26438D9F6A66DB31A64C92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[Pick the Year]</w:t>
                </w:r>
              </w:sdtContent>
            </w:sdt>
          </w:p>
          <w:sdt>
            <w:sdtPr>
              <w:id w:val="4806547"/>
              <w:placeholder>
                <w:docPart w:val="1B48A4F5B6494A258DA62E725DE66E5C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ItalicHeading"/>
                </w:pPr>
                <w:r>
                  <w:t>[“Why So Many Documents Remain Inaccessible in the Information Age”]</w:t>
                </w:r>
              </w:p>
            </w:sdtContent>
          </w:sdt>
          <w:p w:rsidR="006221EC" w:rsidRDefault="006221EC" w:rsidP="00F87C02">
            <w:pPr>
              <w:pStyle w:val="SpaceAfter"/>
            </w:pPr>
            <w:sdt>
              <w:sdtPr>
                <w:id w:val="4806555"/>
                <w:placeholder>
                  <w:docPart w:val="35979298B34842EEBC388B83080C26FF"/>
                </w:placeholder>
                <w:temporary/>
                <w:showingPlcHdr/>
              </w:sdtPr>
              <w:sdtContent>
                <w:r>
                  <w:t>[Paper presented at the Annual Meeting of English Professors</w:t>
                </w:r>
                <w:r>
                  <w:rPr>
                    <w:i/>
                  </w:rPr>
                  <w:t>, New York, NY</w:t>
                </w:r>
                <w:r>
                  <w:t>]</w:t>
                </w:r>
              </w:sdtContent>
            </w:sdt>
            <w:r>
              <w:tab/>
            </w:r>
          </w:p>
          <w:p w:rsidR="006221EC" w:rsidRDefault="006221EC" w:rsidP="00F87C02">
            <w:pPr>
              <w:pStyle w:val="SpaceAfter"/>
            </w:pPr>
          </w:p>
          <w:p w:rsidR="006221EC" w:rsidRDefault="006221EC" w:rsidP="00F87C02">
            <w:pPr>
              <w:pStyle w:val="SpaceAfter"/>
            </w:pPr>
          </w:p>
          <w:p w:rsidR="006221EC" w:rsidRDefault="006221EC" w:rsidP="00F87C02">
            <w:pPr>
              <w:pStyle w:val="SpaceAfter"/>
            </w:pPr>
          </w:p>
          <w:p w:rsidR="006221EC" w:rsidRDefault="006221EC" w:rsidP="00F87C02">
            <w:pPr>
              <w:pStyle w:val="SpaceAfter"/>
            </w:pPr>
          </w:p>
          <w:p w:rsidR="006221EC" w:rsidRDefault="006221EC" w:rsidP="00F87C02">
            <w:pPr>
              <w:pStyle w:val="SpaceAfter"/>
            </w:pPr>
            <w:sdt>
              <w:sdtPr>
                <w:id w:val="277298032"/>
                <w:placeholder>
                  <w:docPart w:val="74B4C85600A349F1B905279E8FC0511A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[Pick the Year]</w:t>
                </w:r>
              </w:sdtContent>
            </w:sdt>
          </w:p>
          <w:sdt>
            <w:sdtPr>
              <w:id w:val="4806626"/>
              <w:placeholder>
                <w:docPart w:val="85E38095C0D34F15BF5F67410D0E3EEA"/>
              </w:placeholder>
              <w:temporary/>
              <w:showingPlcHdr/>
            </w:sdtPr>
            <w:sdtContent>
              <w:p w:rsidR="006221EC" w:rsidRDefault="006221EC" w:rsidP="00F87C02">
                <w:pPr>
                  <w:pStyle w:val="ItalicHeading"/>
                </w:pPr>
                <w:r>
                  <w:t>[“The Female Betrayed and Modern Media”]</w:t>
                </w:r>
              </w:p>
            </w:sdtContent>
          </w:sdt>
          <w:p w:rsidR="006221EC" w:rsidRDefault="006221EC" w:rsidP="006221EC">
            <w:pPr>
              <w:pStyle w:val="SpaceAfter"/>
            </w:pPr>
            <w:sdt>
              <w:sdtPr>
                <w:id w:val="4806634"/>
                <w:placeholder>
                  <w:docPart w:val="896B8FE08D404BDFA37562C97E7B2848"/>
                </w:placeholder>
                <w:temporary/>
                <w:showingPlcHdr/>
              </w:sdtPr>
              <w:sdtContent>
                <w:r>
                  <w:t xml:space="preserve">[Paper presented to the Historical Society for American Women, </w:t>
                </w:r>
                <w:r>
                  <w:rPr>
                    <w:i/>
                  </w:rPr>
                  <w:t>Athens, Ohio</w:t>
                </w:r>
                <w:r>
                  <w:t>]</w:t>
                </w:r>
              </w:sdtContent>
            </w:sdt>
            <w:r>
              <w:tab/>
            </w:r>
            <w:sdt>
              <w:sdtPr>
                <w:id w:val="277298037"/>
                <w:placeholder>
                  <w:docPart w:val="D9375246D1A0462EAB87BF8E589E0090"/>
                </w:placeholder>
                <w:showingPlcHdr/>
                <w:date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[Pick the Year]</w:t>
                </w:r>
              </w:sdtContent>
            </w:sdt>
          </w:p>
        </w:tc>
      </w:tr>
    </w:tbl>
    <w:tbl>
      <w:tblPr>
        <w:tblStyle w:val="ResumeTable"/>
        <w:tblW w:w="4955" w:type="pct"/>
        <w:tblLook w:val="04A0" w:firstRow="1" w:lastRow="0" w:firstColumn="1" w:lastColumn="0" w:noHBand="0" w:noVBand="1"/>
      </w:tblPr>
      <w:tblGrid>
        <w:gridCol w:w="1768"/>
        <w:gridCol w:w="362"/>
        <w:gridCol w:w="7528"/>
      </w:tblGrid>
      <w:tr w:rsidR="005B6101" w:rsidTr="005B6101">
        <w:tc>
          <w:tcPr>
            <w:tcW w:w="1778" w:type="dxa"/>
          </w:tcPr>
          <w:p w:rsidR="005B6101" w:rsidRPr="005B6101" w:rsidRDefault="005B6101" w:rsidP="00080514">
            <w:pPr>
              <w:pStyle w:val="Heading1"/>
              <w:outlineLvl w:val="0"/>
              <w:rPr>
                <w:color w:val="auto"/>
              </w:rPr>
            </w:pPr>
            <w:r w:rsidRPr="005B6101">
              <w:rPr>
                <w:color w:val="auto"/>
              </w:rPr>
              <w:lastRenderedPageBreak/>
              <w:t>References</w:t>
            </w:r>
          </w:p>
        </w:tc>
        <w:tc>
          <w:tcPr>
            <w:tcW w:w="382" w:type="dxa"/>
          </w:tcPr>
          <w:p w:rsidR="005B6101" w:rsidRDefault="005B6101" w:rsidP="00080514"/>
        </w:tc>
        <w:tc>
          <w:tcPr>
            <w:tcW w:w="7829" w:type="dxa"/>
          </w:tcPr>
          <w:sdt>
            <w:sdtPr>
              <w:rPr>
                <w:b w:val="0"/>
                <w:bCs/>
                <w:caps/>
                <w:color w:val="595959" w:themeColor="text1" w:themeTint="A6"/>
                <w:spacing w:val="0"/>
                <w:sz w:val="23"/>
                <w:szCs w:val="20"/>
              </w:rPr>
              <w:id w:val="-1883713024"/>
              <w15:color w:val="C0C0C0"/>
              <w15:repeatingSection/>
            </w:sdtPr>
            <w:sdtEndPr>
              <w:rPr>
                <w:bCs w:val="0"/>
                <w:caps w:val="0"/>
                <w:sz w:val="20"/>
              </w:rPr>
            </w:sdtEndPr>
            <w:sdtContent>
              <w:sdt>
                <w:sdtPr>
                  <w:rPr>
                    <w:b w:val="0"/>
                    <w:bCs/>
                    <w:caps/>
                    <w:color w:val="595959" w:themeColor="text1" w:themeTint="A6"/>
                    <w:spacing w:val="0"/>
                    <w:sz w:val="23"/>
                    <w:szCs w:val="20"/>
                  </w:rPr>
                  <w:id w:val="-1368215953"/>
                  <w:placeholder>
                    <w:docPart w:val="CF6178087D58494EA0F9840166BCA705"/>
                  </w:placeholder>
                  <w15:color w:val="C0C0C0"/>
                  <w15:repeatingSectionItem/>
                </w:sdtPr>
                <w:sdtEndPr>
                  <w:rPr>
                    <w:bCs w:val="0"/>
                    <w:caps w:val="0"/>
                    <w:sz w:val="20"/>
                  </w:rPr>
                </w:sdtEndPr>
                <w:sdtContent>
                  <w:sdt>
                    <w:sdtPr>
                      <w:id w:val="1044170624"/>
                      <w:placeholder>
                        <w:docPart w:val="C8B037D2B7934255BC9ECA0A9CEF9B99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5B6101" w:rsidRDefault="005B6101" w:rsidP="00080514">
                        <w:pPr>
                          <w:pStyle w:val="Heading2"/>
                          <w:outlineLvl w:val="1"/>
                        </w:pPr>
                        <w:r w:rsidRPr="005B6101">
                          <w:rPr>
                            <w:color w:val="B85A22" w:themeColor="accent2" w:themeShade="BF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id w:val="-765149349"/>
                      <w:placeholder>
                        <w:docPart w:val="8BF5BD00036F4DA1A1B2C6D42CEAF56E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5B6101" w:rsidRDefault="005B6101" w:rsidP="00080514">
                        <w:pPr>
                          <w:pStyle w:val="ResumeText"/>
                        </w:pPr>
                        <w:r>
                          <w:t>[Title, Company]</w:t>
                        </w:r>
                      </w:p>
                    </w:sdtContent>
                  </w:sdt>
                  <w:sdt>
                    <w:sdtPr>
                      <w:id w:val="1492217909"/>
                      <w:placeholder>
                        <w:docPart w:val="06F0DC52E8104FFF8EF7D2264F84A85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5B6101" w:rsidRDefault="005B6101" w:rsidP="00080514">
                        <w:r>
                          <w:t>[Contact Information]</w:t>
                        </w:r>
                      </w:p>
                    </w:sdtContent>
                  </w:sdt>
                </w:sdtContent>
              </w:sdt>
              <w:sdt>
                <w:sdtPr>
                  <w:rPr>
                    <w:b w:val="0"/>
                    <w:bCs/>
                    <w:caps/>
                    <w:color w:val="595959" w:themeColor="text1" w:themeTint="A6"/>
                    <w:spacing w:val="0"/>
                    <w:sz w:val="23"/>
                    <w:szCs w:val="20"/>
                  </w:rPr>
                  <w:id w:val="-630405729"/>
                  <w:placeholder>
                    <w:docPart w:val="CF6178087D58494EA0F9840166BCA705"/>
                  </w:placeholder>
                  <w15:color w:val="C0C0C0"/>
                  <w15:repeatingSectionItem/>
                </w:sdtPr>
                <w:sdtEndPr>
                  <w:rPr>
                    <w:bCs w:val="0"/>
                    <w:caps w:val="0"/>
                    <w:sz w:val="20"/>
                  </w:rPr>
                </w:sdtEndPr>
                <w:sdtContent>
                  <w:sdt>
                    <w:sdtPr>
                      <w:id w:val="-998345838"/>
                      <w:placeholder>
                        <w:docPart w:val="C8B037D2B7934255BC9ECA0A9CEF9B99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5B6101" w:rsidRDefault="005B6101" w:rsidP="00080514">
                        <w:pPr>
                          <w:pStyle w:val="Heading2"/>
                          <w:outlineLvl w:val="1"/>
                        </w:pPr>
                        <w:r w:rsidRPr="005B6101">
                          <w:rPr>
                            <w:color w:val="B85A22" w:themeColor="accent2" w:themeShade="BF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id w:val="-241339944"/>
                      <w:placeholder>
                        <w:docPart w:val="8BF5BD00036F4DA1A1B2C6D42CEAF56E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5B6101" w:rsidRDefault="005B6101" w:rsidP="00080514">
                        <w:pPr>
                          <w:pStyle w:val="ResumeText"/>
                        </w:pPr>
                        <w:r>
                          <w:t>[Title, Company]</w:t>
                        </w:r>
                      </w:p>
                    </w:sdtContent>
                  </w:sdt>
                  <w:sdt>
                    <w:sdtPr>
                      <w:id w:val="-1035580734"/>
                      <w:placeholder>
                        <w:docPart w:val="06F0DC52E8104FFF8EF7D2264F84A85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5B6101" w:rsidRDefault="005B6101" w:rsidP="00080514">
                        <w:r>
                          <w:t>[Contact Information]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:rsidR="001F086D" w:rsidRDefault="001F086D"/>
    <w:p w:rsidR="00F87C02" w:rsidRDefault="00F87C02"/>
    <w:p w:rsidR="00F87C02" w:rsidRDefault="00F87C02"/>
    <w:p w:rsidR="00F87C02" w:rsidRDefault="00F87C02">
      <w:bookmarkStart w:id="0" w:name="_GoBack"/>
      <w:bookmarkEnd w:id="0"/>
    </w:p>
    <w:sectPr w:rsidR="00F87C02" w:rsidSect="006221EC">
      <w:headerReference w:type="default" r:id="rId10"/>
      <w:footerReference w:type="default" r:id="rId11"/>
      <w:pgSz w:w="11906" w:h="16838" w:code="9"/>
      <w:pgMar w:top="450" w:right="1080" w:bottom="1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413" w:rsidRDefault="00F11413">
      <w:pPr>
        <w:spacing w:after="0" w:line="240" w:lineRule="auto"/>
      </w:pPr>
      <w:r>
        <w:separator/>
      </w:r>
    </w:p>
  </w:endnote>
  <w:endnote w:type="continuationSeparator" w:id="0">
    <w:p w:rsidR="00F11413" w:rsidRDefault="00F1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86D" w:rsidRDefault="001F086D"/>
  <w:p w:rsidR="001F086D" w:rsidRDefault="00B9745C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B6101" w:rsidRPr="005B6101"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413" w:rsidRDefault="00F11413">
      <w:pPr>
        <w:spacing w:after="0" w:line="240" w:lineRule="auto"/>
      </w:pPr>
      <w:r>
        <w:separator/>
      </w:r>
    </w:p>
  </w:footnote>
  <w:footnote w:type="continuationSeparator" w:id="0">
    <w:p w:rsidR="00F11413" w:rsidRDefault="00F11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Author"/>
      <w:id w:val="-1068113404"/>
      <w:placeholder>
        <w:docPart w:val="6AAEECD1C02A485A81C715A4F2EB8A0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F086D" w:rsidRDefault="008B60A4">
        <w:pPr>
          <w:pStyle w:val="HeaderOdd"/>
        </w:pPr>
        <w:r>
          <w:t>Abdu Hade</w:t>
        </w:r>
      </w:p>
    </w:sdtContent>
  </w:sdt>
  <w:p w:rsidR="001F086D" w:rsidRDefault="001F0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3639A7"/>
    <w:multiLevelType w:val="hybridMultilevel"/>
    <w:tmpl w:val="0C125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880799"/>
    <w:multiLevelType w:val="hybridMultilevel"/>
    <w:tmpl w:val="67A4916E"/>
    <w:lvl w:ilvl="0" w:tplc="CB423BDA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F573C6"/>
    <w:multiLevelType w:val="hybridMultilevel"/>
    <w:tmpl w:val="4D32FDD8"/>
    <w:lvl w:ilvl="0" w:tplc="D19E5B8A">
      <w:start w:val="1"/>
      <w:numFmt w:val="bullet"/>
      <w:pStyle w:val="NormalIndent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4"/>
  </w:num>
  <w:num w:numId="14">
    <w:abstractNumId w:val="7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8"/>
  </w:num>
  <w:num w:numId="21">
    <w:abstractNumId w:val="7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removeDateAndTime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0A4"/>
    <w:rsid w:val="001F086D"/>
    <w:rsid w:val="005B6101"/>
    <w:rsid w:val="006221EC"/>
    <w:rsid w:val="008B60A4"/>
    <w:rsid w:val="00B9745C"/>
    <w:rsid w:val="00F11413"/>
    <w:rsid w:val="00F8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4E90F"/>
  <w15:docId w15:val="{4DBCA58A-82AC-4A99-89FF-094A2805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kern w:val="24"/>
        <w:sz w:val="23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80" w:line="264" w:lineRule="auto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paragraph" w:customStyle="1" w:styleId="Section">
    <w:name w:val="Section"/>
    <w:basedOn w:val="Normal"/>
    <w:uiPriority w:val="2"/>
    <w:qFormat/>
    <w:pPr>
      <w:spacing w:before="480" w:after="40" w:line="240" w:lineRule="auto"/>
    </w:pPr>
    <w:rPr>
      <w:b/>
      <w:caps/>
      <w:color w:val="DD8047" w:themeColor="accent2"/>
      <w:spacing w:val="60"/>
      <w:sz w:val="24"/>
    </w:rPr>
  </w:style>
  <w:style w:type="paragraph" w:customStyle="1" w:styleId="Subsection">
    <w:name w:val="Subsection"/>
    <w:basedOn w:val="Normal"/>
    <w:uiPriority w:val="3"/>
    <w:qFormat/>
    <w:pPr>
      <w:spacing w:after="40"/>
    </w:pPr>
    <w:rPr>
      <w:b/>
      <w:color w:val="94B6D2" w:themeColor="accent1"/>
      <w:spacing w:val="30"/>
      <w:sz w:val="24"/>
    </w:rPr>
  </w:style>
  <w:style w:type="paragraph" w:styleId="ListBullet">
    <w:name w:val="List Bullet"/>
    <w:basedOn w:val="Normal"/>
    <w:uiPriority w:val="36"/>
    <w:unhideWhenUsed/>
    <w:qFormat/>
    <w:pPr>
      <w:numPr>
        <w:numId w:val="21"/>
      </w:numPr>
    </w:pPr>
    <w:rPr>
      <w:sz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unhideWhenUsed/>
    <w:pPr>
      <w:ind w:left="360" w:hanging="360"/>
    </w:pPr>
  </w:style>
  <w:style w:type="paragraph" w:styleId="List2">
    <w:name w:val="List 2"/>
    <w:basedOn w:val="Normal"/>
    <w:uiPriority w:val="99"/>
    <w:unhideWhenUsed/>
    <w:pPr>
      <w:ind w:left="720" w:hanging="360"/>
    </w:pPr>
  </w:style>
  <w:style w:type="paragraph" w:styleId="ListBullet2">
    <w:name w:val="List Bullet 2"/>
    <w:basedOn w:val="Normal"/>
    <w:uiPriority w:val="36"/>
    <w:unhideWhenUsed/>
    <w:qFormat/>
    <w:pPr>
      <w:numPr>
        <w:numId w:val="22"/>
      </w:numPr>
    </w:pPr>
    <w:rPr>
      <w:color w:val="94B6D2" w:themeColor="accent1"/>
    </w:rPr>
  </w:style>
  <w:style w:type="paragraph" w:styleId="ListBullet3">
    <w:name w:val="List Bullet 3"/>
    <w:basedOn w:val="Normal"/>
    <w:uiPriority w:val="36"/>
    <w:unhideWhenUsed/>
    <w:qFormat/>
    <w:pPr>
      <w:numPr>
        <w:numId w:val="23"/>
      </w:numPr>
    </w:pPr>
    <w:rPr>
      <w:color w:val="DD8047" w:themeColor="accent2"/>
    </w:rPr>
  </w:style>
  <w:style w:type="paragraph" w:styleId="ListBullet4">
    <w:name w:val="List Bullet 4"/>
    <w:basedOn w:val="Normal"/>
    <w:uiPriority w:val="36"/>
    <w:unhideWhenUsed/>
    <w:qFormat/>
    <w:pPr>
      <w:numPr>
        <w:numId w:val="24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qFormat/>
    <w:pPr>
      <w:numPr>
        <w:numId w:val="25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NoSpacing">
    <w:name w:val="No Spacing"/>
    <w:basedOn w:val="Normal"/>
    <w:uiPriority w:val="99"/>
    <w:qFormat/>
    <w:pPr>
      <w:spacing w:after="0" w:line="240" w:lineRule="auto"/>
    </w:pPr>
  </w:style>
  <w:style w:type="paragraph" w:styleId="NormalIndent">
    <w:name w:val="Normal Indent"/>
    <w:basedOn w:val="Normal"/>
    <w:uiPriority w:val="99"/>
    <w:unhideWhenUsed/>
    <w:pPr>
      <w:numPr>
        <w:numId w:val="27"/>
      </w:numPr>
      <w:spacing w:line="300" w:lineRule="auto"/>
      <w:contextualSpacing/>
    </w:pPr>
  </w:style>
  <w:style w:type="paragraph" w:customStyle="1" w:styleId="PersonalName">
    <w:name w:val="Personal Name"/>
    <w:basedOn w:val="Normal"/>
    <w:uiPriority w:val="1"/>
    <w:qFormat/>
    <w:pPr>
      <w:spacing w:after="0"/>
    </w:pPr>
    <w:rPr>
      <w:color w:val="FFFFFF" w:themeColor="background1"/>
      <w:sz w:val="40"/>
    </w:rPr>
  </w:style>
  <w:style w:type="paragraph" w:customStyle="1" w:styleId="SendersAddress">
    <w:name w:val="Sender's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customStyle="1" w:styleId="FooterEven">
    <w:name w:val="Footer Even"/>
    <w:basedOn w:val="Normal"/>
    <w:uiPriority w:val="39"/>
    <w:semiHidden/>
    <w:unhideWhenUsed/>
    <w:qFormat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39"/>
    <w:semiHidden/>
    <w:unhideWhenUsed/>
    <w:qFormat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SenderAddress">
    <w:name w:val="Sender Address"/>
    <w:basedOn w:val="NoSpacing"/>
    <w:uiPriority w:val="2"/>
    <w:unhideWhenUsed/>
    <w:qFormat/>
  </w:style>
  <w:style w:type="paragraph" w:customStyle="1" w:styleId="CompanyName">
    <w:name w:val="Company Name"/>
    <w:basedOn w:val="Normal"/>
    <w:uiPriority w:val="4"/>
    <w:qFormat/>
    <w:pPr>
      <w:spacing w:after="0"/>
    </w:pPr>
    <w:rPr>
      <w:b/>
      <w:color w:val="775F55" w:themeColor="text2"/>
      <w:sz w:val="36"/>
      <w:szCs w:val="36"/>
    </w:rPr>
  </w:style>
  <w:style w:type="paragraph" w:customStyle="1" w:styleId="ResumeText">
    <w:name w:val="Resume Text"/>
    <w:basedOn w:val="Normal"/>
    <w:qFormat/>
    <w:rsid w:val="008B60A4"/>
    <w:pPr>
      <w:spacing w:before="40" w:after="40" w:line="288" w:lineRule="auto"/>
      <w:ind w:right="1440"/>
    </w:pPr>
    <w:rPr>
      <w:rFonts w:eastAsiaTheme="minorEastAsia" w:cstheme="minorBidi"/>
      <w:color w:val="595959" w:themeColor="text1" w:themeTint="A6"/>
      <w:kern w:val="20"/>
      <w:sz w:val="20"/>
      <w14:ligatures w14:val="none"/>
    </w:rPr>
  </w:style>
  <w:style w:type="paragraph" w:customStyle="1" w:styleId="NormalBodyText">
    <w:name w:val="Normal Body Text"/>
    <w:basedOn w:val="Normal"/>
    <w:qFormat/>
    <w:rsid w:val="00F87C02"/>
    <w:pPr>
      <w:tabs>
        <w:tab w:val="left" w:pos="7560"/>
      </w:tabs>
      <w:spacing w:after="0"/>
      <w:ind w:left="288"/>
    </w:pPr>
    <w:rPr>
      <w:rFonts w:cstheme="minorBidi"/>
      <w:kern w:val="0"/>
      <w:sz w:val="16"/>
      <w:szCs w:val="22"/>
      <w:lang w:eastAsia="en-US"/>
      <w14:ligatures w14:val="none"/>
    </w:rPr>
  </w:style>
  <w:style w:type="paragraph" w:customStyle="1" w:styleId="SpaceAfter">
    <w:name w:val="Space After"/>
    <w:basedOn w:val="Normal"/>
    <w:qFormat/>
    <w:rsid w:val="00F87C02"/>
    <w:pPr>
      <w:tabs>
        <w:tab w:val="left" w:pos="7560"/>
      </w:tabs>
      <w:spacing w:after="160"/>
      <w:ind w:left="288" w:right="2880"/>
    </w:pPr>
    <w:rPr>
      <w:rFonts w:cstheme="minorBidi"/>
      <w:kern w:val="0"/>
      <w:sz w:val="16"/>
      <w:szCs w:val="22"/>
      <w:lang w:eastAsia="en-US"/>
      <w14:ligatures w14:val="none"/>
    </w:rPr>
  </w:style>
  <w:style w:type="paragraph" w:customStyle="1" w:styleId="SectionHeading">
    <w:name w:val="Section Heading"/>
    <w:basedOn w:val="Normal"/>
    <w:qFormat/>
    <w:rsid w:val="00F87C02"/>
    <w:pPr>
      <w:spacing w:before="240" w:after="40"/>
      <w:outlineLvl w:val="1"/>
    </w:pPr>
    <w:rPr>
      <w:rFonts w:cstheme="minorBidi"/>
      <w:caps/>
      <w:color w:val="000000" w:themeColor="text1"/>
      <w:spacing w:val="10"/>
      <w:kern w:val="0"/>
      <w:sz w:val="16"/>
      <w:szCs w:val="22"/>
      <w:lang w:eastAsia="en-US"/>
      <w14:ligatures w14:val="none"/>
    </w:rPr>
  </w:style>
  <w:style w:type="paragraph" w:customStyle="1" w:styleId="ItalicHeading">
    <w:name w:val="Italic Heading"/>
    <w:basedOn w:val="Normal"/>
    <w:qFormat/>
    <w:rsid w:val="00F87C02"/>
    <w:pPr>
      <w:spacing w:after="0"/>
      <w:ind w:left="288"/>
      <w:outlineLvl w:val="2"/>
    </w:pPr>
    <w:rPr>
      <w:rFonts w:cstheme="minorBidi"/>
      <w:i/>
      <w:kern w:val="0"/>
      <w:sz w:val="16"/>
      <w:szCs w:val="22"/>
      <w:lang w:eastAsia="en-US"/>
      <w14:ligatures w14:val="none"/>
    </w:rPr>
  </w:style>
  <w:style w:type="table" w:customStyle="1" w:styleId="ResumeTable">
    <w:name w:val="Resume Table"/>
    <w:basedOn w:val="TableNormal"/>
    <w:uiPriority w:val="99"/>
    <w:rsid w:val="005B6101"/>
    <w:pPr>
      <w:spacing w:before="40" w:after="160" w:line="288" w:lineRule="auto"/>
    </w:pPr>
    <w:rPr>
      <w:rFonts w:eastAsiaTheme="minorEastAsia" w:cstheme="minorBidi"/>
      <w:color w:val="595959" w:themeColor="text1" w:themeTint="A6"/>
      <w:kern w:val="0"/>
      <w:sz w:val="20"/>
      <w:lang w:eastAsia="ja-JP"/>
      <w14:ligatures w14:val="none"/>
    </w:rPr>
    <w:tblPr>
      <w:tblBorders>
        <w:insideH w:val="single" w:sz="4" w:space="0" w:color="94B6D2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hoto%20resume%20(Media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20D3CC30304214A7C3F27298DDC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EB2FA-562F-45B9-814E-9FE1857119D8}"/>
      </w:docPartPr>
      <w:docPartBody>
        <w:p w:rsidR="00D7169B" w:rsidRDefault="00E66A63" w:rsidP="00E66A63">
          <w:pPr>
            <w:pStyle w:val="8720D3CC30304214A7C3F27298DDC6EB"/>
          </w:pPr>
          <w:r>
            <w:t>[Type your name]</w:t>
          </w:r>
        </w:p>
      </w:docPartBody>
    </w:docPart>
    <w:docPart>
      <w:docPartPr>
        <w:name w:val="5A2B971A90494CED86141CAE15962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C52D5-BC9D-41A3-ACB3-96E9E1F2A696}"/>
      </w:docPartPr>
      <w:docPartBody>
        <w:p w:rsidR="00D7169B" w:rsidRDefault="00E66A63" w:rsidP="00E66A63">
          <w:pPr>
            <w:pStyle w:val="5A2B971A90494CED86141CAE15962968"/>
          </w:pPr>
          <w:r>
            <w:t>[Select the Date]</w:t>
          </w:r>
        </w:p>
      </w:docPartBody>
    </w:docPart>
    <w:docPart>
      <w:docPartPr>
        <w:name w:val="7D60D71F9C86406B9AC8C2101925A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CB2BF-3F27-4776-A4F0-0D410AE95C11}"/>
      </w:docPartPr>
      <w:docPartBody>
        <w:p w:rsidR="00D7169B" w:rsidRDefault="00E66A63" w:rsidP="00E66A63">
          <w:pPr>
            <w:pStyle w:val="7D60D71F9C86406B9AC8C2101925ABFB"/>
          </w:pPr>
          <w:r>
            <w:t>[Type your address]</w:t>
          </w:r>
        </w:p>
      </w:docPartBody>
    </w:docPart>
    <w:docPart>
      <w:docPartPr>
        <w:name w:val="6AAEECD1C02A485A81C715A4F2EB8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68133-E0AF-4EE4-8C89-A17BF8DBA41F}"/>
      </w:docPartPr>
      <w:docPartBody>
        <w:p w:rsidR="00D7169B" w:rsidRDefault="00E66A63" w:rsidP="00E66A63">
          <w:pPr>
            <w:pStyle w:val="6AAEECD1C02A485A81C715A4F2EB8A0E"/>
          </w:pPr>
          <w:r>
            <w:t>[Type your phone number]</w:t>
          </w:r>
        </w:p>
      </w:docPartBody>
    </w:docPart>
    <w:docPart>
      <w:docPartPr>
        <w:name w:val="7A9BE0EF4AAD452484DE469BACAB9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92086-06F8-4A87-8C3C-1E9450B59A81}"/>
      </w:docPartPr>
      <w:docPartBody>
        <w:p w:rsidR="00D7169B" w:rsidRDefault="00E66A63" w:rsidP="00E66A63">
          <w:pPr>
            <w:pStyle w:val="7A9BE0EF4AAD452484DE469BACAB989F"/>
          </w:pPr>
          <w:r>
            <w:t>[Type your e-mail address]</w:t>
          </w:r>
        </w:p>
      </w:docPartBody>
    </w:docPart>
    <w:docPart>
      <w:docPartPr>
        <w:name w:val="15C4477455DB4FCF82FF3EC5ACB1C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182B0-1FBA-42E2-BBBA-28B1ABB54DEB}"/>
      </w:docPartPr>
      <w:docPartBody>
        <w:p w:rsidR="00D7169B" w:rsidRDefault="00E66A63" w:rsidP="00E66A63">
          <w:pPr>
            <w:pStyle w:val="15C4477455DB4FCF82FF3EC5ACB1CDDE"/>
          </w:pPr>
          <w:r>
            <w:t>[Type your website address]</w:t>
          </w:r>
        </w:p>
      </w:docPartBody>
    </w:docPart>
    <w:docPart>
      <w:docPartPr>
        <w:name w:val="CF6178087D58494EA0F9840166BCA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6BE7E-BE02-4556-B5C6-C6F1FFC9F834}"/>
      </w:docPartPr>
      <w:docPartBody>
        <w:p w:rsidR="00D7169B" w:rsidRDefault="00E66A63" w:rsidP="00E66A63">
          <w:pPr>
            <w:pStyle w:val="CF6178087D58494EA0F9840166BCA705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8B037D2B7934255BC9ECA0A9CEF9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7CAF9-1B8E-4DDE-9A8A-2BB4030D9822}"/>
      </w:docPartPr>
      <w:docPartBody>
        <w:p w:rsidR="00D7169B" w:rsidRDefault="00E66A63" w:rsidP="00E66A63">
          <w:pPr>
            <w:pStyle w:val="C8B037D2B7934255BC9ECA0A9CEF9B99"/>
          </w:pPr>
          <w:r>
            <w:t>[Reference Name]</w:t>
          </w:r>
        </w:p>
      </w:docPartBody>
    </w:docPart>
    <w:docPart>
      <w:docPartPr>
        <w:name w:val="8BF5BD00036F4DA1A1B2C6D42CEAF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0BCDB-226C-4C03-9FAF-99B7953EF1F8}"/>
      </w:docPartPr>
      <w:docPartBody>
        <w:p w:rsidR="00D7169B" w:rsidRDefault="00E66A63" w:rsidP="00E66A63">
          <w:pPr>
            <w:pStyle w:val="8BF5BD00036F4DA1A1B2C6D42CEAF56E"/>
          </w:pPr>
          <w:r>
            <w:t>[Title, Company]</w:t>
          </w:r>
        </w:p>
      </w:docPartBody>
    </w:docPart>
    <w:docPart>
      <w:docPartPr>
        <w:name w:val="06F0DC52E8104FFF8EF7D2264F84A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01865-589E-4EEC-9021-05189E9EB2A5}"/>
      </w:docPartPr>
      <w:docPartBody>
        <w:p w:rsidR="00D7169B" w:rsidRDefault="00E66A63" w:rsidP="00E66A63">
          <w:pPr>
            <w:pStyle w:val="06F0DC52E8104FFF8EF7D2264F84A85D"/>
          </w:pPr>
          <w:r>
            <w:t>[Contact Information]</w:t>
          </w:r>
        </w:p>
      </w:docPartBody>
    </w:docPart>
    <w:docPart>
      <w:docPartPr>
        <w:name w:val="C7B94E30DE5F4D109898314691B61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CF5A4-41A3-45EC-A675-3FB61BC9D8E3}"/>
      </w:docPartPr>
      <w:docPartBody>
        <w:p w:rsidR="00000000" w:rsidRDefault="00D7169B" w:rsidP="00D7169B">
          <w:pPr>
            <w:pStyle w:val="C7B94E30DE5F4D109898314691B61591"/>
          </w:pPr>
          <w:r>
            <w:t>[Type the school name]</w:t>
          </w:r>
        </w:p>
      </w:docPartBody>
    </w:docPart>
    <w:docPart>
      <w:docPartPr>
        <w:name w:val="13E6CB50DB6748598AC965A406D26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D7C16-7996-45EA-B339-CCF4F2E3BB75}"/>
      </w:docPartPr>
      <w:docPartBody>
        <w:p w:rsidR="00000000" w:rsidRDefault="00D7169B" w:rsidP="00D7169B">
          <w:pPr>
            <w:pStyle w:val="13E6CB50DB6748598AC965A406D260BD"/>
          </w:pPr>
          <w:r>
            <w:t>[Type the completion date]</w:t>
          </w:r>
        </w:p>
      </w:docPartBody>
    </w:docPart>
    <w:docPart>
      <w:docPartPr>
        <w:name w:val="F547F4FB8A2C4D72B74C0EA73B787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27815-333E-4D7C-AE7F-181EA7FCB13B}"/>
      </w:docPartPr>
      <w:docPartBody>
        <w:p w:rsidR="00000000" w:rsidRDefault="00D7169B" w:rsidP="00D7169B">
          <w:pPr>
            <w:pStyle w:val="F547F4FB8A2C4D72B74C0EA73B787339"/>
          </w:pPr>
          <w:r>
            <w:t>[Type list of degrees, awards and accomplishments]</w:t>
          </w:r>
        </w:p>
      </w:docPartBody>
    </w:docPart>
    <w:docPart>
      <w:docPartPr>
        <w:name w:val="C3CB228E157847CAACAABF11B40DE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F6A599-D7F5-4CA5-AD6E-47E38C3B53BF}"/>
      </w:docPartPr>
      <w:docPartBody>
        <w:p w:rsidR="00000000" w:rsidRDefault="00D7169B" w:rsidP="00D7169B">
          <w:pPr>
            <w:pStyle w:val="C3CB228E157847CAACAABF11B40DEF1B"/>
          </w:pPr>
          <w:r>
            <w:t>[Type the job title]</w:t>
          </w:r>
        </w:p>
      </w:docPartBody>
    </w:docPart>
    <w:docPart>
      <w:docPartPr>
        <w:name w:val="A85EE05AE9FA40F3BEF99A80845A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01887-C6AA-418E-8951-D99F63D36D39}"/>
      </w:docPartPr>
      <w:docPartBody>
        <w:p w:rsidR="00000000" w:rsidRDefault="00D7169B" w:rsidP="00D7169B">
          <w:pPr>
            <w:pStyle w:val="A85EE05AE9FA40F3BEF99A80845A8239"/>
          </w:pPr>
          <w:r>
            <w:t>[Type the company name]</w:t>
          </w:r>
        </w:p>
      </w:docPartBody>
    </w:docPart>
    <w:docPart>
      <w:docPartPr>
        <w:name w:val="400B9BB8380B4BF6A025BBCABBB9B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65356-68D4-4F18-91A3-5FAE2C5A9318}"/>
      </w:docPartPr>
      <w:docPartBody>
        <w:p w:rsidR="00000000" w:rsidRDefault="00D7169B" w:rsidP="00D7169B">
          <w:pPr>
            <w:pStyle w:val="400B9BB8380B4BF6A025BBCABBB9B45D"/>
          </w:pPr>
          <w:r>
            <w:t>[Type the start date]</w:t>
          </w:r>
        </w:p>
      </w:docPartBody>
    </w:docPart>
    <w:docPart>
      <w:docPartPr>
        <w:name w:val="C60D0D92062849BE83F88159B7C1F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3FFFE-5B54-4388-8DA9-563AE001C937}"/>
      </w:docPartPr>
      <w:docPartBody>
        <w:p w:rsidR="00000000" w:rsidRDefault="00D7169B" w:rsidP="00D7169B">
          <w:pPr>
            <w:pStyle w:val="C60D0D92062849BE83F88159B7C1F3AB"/>
          </w:pPr>
          <w:r>
            <w:t>[Type the end date]</w:t>
          </w:r>
        </w:p>
      </w:docPartBody>
    </w:docPart>
    <w:docPart>
      <w:docPartPr>
        <w:name w:val="A964DA7DE2FD49CB92984FFCEF5D5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C987C-F9D8-483F-B13F-4A9721A36242}"/>
      </w:docPartPr>
      <w:docPartBody>
        <w:p w:rsidR="00000000" w:rsidRDefault="00D7169B" w:rsidP="00D7169B">
          <w:pPr>
            <w:pStyle w:val="A964DA7DE2FD49CB92984FFCEF5D59D4"/>
          </w:pPr>
          <w:r>
            <w:t>[English – native language]</w:t>
          </w:r>
        </w:p>
      </w:docPartBody>
    </w:docPart>
    <w:docPart>
      <w:docPartPr>
        <w:name w:val="051B912AD6F548369BB49DF8BEB17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C4D47-7186-44F1-97EF-FFE1F88D04E0}"/>
      </w:docPartPr>
      <w:docPartBody>
        <w:p w:rsidR="00000000" w:rsidRDefault="00D7169B" w:rsidP="00D7169B">
          <w:pPr>
            <w:pStyle w:val="051B912AD6F548369BB49DF8BEB17B1A"/>
          </w:pPr>
          <w:r>
            <w:t>[French – speak fluently and read/write with high proficiency]</w:t>
          </w:r>
        </w:p>
      </w:docPartBody>
    </w:docPart>
    <w:docPart>
      <w:docPartPr>
        <w:name w:val="F607A071B4E94F53A8A15BEC9CD0C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4CAA7-422B-43A8-AF02-D8034AFDCF30}"/>
      </w:docPartPr>
      <w:docPartBody>
        <w:p w:rsidR="00000000" w:rsidRDefault="00D7169B" w:rsidP="00D7169B">
          <w:pPr>
            <w:pStyle w:val="F607A071B4E94F53A8A15BEC9CD0C079"/>
          </w:pPr>
          <w:r>
            <w:t>[Spanish and Italian – speak, read, and write with basic competence]</w:t>
          </w:r>
        </w:p>
      </w:docPartBody>
    </w:docPart>
    <w:docPart>
      <w:docPartPr>
        <w:name w:val="AF57796E897E4069BCC6786E0B688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5A4D2-2FB7-4E40-8D5A-85C4F1FAFBA6}"/>
      </w:docPartPr>
      <w:docPartBody>
        <w:p w:rsidR="00000000" w:rsidRDefault="00D7169B" w:rsidP="00D7169B">
          <w:pPr>
            <w:pStyle w:val="AF57796E897E4069BCC6786E0B688A7B"/>
          </w:pPr>
          <w:r>
            <w:t>[“The Cross-Cultural Communication Epidemic of the 21st Century”]</w:t>
          </w:r>
        </w:p>
      </w:docPartBody>
    </w:docPart>
    <w:docPart>
      <w:docPartPr>
        <w:name w:val="F9F66BA200B940C19B5ED774DDC73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2390E-E0CB-4153-85CC-55E8CD785F30}"/>
      </w:docPartPr>
      <w:docPartBody>
        <w:p w:rsidR="00000000" w:rsidRDefault="00D7169B" w:rsidP="00D7169B">
          <w:pPr>
            <w:pStyle w:val="F9F66BA200B940C19B5ED774DDC73C19"/>
          </w:pPr>
          <w:r>
            <w:t xml:space="preserve">[Guest speaker at the Global Communication Convention, </w:t>
          </w:r>
          <w:r>
            <w:rPr>
              <w:i/>
            </w:rPr>
            <w:t>Los Angeles, CA</w:t>
          </w:r>
          <w:r>
            <w:t>]</w:t>
          </w:r>
        </w:p>
      </w:docPartBody>
    </w:docPart>
    <w:docPart>
      <w:docPartPr>
        <w:name w:val="01310331BD26438D9F6A66DB31A64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BD2D9-D69B-4136-9775-20590826F556}"/>
      </w:docPartPr>
      <w:docPartBody>
        <w:p w:rsidR="00000000" w:rsidRDefault="00D7169B" w:rsidP="00D7169B">
          <w:pPr>
            <w:pStyle w:val="01310331BD26438D9F6A66DB31A64C92"/>
          </w:pPr>
          <w:r>
            <w:t>[Pick the Year]</w:t>
          </w:r>
        </w:p>
      </w:docPartBody>
    </w:docPart>
    <w:docPart>
      <w:docPartPr>
        <w:name w:val="1B48A4F5B6494A258DA62E725DE66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EE958-DD8D-454C-AF51-CB82270A1FD1}"/>
      </w:docPartPr>
      <w:docPartBody>
        <w:p w:rsidR="00000000" w:rsidRDefault="00D7169B" w:rsidP="00D7169B">
          <w:pPr>
            <w:pStyle w:val="1B48A4F5B6494A258DA62E725DE66E5C"/>
          </w:pPr>
          <w:r>
            <w:t>[“Why So Many Documents Remain Inaccessible in the Information Age”]</w:t>
          </w:r>
        </w:p>
      </w:docPartBody>
    </w:docPart>
    <w:docPart>
      <w:docPartPr>
        <w:name w:val="35979298B34842EEBC388B83080C2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F27CC-5AA6-48C0-BC03-60A8BEB1124C}"/>
      </w:docPartPr>
      <w:docPartBody>
        <w:p w:rsidR="00000000" w:rsidRDefault="00D7169B" w:rsidP="00D7169B">
          <w:pPr>
            <w:pStyle w:val="35979298B34842EEBC388B83080C26FF"/>
          </w:pPr>
          <w:r>
            <w:t>[Paper presented at the Annual Meeting of English Professors</w:t>
          </w:r>
          <w:r>
            <w:rPr>
              <w:i/>
            </w:rPr>
            <w:t>, New York, NY</w:t>
          </w:r>
          <w:r>
            <w:t>]</w:t>
          </w:r>
        </w:p>
      </w:docPartBody>
    </w:docPart>
    <w:docPart>
      <w:docPartPr>
        <w:name w:val="74B4C85600A349F1B905279E8FC051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905AB-B21E-4284-904F-7FAA3F774CEF}"/>
      </w:docPartPr>
      <w:docPartBody>
        <w:p w:rsidR="00000000" w:rsidRDefault="00D7169B" w:rsidP="00D7169B">
          <w:pPr>
            <w:pStyle w:val="74B4C85600A349F1B905279E8FC0511A"/>
          </w:pPr>
          <w:r>
            <w:t>[Pick the Year]</w:t>
          </w:r>
        </w:p>
      </w:docPartBody>
    </w:docPart>
    <w:docPart>
      <w:docPartPr>
        <w:name w:val="85E38095C0D34F15BF5F67410D0E3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949E3-BF7D-4562-B27C-357C13207FD8}"/>
      </w:docPartPr>
      <w:docPartBody>
        <w:p w:rsidR="00000000" w:rsidRDefault="00D7169B" w:rsidP="00D7169B">
          <w:pPr>
            <w:pStyle w:val="85E38095C0D34F15BF5F67410D0E3EEA"/>
          </w:pPr>
          <w:r>
            <w:t>[“The Female Betrayed and Modern Media”]</w:t>
          </w:r>
        </w:p>
      </w:docPartBody>
    </w:docPart>
    <w:docPart>
      <w:docPartPr>
        <w:name w:val="896B8FE08D404BDFA37562C97E7B2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720D1-943E-40BD-9189-0BA0582B0122}"/>
      </w:docPartPr>
      <w:docPartBody>
        <w:p w:rsidR="00000000" w:rsidRDefault="00D7169B" w:rsidP="00D7169B">
          <w:pPr>
            <w:pStyle w:val="896B8FE08D404BDFA37562C97E7B2848"/>
          </w:pPr>
          <w:r>
            <w:t xml:space="preserve">[Paper presented to the Historical Society for American Women, </w:t>
          </w:r>
          <w:r>
            <w:rPr>
              <w:i/>
            </w:rPr>
            <w:t>Athens, Ohio</w:t>
          </w:r>
          <w:r>
            <w:t>]</w:t>
          </w:r>
        </w:p>
      </w:docPartBody>
    </w:docPart>
    <w:docPart>
      <w:docPartPr>
        <w:name w:val="D9375246D1A0462EAB87BF8E589E0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3FCBD-268A-4AFE-90AB-AD00ACD0667F}"/>
      </w:docPartPr>
      <w:docPartBody>
        <w:p w:rsidR="00000000" w:rsidRDefault="00D7169B" w:rsidP="00D7169B">
          <w:pPr>
            <w:pStyle w:val="D9375246D1A0462EAB87BF8E589E0090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A63"/>
    <w:rsid w:val="005B721C"/>
    <w:rsid w:val="00925780"/>
    <w:rsid w:val="00D7169B"/>
    <w:rsid w:val="00E6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E66A63"/>
    <w:rPr>
      <w:color w:val="808080"/>
    </w:rPr>
  </w:style>
  <w:style w:type="paragraph" w:customStyle="1" w:styleId="3FA30ABA018543E9A813C6432B2A902E">
    <w:name w:val="3FA30ABA018543E9A813C6432B2A902E"/>
  </w:style>
  <w:style w:type="paragraph" w:customStyle="1" w:styleId="70FDBCAF2F9E41AD8EEAD1EC15626DBD">
    <w:name w:val="70FDBCAF2F9E41AD8EEAD1EC15626DBD"/>
  </w:style>
  <w:style w:type="paragraph" w:customStyle="1" w:styleId="28D8426EFEF74337868A49FA259A5173">
    <w:name w:val="28D8426EFEF74337868A49FA259A5173"/>
  </w:style>
  <w:style w:type="paragraph" w:customStyle="1" w:styleId="205AAFFBA0B541419711C975B45F321B">
    <w:name w:val="205AAFFBA0B541419711C975B45F321B"/>
  </w:style>
  <w:style w:type="paragraph" w:customStyle="1" w:styleId="E060F8BFB694411FB5409163A4185B22">
    <w:name w:val="E060F8BFB694411FB5409163A4185B22"/>
  </w:style>
  <w:style w:type="paragraph" w:customStyle="1" w:styleId="A4617F757FBB4F6C9ED8E284BA27D2C8">
    <w:name w:val="A4617F757FBB4F6C9ED8E284BA27D2C8"/>
  </w:style>
  <w:style w:type="paragraph" w:customStyle="1" w:styleId="79DB23E6D26849BF8891A82961B43520">
    <w:name w:val="79DB23E6D26849BF8891A82961B43520"/>
  </w:style>
  <w:style w:type="paragraph" w:customStyle="1" w:styleId="A206D848C2AD4223A8698380D3C85006">
    <w:name w:val="A206D848C2AD4223A8698380D3C85006"/>
  </w:style>
  <w:style w:type="paragraph" w:customStyle="1" w:styleId="B334C84C2C834CC59FB0F15FC8D6A680">
    <w:name w:val="B334C84C2C834CC59FB0F15FC8D6A680"/>
  </w:style>
  <w:style w:type="paragraph" w:customStyle="1" w:styleId="38249D1B4B12452FAAA870E9F33AAE6A">
    <w:name w:val="38249D1B4B12452FAAA870E9F33AAE6A"/>
  </w:style>
  <w:style w:type="paragraph" w:customStyle="1" w:styleId="E2726A9C9FAF4C9DB07F45C9D2FE0B15">
    <w:name w:val="E2726A9C9FAF4C9DB07F45C9D2FE0B15"/>
  </w:style>
  <w:style w:type="paragraph" w:customStyle="1" w:styleId="03D6DA00E1B941E9AB0C339785CA345F">
    <w:name w:val="03D6DA00E1B941E9AB0C339785CA345F"/>
  </w:style>
  <w:style w:type="paragraph" w:customStyle="1" w:styleId="31118B5007DE412A990556B27395CCB4">
    <w:name w:val="31118B5007DE412A990556B27395CCB4"/>
  </w:style>
  <w:style w:type="paragraph" w:customStyle="1" w:styleId="B38A6B3E850646A082556D91F1C9FD4C">
    <w:name w:val="B38A6B3E850646A082556D91F1C9FD4C"/>
  </w:style>
  <w:style w:type="paragraph" w:customStyle="1" w:styleId="9E52004715F94489921F036D62964834">
    <w:name w:val="9E52004715F94489921F036D62964834"/>
  </w:style>
  <w:style w:type="paragraph" w:customStyle="1" w:styleId="0429F0CF7FD0424B95A657E00F34958D">
    <w:name w:val="0429F0CF7FD0424B95A657E00F34958D"/>
  </w:style>
  <w:style w:type="paragraph" w:customStyle="1" w:styleId="9AE55532381B425EA363E57862BD33C8">
    <w:name w:val="9AE55532381B425EA363E57862BD33C8"/>
  </w:style>
  <w:style w:type="paragraph" w:customStyle="1" w:styleId="8720D3CC30304214A7C3F27298DDC6EB">
    <w:name w:val="8720D3CC30304214A7C3F27298DDC6EB"/>
    <w:rsid w:val="00E66A63"/>
  </w:style>
  <w:style w:type="paragraph" w:customStyle="1" w:styleId="5A2B971A90494CED86141CAE15962968">
    <w:name w:val="5A2B971A90494CED86141CAE15962968"/>
    <w:rsid w:val="00E66A63"/>
  </w:style>
  <w:style w:type="paragraph" w:customStyle="1" w:styleId="7D60D71F9C86406B9AC8C2101925ABFB">
    <w:name w:val="7D60D71F9C86406B9AC8C2101925ABFB"/>
    <w:rsid w:val="00E66A63"/>
  </w:style>
  <w:style w:type="paragraph" w:customStyle="1" w:styleId="6AAEECD1C02A485A81C715A4F2EB8A0E">
    <w:name w:val="6AAEECD1C02A485A81C715A4F2EB8A0E"/>
    <w:rsid w:val="00E66A63"/>
  </w:style>
  <w:style w:type="paragraph" w:customStyle="1" w:styleId="7A9BE0EF4AAD452484DE469BACAB989F">
    <w:name w:val="7A9BE0EF4AAD452484DE469BACAB989F"/>
    <w:rsid w:val="00E66A63"/>
  </w:style>
  <w:style w:type="paragraph" w:customStyle="1" w:styleId="15C4477455DB4FCF82FF3EC5ACB1CDDE">
    <w:name w:val="15C4477455DB4FCF82FF3EC5ACB1CDDE"/>
    <w:rsid w:val="00E66A63"/>
  </w:style>
  <w:style w:type="paragraph" w:customStyle="1" w:styleId="075D54205F284A738ED13EF5DE7868FE">
    <w:name w:val="075D54205F284A738ED13EF5DE7868FE"/>
    <w:rsid w:val="00E66A63"/>
  </w:style>
  <w:style w:type="paragraph" w:customStyle="1" w:styleId="F2E757588F4D4447B060964604351D43">
    <w:name w:val="F2E757588F4D4447B060964604351D43"/>
    <w:rsid w:val="00E66A63"/>
  </w:style>
  <w:style w:type="paragraph" w:customStyle="1" w:styleId="DAD006C179CB4F3BB4F9CFB6E5C118CA">
    <w:name w:val="DAD006C179CB4F3BB4F9CFB6E5C118CA"/>
    <w:rsid w:val="00E66A63"/>
  </w:style>
  <w:style w:type="paragraph" w:customStyle="1" w:styleId="1AAAD30B8D16450A85593E5181E80901">
    <w:name w:val="1AAAD30B8D16450A85593E5181E80901"/>
    <w:rsid w:val="00E66A63"/>
  </w:style>
  <w:style w:type="paragraph" w:customStyle="1" w:styleId="7A6A7E75B8D34179916CD3D683CF90E7">
    <w:name w:val="7A6A7E75B8D34179916CD3D683CF90E7"/>
    <w:rsid w:val="00E66A63"/>
  </w:style>
  <w:style w:type="paragraph" w:customStyle="1" w:styleId="2368984157F34FCEBB61B3A9CAEAA0CE">
    <w:name w:val="2368984157F34FCEBB61B3A9CAEAA0CE"/>
    <w:rsid w:val="00E66A63"/>
  </w:style>
  <w:style w:type="paragraph" w:customStyle="1" w:styleId="ADAC5CFBB5A34F7593E14C1BB9CF8AC5">
    <w:name w:val="ADAC5CFBB5A34F7593E14C1BB9CF8AC5"/>
    <w:rsid w:val="00E66A63"/>
  </w:style>
  <w:style w:type="paragraph" w:customStyle="1" w:styleId="8AEE3EE2C0024A8D912C4F6992DA2625">
    <w:name w:val="8AEE3EE2C0024A8D912C4F6992DA2625"/>
    <w:rsid w:val="00E66A63"/>
  </w:style>
  <w:style w:type="paragraph" w:customStyle="1" w:styleId="D868DE412E3C4129ADC58BCA5BD806F8">
    <w:name w:val="D868DE412E3C4129ADC58BCA5BD806F8"/>
    <w:rsid w:val="00E66A63"/>
  </w:style>
  <w:style w:type="paragraph" w:customStyle="1" w:styleId="227C571642D140A5BC48AF54DD91CDD9">
    <w:name w:val="227C571642D140A5BC48AF54DD91CDD9"/>
    <w:rsid w:val="00E66A63"/>
  </w:style>
  <w:style w:type="paragraph" w:customStyle="1" w:styleId="82BEE9BDC90F4745BEBEE81A51D7AFB0">
    <w:name w:val="82BEE9BDC90F4745BEBEE81A51D7AFB0"/>
    <w:rsid w:val="00E66A63"/>
  </w:style>
  <w:style w:type="paragraph" w:customStyle="1" w:styleId="CFE1FEBC0E434F4BB1AB7F7BBB50EC09">
    <w:name w:val="CFE1FEBC0E434F4BB1AB7F7BBB50EC09"/>
    <w:rsid w:val="00E66A63"/>
  </w:style>
  <w:style w:type="paragraph" w:customStyle="1" w:styleId="F663C1D17980493EA53FE5874A9C5C10">
    <w:name w:val="F663C1D17980493EA53FE5874A9C5C10"/>
    <w:rsid w:val="00E66A63"/>
  </w:style>
  <w:style w:type="paragraph" w:customStyle="1" w:styleId="CF6178087D58494EA0F9840166BCA705">
    <w:name w:val="CF6178087D58494EA0F9840166BCA705"/>
    <w:rsid w:val="00E66A63"/>
  </w:style>
  <w:style w:type="paragraph" w:customStyle="1" w:styleId="C8B037D2B7934255BC9ECA0A9CEF9B99">
    <w:name w:val="C8B037D2B7934255BC9ECA0A9CEF9B99"/>
    <w:rsid w:val="00E66A63"/>
  </w:style>
  <w:style w:type="paragraph" w:customStyle="1" w:styleId="8BF5BD00036F4DA1A1B2C6D42CEAF56E">
    <w:name w:val="8BF5BD00036F4DA1A1B2C6D42CEAF56E"/>
    <w:rsid w:val="00E66A63"/>
  </w:style>
  <w:style w:type="paragraph" w:customStyle="1" w:styleId="06F0DC52E8104FFF8EF7D2264F84A85D">
    <w:name w:val="06F0DC52E8104FFF8EF7D2264F84A85D"/>
    <w:rsid w:val="00E66A63"/>
  </w:style>
  <w:style w:type="paragraph" w:customStyle="1" w:styleId="C7B94E30DE5F4D109898314691B61591">
    <w:name w:val="C7B94E30DE5F4D109898314691B61591"/>
    <w:rsid w:val="00D7169B"/>
  </w:style>
  <w:style w:type="paragraph" w:customStyle="1" w:styleId="13E6CB50DB6748598AC965A406D260BD">
    <w:name w:val="13E6CB50DB6748598AC965A406D260BD"/>
    <w:rsid w:val="00D7169B"/>
  </w:style>
  <w:style w:type="paragraph" w:customStyle="1" w:styleId="F547F4FB8A2C4D72B74C0EA73B787339">
    <w:name w:val="F547F4FB8A2C4D72B74C0EA73B787339"/>
    <w:rsid w:val="00D7169B"/>
  </w:style>
  <w:style w:type="paragraph" w:customStyle="1" w:styleId="C3CB228E157847CAACAABF11B40DEF1B">
    <w:name w:val="C3CB228E157847CAACAABF11B40DEF1B"/>
    <w:rsid w:val="00D7169B"/>
  </w:style>
  <w:style w:type="paragraph" w:customStyle="1" w:styleId="A85EE05AE9FA40F3BEF99A80845A8239">
    <w:name w:val="A85EE05AE9FA40F3BEF99A80845A8239"/>
    <w:rsid w:val="00D7169B"/>
  </w:style>
  <w:style w:type="paragraph" w:customStyle="1" w:styleId="400B9BB8380B4BF6A025BBCABBB9B45D">
    <w:name w:val="400B9BB8380B4BF6A025BBCABBB9B45D"/>
    <w:rsid w:val="00D7169B"/>
  </w:style>
  <w:style w:type="paragraph" w:customStyle="1" w:styleId="C60D0D92062849BE83F88159B7C1F3AB">
    <w:name w:val="C60D0D92062849BE83F88159B7C1F3AB"/>
    <w:rsid w:val="00D7169B"/>
  </w:style>
  <w:style w:type="paragraph" w:customStyle="1" w:styleId="A964DA7DE2FD49CB92984FFCEF5D59D4">
    <w:name w:val="A964DA7DE2FD49CB92984FFCEF5D59D4"/>
    <w:rsid w:val="00D7169B"/>
  </w:style>
  <w:style w:type="paragraph" w:customStyle="1" w:styleId="051B912AD6F548369BB49DF8BEB17B1A">
    <w:name w:val="051B912AD6F548369BB49DF8BEB17B1A"/>
    <w:rsid w:val="00D7169B"/>
  </w:style>
  <w:style w:type="paragraph" w:customStyle="1" w:styleId="F607A071B4E94F53A8A15BEC9CD0C079">
    <w:name w:val="F607A071B4E94F53A8A15BEC9CD0C079"/>
    <w:rsid w:val="00D7169B"/>
  </w:style>
  <w:style w:type="paragraph" w:customStyle="1" w:styleId="AF57796E897E4069BCC6786E0B688A7B">
    <w:name w:val="AF57796E897E4069BCC6786E0B688A7B"/>
    <w:rsid w:val="00D7169B"/>
  </w:style>
  <w:style w:type="paragraph" w:customStyle="1" w:styleId="F9F66BA200B940C19B5ED774DDC73C19">
    <w:name w:val="F9F66BA200B940C19B5ED774DDC73C19"/>
    <w:rsid w:val="00D7169B"/>
  </w:style>
  <w:style w:type="paragraph" w:customStyle="1" w:styleId="01310331BD26438D9F6A66DB31A64C92">
    <w:name w:val="01310331BD26438D9F6A66DB31A64C92"/>
    <w:rsid w:val="00D7169B"/>
  </w:style>
  <w:style w:type="paragraph" w:customStyle="1" w:styleId="1B48A4F5B6494A258DA62E725DE66E5C">
    <w:name w:val="1B48A4F5B6494A258DA62E725DE66E5C"/>
    <w:rsid w:val="00D7169B"/>
  </w:style>
  <w:style w:type="paragraph" w:customStyle="1" w:styleId="35979298B34842EEBC388B83080C26FF">
    <w:name w:val="35979298B34842EEBC388B83080C26FF"/>
    <w:rsid w:val="00D7169B"/>
  </w:style>
  <w:style w:type="paragraph" w:customStyle="1" w:styleId="74B4C85600A349F1B905279E8FC0511A">
    <w:name w:val="74B4C85600A349F1B905279E8FC0511A"/>
    <w:rsid w:val="00D7169B"/>
  </w:style>
  <w:style w:type="paragraph" w:customStyle="1" w:styleId="85E38095C0D34F15BF5F67410D0E3EEA">
    <w:name w:val="85E38095C0D34F15BF5F67410D0E3EEA"/>
    <w:rsid w:val="00D7169B"/>
  </w:style>
  <w:style w:type="paragraph" w:customStyle="1" w:styleId="896B8FE08D404BDFA37562C97E7B2848">
    <w:name w:val="896B8FE08D404BDFA37562C97E7B2848"/>
    <w:rsid w:val="00D7169B"/>
  </w:style>
  <w:style w:type="paragraph" w:customStyle="1" w:styleId="D9375246D1A0462EAB87BF8E589E0090">
    <w:name w:val="D9375246D1A0462EAB87BF8E589E0090"/>
    <w:rsid w:val="00D716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7E34C3A-7E54-4642-8963-5EA4F946ECB6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64C9A5B2-B20D-4184-916E-9776E902A3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Photo resume (Median theme).dotx</Template>
  <TotalTime>9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 Hade</dc:creator>
  <cp:keywords/>
  <cp:lastModifiedBy>Muhammad Naveed Ahmed</cp:lastModifiedBy>
  <cp:revision>4</cp:revision>
  <dcterms:created xsi:type="dcterms:W3CDTF">2017-02-27T13:26:00Z</dcterms:created>
  <dcterms:modified xsi:type="dcterms:W3CDTF">2019-05-20T09:26:00Z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TC017730719991</vt:lpwstr>
  </property>
</Properties>
</file>