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A59" w:rsidRDefault="00D6139D" w:rsidP="009B34DB">
      <w:pPr>
        <w:pStyle w:val="ContactInfo"/>
      </w:pPr>
      <w:sdt>
        <w:sdtPr>
          <w:id w:val="1415969137"/>
          <w:placeholder>
            <w:docPart w:val="6AC2BAB065AF459B8674A6F480DC4D6D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EndPr/>
        <w:sdtContent>
          <w:r w:rsidR="00287C20">
            <w:t>[Street Address]</w:t>
          </w:r>
        </w:sdtContent>
      </w:sdt>
      <w:sdt>
        <w:sdtPr>
          <w:tag w:val=""/>
          <w:id w:val="1543715586"/>
          <w:placeholder>
            <w:docPart w:val="BC66AC09DA3245D79705C3EB775ABD4E"/>
          </w:placeholder>
          <w:temporary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EndPr/>
        <w:sdtContent>
          <w:r w:rsidR="00287C20">
            <w:t>[City, ST ZIP Code]</w:t>
          </w:r>
        </w:sdtContent>
      </w:sdt>
    </w:p>
    <w:p w:rsidR="00F50A59" w:rsidRPr="009B34DB" w:rsidRDefault="00D6139D" w:rsidP="009B34DB">
      <w:pPr>
        <w:pStyle w:val="ContactInfo"/>
        <w:rPr>
          <w:rStyle w:val="Emphasis"/>
          <w:color w:val="595959" w:themeColor="text1" w:themeTint="A6"/>
        </w:rPr>
      </w:pPr>
      <w:sdt>
        <w:sdtPr>
          <w:rPr>
            <w:color w:val="418AB3" w:themeColor="accent1"/>
          </w:rPr>
          <w:tag w:val="Telephone"/>
          <w:id w:val="599758962"/>
          <w:placeholder>
            <w:docPart w:val="A836963C71084CA283E28D2D4CE666EF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/>
        </w:sdtPr>
        <w:sdtEndPr>
          <w:rPr>
            <w:color w:val="595959" w:themeColor="text1" w:themeTint="A6"/>
          </w:rPr>
        </w:sdtEndPr>
        <w:sdtContent>
          <w:r w:rsidR="00287C20">
            <w:t>[Telephone]</w:t>
          </w:r>
        </w:sdtContent>
      </w:sdt>
      <w:r w:rsidR="00287C20">
        <w:t xml:space="preserve"> | </w:t>
      </w:r>
      <w:sdt>
        <w:sdtPr>
          <w:tag w:val="Website"/>
          <w:id w:val="48967594"/>
          <w:placeholder>
            <w:docPart w:val="251F0A6970D14C9C8777227ED881EEA8"/>
          </w:placeholder>
          <w:temporary/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r w:rsidR="00287C20">
            <w:t>[Website]</w:t>
          </w:r>
        </w:sdtContent>
      </w:sdt>
      <w:r w:rsidR="009B34DB">
        <w:t xml:space="preserve"> </w:t>
      </w:r>
      <w:sdt>
        <w:sdtPr>
          <w:rPr>
            <w:rStyle w:val="Emphasis"/>
          </w:rPr>
          <w:tag w:val=""/>
          <w:id w:val="1889536063"/>
          <w:placeholder>
            <w:docPart w:val="25DA4E7352284CE89B4C42C9EC4D4312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>
          <w:rPr>
            <w:rStyle w:val="Emphasis"/>
          </w:rPr>
        </w:sdtEndPr>
        <w:sdtContent>
          <w:r w:rsidR="00287C20">
            <w:rPr>
              <w:rStyle w:val="Emphasis"/>
            </w:rPr>
            <w:t>[Email]</w:t>
          </w:r>
        </w:sdtContent>
      </w:sdt>
    </w:p>
    <w:sdt>
      <w:sdtPr>
        <w:alias w:val="Your Name"/>
        <w:tag w:val=""/>
        <w:id w:val="-574512284"/>
        <w:placeholder>
          <w:docPart w:val="B828BB7D4AD540F2BBA2F5EE9DC1046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F50A59" w:rsidRDefault="009B34DB">
          <w:pPr>
            <w:pStyle w:val="Name"/>
          </w:pPr>
          <w:r>
            <w:t>Abdu Hade</w:t>
          </w:r>
        </w:p>
      </w:sdtContent>
    </w:sdt>
    <w:tbl>
      <w:tblPr>
        <w:tblStyle w:val="ResumeTable"/>
        <w:tblW w:w="5000" w:type="pct"/>
        <w:tblLook w:val="04A0" w:firstRow="1" w:lastRow="0" w:firstColumn="1" w:lastColumn="0" w:noHBand="0" w:noVBand="1"/>
        <w:tblCaption w:val="Resume text"/>
        <w:tblDescription w:val="Resume"/>
      </w:tblPr>
      <w:tblGrid>
        <w:gridCol w:w="1420"/>
        <w:gridCol w:w="268"/>
        <w:gridCol w:w="8418"/>
      </w:tblGrid>
      <w:tr w:rsidR="009B34DB" w:rsidTr="00BE23DB">
        <w:tc>
          <w:tcPr>
            <w:tcW w:w="10350" w:type="dxa"/>
            <w:gridSpan w:val="3"/>
          </w:tcPr>
          <w:p w:rsidR="009B34DB" w:rsidRPr="00BE23DB" w:rsidRDefault="009B34DB">
            <w:pPr>
              <w:rPr>
                <w:sz w:val="22"/>
                <w:szCs w:val="22"/>
              </w:rPr>
            </w:pPr>
            <w:r w:rsidRPr="00BE23DB">
              <w:rPr>
                <w:sz w:val="22"/>
                <w:szCs w:val="22"/>
              </w:rPr>
              <w:t xml:space="preserve">A knowledgeable account specialist who can keep the record of money after receiving it. A Very skilled person who is adept at using a computer to solve account related problems and can even work on a complex computer system. A Very talented person who can prepare accurate and error-free aging reports from auditing receivables. Specialist in many account-related tasks. </w:t>
            </w:r>
          </w:p>
        </w:tc>
      </w:tr>
      <w:tr w:rsidR="00F50A59" w:rsidTr="00BE23DB">
        <w:trPr>
          <w:trHeight w:val="1943"/>
        </w:trPr>
        <w:tc>
          <w:tcPr>
            <w:tcW w:w="1420" w:type="dxa"/>
          </w:tcPr>
          <w:p w:rsidR="00F50A59" w:rsidRPr="00BE23DB" w:rsidRDefault="00287C20">
            <w:pPr>
              <w:pStyle w:val="Heading1"/>
              <w:rPr>
                <w:sz w:val="22"/>
                <w:szCs w:val="22"/>
              </w:rPr>
            </w:pPr>
            <w:r w:rsidRPr="00BE23DB">
              <w:rPr>
                <w:sz w:val="22"/>
                <w:szCs w:val="22"/>
              </w:rPr>
              <w:t>Professional Achievements</w:t>
            </w:r>
          </w:p>
        </w:tc>
        <w:tc>
          <w:tcPr>
            <w:tcW w:w="279" w:type="dxa"/>
          </w:tcPr>
          <w:p w:rsidR="00F50A59" w:rsidRPr="00BE23DB" w:rsidRDefault="00F50A59">
            <w:pPr>
              <w:rPr>
                <w:sz w:val="22"/>
                <w:szCs w:val="22"/>
              </w:rPr>
            </w:pPr>
          </w:p>
        </w:tc>
        <w:tc>
          <w:tcPr>
            <w:tcW w:w="8651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:sz w:val="22"/>
                <w:szCs w:val="22"/>
                <w14:ligatures w14:val="none"/>
              </w:rPr>
              <w:id w:val="970869414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1211531560"/>
                  <w:placeholder>
                    <w:docPart w:val="ADF919D5C5F74926B1B4C18BF7068D72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1010059038"/>
                      <w:placeholder>
                        <w:docPart w:val="2510A99E3C714AFEA3256BC8042F291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rStyle w:val="PlaceholderText"/>
                            <w:color w:val="404040" w:themeColor="text1" w:themeTint="BF"/>
                            <w:sz w:val="22"/>
                            <w:szCs w:val="22"/>
                          </w:rPr>
                          <w:t>[field or area of accomplishment]</w:t>
                        </w:r>
                      </w:p>
                    </w:sdtContent>
                  </w:sdt>
                  <w:p w:rsidR="00F50A59" w:rsidRPr="00BE23DB" w:rsidRDefault="00D6139D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  <w:sdt>
                      <w:sdtPr>
                        <w:rPr>
                          <w:sz w:val="22"/>
                          <w:szCs w:val="22"/>
                        </w:rPr>
                        <w:id w:val="1347285305"/>
                        <w:placeholder>
                          <w:docPart w:val="B002C4CF40AB4C0EBB0054BDBFCAB40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r w:rsidR="00287C20" w:rsidRPr="00BE23DB">
                          <w:rPr>
                            <w:sz w:val="22"/>
                            <w:szCs w:val="22"/>
                          </w:rPr>
                          <w:t>[Achievement]</w:t>
                        </w:r>
                      </w:sdtContent>
                    </w:sdt>
                  </w:p>
                  <w:sdt>
                    <w:sdtPr>
                      <w:rPr>
                        <w:sz w:val="22"/>
                        <w:szCs w:val="22"/>
                      </w:rPr>
                      <w:id w:val="-967198663"/>
                      <w:placeholder>
                        <w:docPart w:val="B002C4CF40AB4C0EBB0054BDBFCAB405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pStyle w:val="ResumeText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[Achievement]</w:t>
                        </w:r>
                      </w:p>
                    </w:sdtContent>
                  </w:sdt>
                  <w:p w:rsidR="00F50A59" w:rsidRPr="00BE23DB" w:rsidRDefault="00D6139D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  <w:sdt>
                      <w:sdtPr>
                        <w:rPr>
                          <w:sz w:val="22"/>
                          <w:szCs w:val="22"/>
                        </w:rPr>
                        <w:id w:val="-1905066944"/>
                        <w:placeholder>
                          <w:docPart w:val="B002C4CF40AB4C0EBB0054BDBFCAB40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r w:rsidR="00287C20" w:rsidRPr="00BE23DB">
                          <w:rPr>
                            <w:sz w:val="22"/>
                            <w:szCs w:val="22"/>
                          </w:rPr>
                          <w:t>[Achievement]</w:t>
                        </w:r>
                      </w:sdtContent>
                    </w:sdt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1384910237"/>
                  <w:placeholder>
                    <w:docPart w:val="ADF919D5C5F74926B1B4C18BF7068D72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1657297181"/>
                      <w:placeholder>
                        <w:docPart w:val="2510A99E3C714AFEA3256BC8042F2910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rStyle w:val="PlaceholderText"/>
                            <w:color w:val="404040" w:themeColor="text1" w:themeTint="BF"/>
                            <w:sz w:val="22"/>
                            <w:szCs w:val="22"/>
                          </w:rPr>
                          <w:t>[field or area of accomplishment]</w:t>
                        </w:r>
                      </w:p>
                    </w:sdtContent>
                  </w:sdt>
                  <w:p w:rsidR="00F50A59" w:rsidRPr="00BE23DB" w:rsidRDefault="00D6139D" w:rsidP="009B34DB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  <w:sdt>
                      <w:sdtPr>
                        <w:rPr>
                          <w:sz w:val="22"/>
                          <w:szCs w:val="22"/>
                        </w:rPr>
                        <w:id w:val="-1368135703"/>
                        <w:placeholder>
                          <w:docPart w:val="B002C4CF40AB4C0EBB0054BDBFCAB40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r w:rsidR="00287C20" w:rsidRPr="00BE23DB">
                          <w:rPr>
                            <w:sz w:val="22"/>
                            <w:szCs w:val="22"/>
                          </w:rPr>
                          <w:t>[Achievement]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F50A59" w:rsidTr="00BE23DB">
        <w:tc>
          <w:tcPr>
            <w:tcW w:w="1420" w:type="dxa"/>
          </w:tcPr>
          <w:p w:rsidR="00F50A59" w:rsidRPr="00BE23DB" w:rsidRDefault="009B34DB">
            <w:pPr>
              <w:pStyle w:val="Heading1"/>
              <w:rPr>
                <w:sz w:val="22"/>
                <w:szCs w:val="22"/>
              </w:rPr>
            </w:pPr>
            <w:r w:rsidRPr="00BE23DB">
              <w:rPr>
                <w:sz w:val="22"/>
                <w:szCs w:val="22"/>
              </w:rPr>
              <w:t>SKILLS/CORE COMPETENCIES</w:t>
            </w:r>
          </w:p>
        </w:tc>
        <w:tc>
          <w:tcPr>
            <w:tcW w:w="279" w:type="dxa"/>
          </w:tcPr>
          <w:p w:rsidR="00F50A59" w:rsidRPr="00BE23DB" w:rsidRDefault="00F50A59">
            <w:pPr>
              <w:rPr>
                <w:sz w:val="22"/>
                <w:szCs w:val="22"/>
              </w:rPr>
            </w:pPr>
          </w:p>
        </w:tc>
        <w:tc>
          <w:tcPr>
            <w:tcW w:w="8651" w:type="dxa"/>
          </w:tcPr>
          <w:sdt>
            <w:sdtPr>
              <w:rPr>
                <w:sz w:val="22"/>
                <w:szCs w:val="22"/>
              </w:rPr>
              <w:id w:val="-1116827610"/>
              <w15:repeatingSection/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2006429974"/>
                  <w:placeholder>
                    <w:docPart w:val="42483D12E697451F90E0C2C15BF9B161"/>
                  </w:placeholder>
                  <w15:repeatingSectionItem/>
                </w:sdtPr>
                <w:sdtEndPr/>
                <w:sdtContent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 xml:space="preserve">Great knowledge of using the computer system and very knowledgeable in a computer network. 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 xml:space="preserve">Keenly observe everything in Accounting for details. 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Adept at solving problems and analysing them.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 xml:space="preserve">Vast experience of supervision and managing account department. 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 xml:space="preserve">Passionate and always driven towards the targets to achieve them. 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An active person who can deliver the task before the deadline.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Capable enough to perform other duties of account department.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 xml:space="preserve">Best written and verbal communication skills and very friendly towards the customers of the company. </w:t>
                    </w:r>
                  </w:p>
                  <w:p w:rsidR="00F50A59" w:rsidRPr="00BE23DB" w:rsidRDefault="00D6139D" w:rsidP="009B34DB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</w:p>
                </w:sdtContent>
              </w:sdt>
            </w:sdtContent>
          </w:sdt>
        </w:tc>
      </w:tr>
      <w:tr w:rsidR="00F50A59" w:rsidTr="00BE23DB">
        <w:tc>
          <w:tcPr>
            <w:tcW w:w="1420" w:type="dxa"/>
          </w:tcPr>
          <w:p w:rsidR="00F50A59" w:rsidRPr="00BE23DB" w:rsidRDefault="00287C20">
            <w:pPr>
              <w:pStyle w:val="Heading1"/>
              <w:rPr>
                <w:sz w:val="22"/>
                <w:szCs w:val="22"/>
              </w:rPr>
            </w:pPr>
            <w:r w:rsidRPr="00BE23DB">
              <w:rPr>
                <w:sz w:val="22"/>
                <w:szCs w:val="22"/>
              </w:rPr>
              <w:t>Work History</w:t>
            </w:r>
          </w:p>
        </w:tc>
        <w:tc>
          <w:tcPr>
            <w:tcW w:w="279" w:type="dxa"/>
          </w:tcPr>
          <w:p w:rsidR="00F50A59" w:rsidRPr="00BE23DB" w:rsidRDefault="00F50A59">
            <w:pPr>
              <w:rPr>
                <w:sz w:val="22"/>
                <w:szCs w:val="22"/>
              </w:rPr>
            </w:pPr>
          </w:p>
        </w:tc>
        <w:tc>
          <w:tcPr>
            <w:tcW w:w="8651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:sz w:val="22"/>
                <w:szCs w:val="22"/>
                <w14:ligatures w14:val="none"/>
              </w:rPr>
              <w:id w:val="302434271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830493898"/>
                  <w:placeholder>
                    <w:docPart w:val="7F865FD352A443FAB6A701C147997AA6"/>
                  </w:placeholder>
                  <w15:repeatingSectionItem/>
                </w:sdtPr>
                <w:sdtEndPr/>
                <w:sdtContent>
                  <w:p w:rsidR="00F50A59" w:rsidRPr="00BE23DB" w:rsidRDefault="009B34DB">
                    <w:pPr>
                      <w:pStyle w:val="Heading2"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ACCOUNT RECEIVABLE SPECIALIST</w:t>
                    </w:r>
                  </w:p>
                  <w:p w:rsidR="009B34DB" w:rsidRPr="00BE23DB" w:rsidRDefault="00D6139D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  <w:sdt>
                      <w:sdtPr>
                        <w:rPr>
                          <w:sz w:val="22"/>
                          <w:szCs w:val="22"/>
                        </w:rPr>
                        <w:id w:val="439652840"/>
                        <w:placeholder>
                          <w:docPart w:val="C4F81095B3B2446F830F45577A5C1B2A"/>
                        </w:placeholder>
                        <w:temporary/>
                        <w:showingPlcHdr/>
                        <w15:appearance w15:val="hidden"/>
                        <w:text/>
                      </w:sdtPr>
                      <w:sdtEndPr/>
                      <w:sdtContent>
                        <w:r w:rsidR="00287C20" w:rsidRPr="00BE23DB">
                          <w:rPr>
                            <w:sz w:val="22"/>
                            <w:szCs w:val="22"/>
                          </w:rPr>
                          <w:t>[Dates From – To]</w:t>
                        </w:r>
                      </w:sdtContent>
                    </w:sdt>
                  </w:p>
                  <w:p w:rsidR="009B34DB" w:rsidRPr="00BE23DB" w:rsidRDefault="009B34DB" w:rsidP="009B34DB">
                    <w:pPr>
                      <w:jc w:val="both"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ABC Corporation from October 2009- Present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am given the duty to maintain all active account files related to account receivables.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supported IT specialist working in my firm in developing an expert archive system that can handle and manage account receivables.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work in an accounting department of the company to see the impact of account receivables on the company’s customer’s relations.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also keep the record of all the receivable invoices, and I am responsible for making an aging report.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ind w:left="360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compile financial reports and try to provide best services to customers.</w:t>
                    </w:r>
                  </w:p>
                  <w:p w:rsidR="00F50A59" w:rsidRPr="00BE23DB" w:rsidRDefault="00D6139D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1265197789"/>
                  <w:placeholder>
                    <w:docPart w:val="7F865FD352A443FAB6A701C147997AA6"/>
                  </w:placeholder>
                  <w15:repeatingSectionItem/>
                </w:sdtPr>
                <w:sdtEndPr/>
                <w:sdtContent>
                  <w:p w:rsidR="00F50A59" w:rsidRPr="00BE23DB" w:rsidRDefault="009B34DB">
                    <w:pPr>
                      <w:pStyle w:val="Heading2"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ACCOUNT PAYABLE CLERK</w:t>
                    </w:r>
                  </w:p>
                  <w:p w:rsidR="009B34DB" w:rsidRPr="00BE23DB" w:rsidRDefault="00D6139D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  <w:sdt>
                      <w:sdtPr>
                        <w:rPr>
                          <w:sz w:val="22"/>
                          <w:szCs w:val="22"/>
                        </w:rPr>
                        <w:id w:val="754401420"/>
                        <w:placeholder>
                          <w:docPart w:val="C4F81095B3B2446F830F45577A5C1B2A"/>
                        </w:placeholder>
                        <w:temporary/>
                        <w:showingPlcHdr/>
                        <w15:appearance w15:val="hidden"/>
                        <w:text/>
                      </w:sdtPr>
                      <w:sdtEndPr/>
                      <w:sdtContent>
                        <w:r w:rsidR="00287C20" w:rsidRPr="00BE23DB">
                          <w:rPr>
                            <w:sz w:val="22"/>
                            <w:szCs w:val="22"/>
                          </w:rPr>
                          <w:t>[Dates From – To]</w:t>
                        </w:r>
                      </w:sdtContent>
                    </w:sdt>
                  </w:p>
                  <w:p w:rsidR="009B34DB" w:rsidRPr="00BE23DB" w:rsidRDefault="009B34DB" w:rsidP="009B34DB">
                    <w:pPr>
                      <w:jc w:val="both"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XYZ Corporation from February 2007-2009</w:t>
                    </w:r>
                  </w:p>
                  <w:p w:rsidR="009B34DB" w:rsidRPr="00BE23DB" w:rsidRDefault="009B34DB" w:rsidP="009B34DB">
                    <w:pPr>
                      <w:spacing w:line="240" w:lineRule="auto"/>
                      <w:contextualSpacing/>
                      <w:jc w:val="both"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initiated the management program that helped the whole company in time management.</w:t>
                    </w:r>
                  </w:p>
                  <w:p w:rsidR="00F50A59" w:rsidRPr="00BE23DB" w:rsidRDefault="009B34DB" w:rsidP="009B34DB">
                    <w:pPr>
                      <w:pStyle w:val="ResumeText"/>
                      <w:spacing w:line="240" w:lineRule="auto"/>
                      <w:contextualSpacing/>
                      <w:rPr>
                        <w:sz w:val="22"/>
                        <w:szCs w:val="22"/>
                      </w:rPr>
                    </w:pPr>
                    <w:r w:rsidRPr="00BE23DB">
                      <w:rPr>
                        <w:sz w:val="22"/>
                        <w:szCs w:val="22"/>
                      </w:rPr>
                      <w:t>I also managed monthly, quarterly and yearly account receivables of the company.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-1552451659"/>
                  <w:placeholder>
                    <w:docPart w:val="7F865FD352A443FAB6A701C147997AA6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939372296"/>
                      <w:placeholder>
                        <w:docPart w:val="B23AB9E2454649E3923B0B91C2B58755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[Job Title, Company Name, City, State]</w:t>
                        </w:r>
                      </w:p>
                    </w:sdtContent>
                  </w:sdt>
                  <w:p w:rsidR="00F50A59" w:rsidRPr="00BE23DB" w:rsidRDefault="00D6139D">
                    <w:pPr>
                      <w:pStyle w:val="ResumeText"/>
                      <w:rPr>
                        <w:sz w:val="22"/>
                        <w:szCs w:val="22"/>
                      </w:rPr>
                    </w:pPr>
                    <w:sdt>
                      <w:sdtPr>
                        <w:rPr>
                          <w:sz w:val="22"/>
                          <w:szCs w:val="22"/>
                        </w:rPr>
                        <w:id w:val="-1973822535"/>
                        <w:placeholder>
                          <w:docPart w:val="C4F81095B3B2446F830F45577A5C1B2A"/>
                        </w:placeholder>
                        <w:temporary/>
                        <w:showingPlcHdr/>
                        <w15:appearance w15:val="hidden"/>
                        <w:text/>
                      </w:sdtPr>
                      <w:sdtEndPr/>
                      <w:sdtContent>
                        <w:r w:rsidR="00287C20" w:rsidRPr="00BE23DB">
                          <w:rPr>
                            <w:sz w:val="22"/>
                            <w:szCs w:val="22"/>
                          </w:rPr>
                          <w:t>[Dates From – To]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F50A59" w:rsidTr="00BE23DB">
        <w:tc>
          <w:tcPr>
            <w:tcW w:w="1420" w:type="dxa"/>
          </w:tcPr>
          <w:p w:rsidR="00F50A59" w:rsidRPr="00BE23DB" w:rsidRDefault="00287C20">
            <w:pPr>
              <w:pStyle w:val="Heading1"/>
              <w:rPr>
                <w:sz w:val="22"/>
                <w:szCs w:val="22"/>
              </w:rPr>
            </w:pPr>
            <w:r w:rsidRPr="00BE23DB">
              <w:rPr>
                <w:sz w:val="22"/>
                <w:szCs w:val="22"/>
              </w:rPr>
              <w:lastRenderedPageBreak/>
              <w:t>Education</w:t>
            </w:r>
          </w:p>
        </w:tc>
        <w:tc>
          <w:tcPr>
            <w:tcW w:w="279" w:type="dxa"/>
          </w:tcPr>
          <w:p w:rsidR="00F50A59" w:rsidRPr="00BE23DB" w:rsidRDefault="00F50A59">
            <w:pPr>
              <w:rPr>
                <w:sz w:val="22"/>
                <w:szCs w:val="22"/>
              </w:rPr>
            </w:pPr>
          </w:p>
        </w:tc>
        <w:tc>
          <w:tcPr>
            <w:tcW w:w="8651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:sz w:val="22"/>
                <w:szCs w:val="22"/>
                <w14:ligatures w14:val="none"/>
              </w:rPr>
              <w:id w:val="-691765356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-1126388115"/>
                  <w:placeholder>
                    <w:docPart w:val="7F865FD352A443FAB6A701C147997AA6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298228076"/>
                      <w:placeholder>
                        <w:docPart w:val="80F9D9BEECB342F38F45499A9F49F787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[Degree, School Name, Location, Date]</w:t>
                        </w:r>
                      </w:p>
                    </w:sdtContent>
                  </w:sdt>
                  <w:sdt>
                    <w:sdtPr>
                      <w:rPr>
                        <w:sz w:val="22"/>
                        <w:szCs w:val="22"/>
                      </w:rPr>
                      <w:id w:val="1437799257"/>
                      <w:placeholder>
                        <w:docPart w:val="5F457A9F972A44DCAF889D7E577B60B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You might want to include your GPA here and a brief summary of relevant coursework, awards, and honors.</w:t>
                        </w:r>
                      </w:p>
                    </w:sdtContent>
                  </w:sdt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-2023390931"/>
                  <w:placeholder>
                    <w:docPart w:val="7F865FD352A443FAB6A701C147997AA6"/>
                  </w:placeholder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133873684"/>
                      <w:placeholder>
                        <w:docPart w:val="80F9D9BEECB342F38F45499A9F49F787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[Degree, School Name, Location, Date]</w:t>
                        </w:r>
                      </w:p>
                    </w:sdtContent>
                  </w:sdt>
                  <w:sdt>
                    <w:sdtPr>
                      <w:rPr>
                        <w:sz w:val="22"/>
                        <w:szCs w:val="22"/>
                      </w:rPr>
                      <w:id w:val="-1980601557"/>
                      <w:placeholder>
                        <w:docPart w:val="5F457A9F972A44DCAF889D7E577B60B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You might want to include your GPA here and a brief summary of relevant coursework, awards, and honors.</w:t>
                        </w:r>
                      </w:p>
                    </w:sdtContent>
                  </w:sdt>
                </w:sdtContent>
              </w:sdt>
            </w:sdtContent>
          </w:sdt>
        </w:tc>
      </w:tr>
      <w:tr w:rsidR="00F50A59" w:rsidTr="00BE23DB">
        <w:tc>
          <w:tcPr>
            <w:tcW w:w="1420" w:type="dxa"/>
          </w:tcPr>
          <w:p w:rsidR="00F50A59" w:rsidRPr="00BE23DB" w:rsidRDefault="00287C20">
            <w:pPr>
              <w:pStyle w:val="Heading1"/>
              <w:rPr>
                <w:sz w:val="22"/>
                <w:szCs w:val="22"/>
              </w:rPr>
            </w:pPr>
            <w:r w:rsidRPr="00BE23DB">
              <w:rPr>
                <w:sz w:val="22"/>
                <w:szCs w:val="22"/>
              </w:rPr>
              <w:t>References</w:t>
            </w:r>
          </w:p>
        </w:tc>
        <w:tc>
          <w:tcPr>
            <w:tcW w:w="279" w:type="dxa"/>
          </w:tcPr>
          <w:p w:rsidR="00F50A59" w:rsidRPr="00BE23DB" w:rsidRDefault="00F50A59">
            <w:pPr>
              <w:rPr>
                <w:sz w:val="22"/>
                <w:szCs w:val="22"/>
              </w:rPr>
            </w:pPr>
          </w:p>
        </w:tc>
        <w:tc>
          <w:tcPr>
            <w:tcW w:w="8651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:sz w:val="22"/>
                <w:szCs w:val="22"/>
                <w14:ligatures w14:val="none"/>
              </w:rPr>
              <w:id w:val="-1883713024"/>
              <w15:color w:val="C0C0C0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-1368215953"/>
                  <w:placeholder>
                    <w:docPart w:val="7F865FD352A443FAB6A701C147997AA6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1044170624"/>
                      <w:placeholder>
                        <w:docPart w:val="25E7F6360AC645C6BDBFE5917943BFA1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[Reference Name]</w:t>
                        </w:r>
                      </w:p>
                    </w:sdtContent>
                  </w:sdt>
                  <w:sdt>
                    <w:sdtPr>
                      <w:rPr>
                        <w:sz w:val="22"/>
                        <w:szCs w:val="22"/>
                      </w:rPr>
                      <w:id w:val="-765149349"/>
                      <w:placeholder>
                        <w:docPart w:val="5F05A3392F7843E9806D7BA45C3583BE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ResumeText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[Title, Company]</w:t>
                        </w:r>
                      </w:p>
                    </w:sdtContent>
                  </w:sdt>
                  <w:sdt>
                    <w:sdtPr>
                      <w:rPr>
                        <w:sz w:val="22"/>
                        <w:szCs w:val="22"/>
                      </w:rPr>
                      <w:id w:val="1492217909"/>
                      <w:placeholder>
                        <w:docPart w:val="D4FCC76FFF3C4C4BA92766316D11725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[Contact Information]</w:t>
                        </w:r>
                      </w:p>
                    </w:sdtContent>
                  </w:sdt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:sz w:val="22"/>
                    <w:szCs w:val="22"/>
                    <w14:ligatures w14:val="none"/>
                  </w:rPr>
                  <w:id w:val="-630405729"/>
                  <w:placeholder>
                    <w:docPart w:val="7F865FD352A443FAB6A701C147997AA6"/>
                  </w:placeholder>
                  <w15:color w:val="C0C0C0"/>
                  <w15:repeatingSectionItem/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998345838"/>
                      <w:placeholder>
                        <w:docPart w:val="25E7F6360AC645C6BDBFE5917943BFA1"/>
                      </w:placeholder>
                      <w:temporary/>
                      <w:showingPlcHdr/>
                      <w15:color w:val="C0C0C0"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Heading2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[Reference Name]</w:t>
                        </w:r>
                      </w:p>
                    </w:sdtContent>
                  </w:sdt>
                  <w:sdt>
                    <w:sdtPr>
                      <w:rPr>
                        <w:sz w:val="22"/>
                        <w:szCs w:val="22"/>
                      </w:rPr>
                      <w:id w:val="-241339944"/>
                      <w:placeholder>
                        <w:docPart w:val="5F05A3392F7843E9806D7BA45C3583BE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p w:rsidR="00F50A59" w:rsidRPr="00BE23DB" w:rsidRDefault="00287C20">
                        <w:pPr>
                          <w:pStyle w:val="ResumeText"/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[Title, Company]</w:t>
                        </w:r>
                      </w:p>
                    </w:sdtContent>
                  </w:sdt>
                  <w:sdt>
                    <w:sdtPr>
                      <w:rPr>
                        <w:sz w:val="22"/>
                        <w:szCs w:val="22"/>
                      </w:rPr>
                      <w:id w:val="-1035580734"/>
                      <w:placeholder>
                        <w:docPart w:val="D4FCC76FFF3C4C4BA92766316D117253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p w:rsidR="00F50A59" w:rsidRPr="00BE23DB" w:rsidRDefault="00287C20">
                        <w:pPr>
                          <w:rPr>
                            <w:sz w:val="22"/>
                            <w:szCs w:val="22"/>
                          </w:rPr>
                        </w:pPr>
                        <w:r w:rsidRPr="00BE23DB">
                          <w:rPr>
                            <w:sz w:val="22"/>
                            <w:szCs w:val="22"/>
                          </w:rPr>
                          <w:t>[Contact Information]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:rsidR="00F50A59" w:rsidRDefault="00F50A59"/>
    <w:sectPr w:rsidR="00F50A59" w:rsidSect="00BE23DB">
      <w:footerReference w:type="default" r:id="rId9"/>
      <w:pgSz w:w="11906" w:h="16838" w:code="9"/>
      <w:pgMar w:top="360" w:right="1080" w:bottom="27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39D" w:rsidRDefault="00D6139D">
      <w:pPr>
        <w:spacing w:before="0" w:after="0" w:line="240" w:lineRule="auto"/>
      </w:pPr>
      <w:r>
        <w:separator/>
      </w:r>
    </w:p>
  </w:endnote>
  <w:endnote w:type="continuationSeparator" w:id="0">
    <w:p w:rsidR="00D6139D" w:rsidRDefault="00D613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  <w:tblDescription w:val="Footer table"/>
    </w:tblPr>
    <w:tblGrid>
      <w:gridCol w:w="4872"/>
      <w:gridCol w:w="4874"/>
    </w:tblGrid>
    <w:tr w:rsidR="00F50A59">
      <w:tc>
        <w:tcPr>
          <w:tcW w:w="5148" w:type="dxa"/>
        </w:tcPr>
        <w:p w:rsidR="00F50A59" w:rsidRDefault="00287C20">
          <w:pPr>
            <w:pStyle w:val="Footer"/>
          </w:pPr>
          <w:r>
            <w:t xml:space="preserve">Page |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B34DB">
            <w:rPr>
              <w:noProof/>
            </w:rPr>
            <w:t>2</w:t>
          </w:r>
          <w:r>
            <w:fldChar w:fldCharType="end"/>
          </w:r>
        </w:p>
      </w:tc>
      <w:sdt>
        <w:sdtPr>
          <w:alias w:val="Your Name"/>
          <w:tag w:val=""/>
          <w:id w:val="-1540201370"/>
          <w:placeholder>
            <w:docPart w:val="5F457A9F972A44DCAF889D7E577B60B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148" w:type="dxa"/>
            </w:tcPr>
            <w:p w:rsidR="00F50A59" w:rsidRDefault="009B34DB">
              <w:pPr>
                <w:pStyle w:val="Footer"/>
                <w:jc w:val="right"/>
              </w:pPr>
              <w:r>
                <w:t>Abdu Hade</w:t>
              </w:r>
            </w:p>
          </w:tc>
        </w:sdtContent>
      </w:sdt>
    </w:tr>
  </w:tbl>
  <w:p w:rsidR="00F50A59" w:rsidRDefault="00F50A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39D" w:rsidRDefault="00D6139D">
      <w:pPr>
        <w:spacing w:before="0" w:after="0" w:line="240" w:lineRule="auto"/>
      </w:pPr>
      <w:r>
        <w:separator/>
      </w:r>
    </w:p>
  </w:footnote>
  <w:footnote w:type="continuationSeparator" w:id="0">
    <w:p w:rsidR="00D6139D" w:rsidRDefault="00D6139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F0D93"/>
    <w:multiLevelType w:val="hybridMultilevel"/>
    <w:tmpl w:val="08946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6645C"/>
    <w:multiLevelType w:val="hybridMultilevel"/>
    <w:tmpl w:val="B04A9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B446F"/>
    <w:multiLevelType w:val="hybridMultilevel"/>
    <w:tmpl w:val="490A8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DB"/>
    <w:rsid w:val="000B2DFB"/>
    <w:rsid w:val="00287C20"/>
    <w:rsid w:val="009B34DB"/>
    <w:rsid w:val="00BE23DB"/>
    <w:rsid w:val="00D6139D"/>
    <w:rsid w:val="00F5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1E8433-7940-4547-9CFA-6C87CCC7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/>
    <w:lsdException w:name="heading 4" w:semiHidden="1" w:uiPriority="18" w:unhideWhenUsed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/>
    <w:lsdException w:name="Date" w:semiHidden="1" w:uiPriority="8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418AB3" w:themeColor="accent1"/>
      <w:sz w:val="21"/>
      <w:szCs w:val="21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18AB3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18AB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0445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1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1"/>
    <w:rPr>
      <w:kern w:val="20"/>
    </w:rPr>
  </w:style>
  <w:style w:type="paragraph" w:customStyle="1" w:styleId="ResumeText">
    <w:name w:val="Resume Text"/>
    <w:basedOn w:val="Normal"/>
    <w:qFormat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18AB3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18AB3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04458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04458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tblPr>
      <w:tblBorders>
        <w:insideH w:val="single" w:sz="4" w:space="0" w:color="418AB3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18AB3" w:themeColor="accent1"/>
        <w:sz w:val="22"/>
      </w:rPr>
    </w:tblStylePr>
    <w:tblStylePr w:type="firstCol">
      <w:rPr>
        <w:b/>
      </w:rPr>
    </w:tblStylePr>
  </w:style>
  <w:style w:type="character" w:styleId="Emphasis">
    <w:name w:val="Emphasis"/>
    <w:basedOn w:val="DefaultParagraphFont"/>
    <w:unhideWhenUsed/>
    <w:qFormat/>
    <w:rPr>
      <w:color w:val="418AB3" w:themeColor="accent1"/>
    </w:rPr>
  </w:style>
  <w:style w:type="paragraph" w:customStyle="1" w:styleId="ContactInfo">
    <w:name w:val="Contact Info"/>
    <w:basedOn w:val="Normal"/>
    <w:qFormat/>
    <w:pPr>
      <w:spacing w:after="0" w:line="240" w:lineRule="auto"/>
      <w:jc w:val="right"/>
    </w:pPr>
    <w:rPr>
      <w:sz w:val="18"/>
      <w:szCs w:val="18"/>
    </w:rPr>
  </w:style>
  <w:style w:type="paragraph" w:customStyle="1" w:styleId="Name">
    <w:name w:val="Name"/>
    <w:basedOn w:val="Normal"/>
    <w:next w:val="Normal"/>
    <w:qFormat/>
    <w:pPr>
      <w:pBdr>
        <w:top w:val="single" w:sz="4" w:space="4" w:color="418AB3" w:themeColor="accent1"/>
        <w:left w:val="single" w:sz="4" w:space="6" w:color="418AB3" w:themeColor="accent1"/>
        <w:bottom w:val="single" w:sz="4" w:space="4" w:color="418AB3" w:themeColor="accent1"/>
        <w:right w:val="single" w:sz="4" w:space="6" w:color="418AB3" w:themeColor="accent1"/>
      </w:pBdr>
      <w:shd w:val="clear" w:color="auto" w:fill="418AB3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ListParagraph">
    <w:name w:val="List Paragraph"/>
    <w:basedOn w:val="Normal"/>
    <w:uiPriority w:val="34"/>
    <w:qFormat/>
    <w:rsid w:val="009B34DB"/>
    <w:pPr>
      <w:spacing w:before="0" w:after="200" w:line="276" w:lineRule="auto"/>
      <w:ind w:left="720"/>
      <w:contextualSpacing/>
    </w:pPr>
    <w:rPr>
      <w:rFonts w:eastAsiaTheme="minorHAnsi"/>
      <w:color w:val="auto"/>
      <w:kern w:val="0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Functional%20resume%20(Minimalis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C2BAB065AF459B8674A6F480DC4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0C54E-6580-42A5-BD67-EEF7B88CB66F}"/>
      </w:docPartPr>
      <w:docPartBody>
        <w:p w:rsidR="00B25E08" w:rsidRDefault="0099628A">
          <w:pPr>
            <w:pStyle w:val="6AC2BAB065AF459B8674A6F480DC4D6D"/>
          </w:pPr>
          <w:r>
            <w:t>[Street Address]</w:t>
          </w:r>
        </w:p>
      </w:docPartBody>
    </w:docPart>
    <w:docPart>
      <w:docPartPr>
        <w:name w:val="BC66AC09DA3245D79705C3EB775AB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25619-84CC-4C76-AAD4-0BC7C1DC4407}"/>
      </w:docPartPr>
      <w:docPartBody>
        <w:p w:rsidR="00B25E08" w:rsidRDefault="0099628A">
          <w:pPr>
            <w:pStyle w:val="BC66AC09DA3245D79705C3EB775ABD4E"/>
          </w:pPr>
          <w:r>
            <w:t>[City, ST ZIP Code]</w:t>
          </w:r>
        </w:p>
      </w:docPartBody>
    </w:docPart>
    <w:docPart>
      <w:docPartPr>
        <w:name w:val="A836963C71084CA283E28D2D4CE66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0E87F-8664-4B3A-88CD-63F7727CFA40}"/>
      </w:docPartPr>
      <w:docPartBody>
        <w:p w:rsidR="00B25E08" w:rsidRDefault="0099628A">
          <w:pPr>
            <w:pStyle w:val="A836963C71084CA283E28D2D4CE666EF"/>
          </w:pPr>
          <w:r>
            <w:t>[Telephone]</w:t>
          </w:r>
        </w:p>
      </w:docPartBody>
    </w:docPart>
    <w:docPart>
      <w:docPartPr>
        <w:name w:val="251F0A6970D14C9C8777227ED881E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9A649-0365-4F61-AEF0-E7B49B4C9626}"/>
      </w:docPartPr>
      <w:docPartBody>
        <w:p w:rsidR="00B25E08" w:rsidRDefault="0099628A">
          <w:pPr>
            <w:pStyle w:val="251F0A6970D14C9C8777227ED881EEA8"/>
          </w:pPr>
          <w:r>
            <w:t>[Website]</w:t>
          </w:r>
        </w:p>
      </w:docPartBody>
    </w:docPart>
    <w:docPart>
      <w:docPartPr>
        <w:name w:val="25DA4E7352284CE89B4C42C9EC4D4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6037E-0B70-417F-AF9C-1E7B0E720628}"/>
      </w:docPartPr>
      <w:docPartBody>
        <w:p w:rsidR="00B25E08" w:rsidRDefault="0099628A">
          <w:pPr>
            <w:pStyle w:val="25DA4E7352284CE89B4C42C9EC4D4312"/>
          </w:pPr>
          <w:r>
            <w:rPr>
              <w:rStyle w:val="Emphasis"/>
            </w:rPr>
            <w:t>[Email]</w:t>
          </w:r>
        </w:p>
      </w:docPartBody>
    </w:docPart>
    <w:docPart>
      <w:docPartPr>
        <w:name w:val="B828BB7D4AD540F2BBA2F5EE9DC10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FD3D8-DFE1-486F-8FD5-CAF48F0F0934}"/>
      </w:docPartPr>
      <w:docPartBody>
        <w:p w:rsidR="00B25E08" w:rsidRDefault="0099628A">
          <w:pPr>
            <w:pStyle w:val="B828BB7D4AD540F2BBA2F5EE9DC10460"/>
          </w:pPr>
          <w:r>
            <w:rPr>
              <w:rStyle w:val="PlaceholderText"/>
            </w:rPr>
            <w:t>[Author]</w:t>
          </w:r>
        </w:p>
      </w:docPartBody>
    </w:docPart>
    <w:docPart>
      <w:docPartPr>
        <w:name w:val="ADF919D5C5F74926B1B4C18BF7068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6FED1-7FF9-4232-A807-2B5846B82A36}"/>
      </w:docPartPr>
      <w:docPartBody>
        <w:p w:rsidR="00B25E08" w:rsidRDefault="0099628A">
          <w:pPr>
            <w:pStyle w:val="ADF919D5C5F74926B1B4C18BF7068D72"/>
          </w:pPr>
          <w:r>
            <w:rPr>
              <w:rStyle w:val="PlaceholderText"/>
            </w:rPr>
            <w:t>[field or area of accomplishment</w:t>
          </w:r>
        </w:p>
      </w:docPartBody>
    </w:docPart>
    <w:docPart>
      <w:docPartPr>
        <w:name w:val="2510A99E3C714AFEA3256BC8042F2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8E84B-3938-455A-A555-5B1D482DD02A}"/>
      </w:docPartPr>
      <w:docPartBody>
        <w:p w:rsidR="00B25E08" w:rsidRDefault="0099628A">
          <w:pPr>
            <w:pStyle w:val="2510A99E3C714AFEA3256BC8042F2910"/>
          </w:pPr>
          <w:r>
            <w:rPr>
              <w:rStyle w:val="PlaceholderText"/>
            </w:rPr>
            <w:t>[field or area of accomplishment]</w:t>
          </w:r>
        </w:p>
      </w:docPartBody>
    </w:docPart>
    <w:docPart>
      <w:docPartPr>
        <w:name w:val="B002C4CF40AB4C0EBB0054BDBFCAB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D10E0-5F4B-4CBB-8520-492E2EA8C4D0}"/>
      </w:docPartPr>
      <w:docPartBody>
        <w:p w:rsidR="00B25E08" w:rsidRDefault="0099628A">
          <w:pPr>
            <w:pStyle w:val="B002C4CF40AB4C0EBB0054BDBFCAB405"/>
          </w:pPr>
          <w:r>
            <w:t>[Achievement]</w:t>
          </w:r>
        </w:p>
      </w:docPartBody>
    </w:docPart>
    <w:docPart>
      <w:docPartPr>
        <w:name w:val="42483D12E697451F90E0C2C15BF9B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9CD19-9F0C-4EF6-A450-1AC14896E091}"/>
      </w:docPartPr>
      <w:docPartBody>
        <w:p w:rsidR="00B25E08" w:rsidRDefault="0099628A">
          <w:pPr>
            <w:pStyle w:val="42483D12E697451F90E0C2C15BF9B161"/>
          </w:pPr>
          <w:r>
            <w:t>[Professional or technical skills]</w:t>
          </w:r>
        </w:p>
      </w:docPartBody>
    </w:docPart>
    <w:docPart>
      <w:docPartPr>
        <w:name w:val="7F865FD352A443FAB6A701C147997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53C73-7D0C-43E2-867A-8A33FE97AE4D}"/>
      </w:docPartPr>
      <w:docPartBody>
        <w:p w:rsidR="00B25E08" w:rsidRDefault="0099628A">
          <w:pPr>
            <w:pStyle w:val="7F865FD352A443FAB6A701C147997AA6"/>
          </w:pPr>
          <w:r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B23AB9E2454649E3923B0B91C2B58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7DB3F-042E-48D0-99A5-2BA5047D7F20}"/>
      </w:docPartPr>
      <w:docPartBody>
        <w:p w:rsidR="00B25E08" w:rsidRDefault="0099628A">
          <w:pPr>
            <w:pStyle w:val="B23AB9E2454649E3923B0B91C2B58755"/>
          </w:pPr>
          <w:r>
            <w:t>[Job Title, Company Name, City, State]</w:t>
          </w:r>
        </w:p>
      </w:docPartBody>
    </w:docPart>
    <w:docPart>
      <w:docPartPr>
        <w:name w:val="C4F81095B3B2446F830F45577A5C1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18527-7400-4892-A7D0-B774D3677331}"/>
      </w:docPartPr>
      <w:docPartBody>
        <w:p w:rsidR="00B25E08" w:rsidRDefault="0099628A">
          <w:pPr>
            <w:pStyle w:val="C4F81095B3B2446F830F45577A5C1B2A"/>
          </w:pPr>
          <w:r>
            <w:t>[Dates From – To]</w:t>
          </w:r>
        </w:p>
      </w:docPartBody>
    </w:docPart>
    <w:docPart>
      <w:docPartPr>
        <w:name w:val="80F9D9BEECB342F38F45499A9F49F7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5F02B-F1EB-428A-A1D9-1C81DE6CBB3C}"/>
      </w:docPartPr>
      <w:docPartBody>
        <w:p w:rsidR="00B25E08" w:rsidRDefault="0099628A">
          <w:pPr>
            <w:pStyle w:val="80F9D9BEECB342F38F45499A9F49F787"/>
          </w:pPr>
          <w:r>
            <w:t>[Degree, School Name, Location, Date]</w:t>
          </w:r>
        </w:p>
      </w:docPartBody>
    </w:docPart>
    <w:docPart>
      <w:docPartPr>
        <w:name w:val="5F457A9F972A44DCAF889D7E577B6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7AE17-EAA2-42D1-9CEF-3A78A20D71A7}"/>
      </w:docPartPr>
      <w:docPartBody>
        <w:p w:rsidR="00B25E08" w:rsidRDefault="0099628A">
          <w:pPr>
            <w:pStyle w:val="5F457A9F972A44DCAF889D7E577B60BD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25E7F6360AC645C6BDBFE5917943B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35A24-208D-4C5D-BA86-3637EE64C64A}"/>
      </w:docPartPr>
      <w:docPartBody>
        <w:p w:rsidR="00B25E08" w:rsidRDefault="0099628A">
          <w:pPr>
            <w:pStyle w:val="25E7F6360AC645C6BDBFE5917943BFA1"/>
          </w:pPr>
          <w:r>
            <w:t>[Reference Name]</w:t>
          </w:r>
        </w:p>
      </w:docPartBody>
    </w:docPart>
    <w:docPart>
      <w:docPartPr>
        <w:name w:val="5F05A3392F7843E9806D7BA45C35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E25A0-420B-4BE9-8A1D-36C76746DD59}"/>
      </w:docPartPr>
      <w:docPartBody>
        <w:p w:rsidR="00B25E08" w:rsidRDefault="0099628A">
          <w:pPr>
            <w:pStyle w:val="5F05A3392F7843E9806D7BA45C3583BE"/>
          </w:pPr>
          <w:r>
            <w:t>[Title, Company]</w:t>
          </w:r>
        </w:p>
      </w:docPartBody>
    </w:docPart>
    <w:docPart>
      <w:docPartPr>
        <w:name w:val="D4FCC76FFF3C4C4BA92766316D117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8E10-D19A-4E36-B3DA-36C0D204EAA7}"/>
      </w:docPartPr>
      <w:docPartBody>
        <w:p w:rsidR="00B25E08" w:rsidRDefault="0099628A">
          <w:pPr>
            <w:pStyle w:val="D4FCC76FFF3C4C4BA92766316D117253"/>
          </w:pPr>
          <w:r>
            <w:t>[Contact Information]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618"/>
    <w:rsid w:val="00101618"/>
    <w:rsid w:val="003923F0"/>
    <w:rsid w:val="0099628A"/>
    <w:rsid w:val="00B2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C2BAB065AF459B8674A6F480DC4D6D">
    <w:name w:val="6AC2BAB065AF459B8674A6F480DC4D6D"/>
  </w:style>
  <w:style w:type="paragraph" w:customStyle="1" w:styleId="BC66AC09DA3245D79705C3EB775ABD4E">
    <w:name w:val="BC66AC09DA3245D79705C3EB775ABD4E"/>
  </w:style>
  <w:style w:type="paragraph" w:customStyle="1" w:styleId="A836963C71084CA283E28D2D4CE666EF">
    <w:name w:val="A836963C71084CA283E28D2D4CE666EF"/>
  </w:style>
  <w:style w:type="paragraph" w:customStyle="1" w:styleId="251F0A6970D14C9C8777227ED881EEA8">
    <w:name w:val="251F0A6970D14C9C8777227ED881EEA8"/>
  </w:style>
  <w:style w:type="character" w:styleId="Emphasis">
    <w:name w:val="Emphasis"/>
    <w:basedOn w:val="DefaultParagraphFont"/>
    <w:unhideWhenUsed/>
    <w:qFormat/>
    <w:rPr>
      <w:color w:val="4472C4" w:themeColor="accent1"/>
    </w:rPr>
  </w:style>
  <w:style w:type="paragraph" w:customStyle="1" w:styleId="25DA4E7352284CE89B4C42C9EC4D4312">
    <w:name w:val="25DA4E7352284CE89B4C42C9EC4D4312"/>
  </w:style>
  <w:style w:type="character" w:styleId="PlaceholderText">
    <w:name w:val="Placeholder Text"/>
    <w:basedOn w:val="DefaultParagraphFont"/>
    <w:uiPriority w:val="99"/>
    <w:semiHidden/>
    <w:rsid w:val="00101618"/>
    <w:rPr>
      <w:color w:val="808080"/>
    </w:rPr>
  </w:style>
  <w:style w:type="paragraph" w:customStyle="1" w:styleId="B828BB7D4AD540F2BBA2F5EE9DC10460">
    <w:name w:val="B828BB7D4AD540F2BBA2F5EE9DC10460"/>
  </w:style>
  <w:style w:type="paragraph" w:customStyle="1" w:styleId="C5F8BFF6AA084AC985610508E3304264">
    <w:name w:val="C5F8BFF6AA084AC985610508E3304264"/>
  </w:style>
  <w:style w:type="paragraph" w:customStyle="1" w:styleId="ADF919D5C5F74926B1B4C18BF7068D72">
    <w:name w:val="ADF919D5C5F74926B1B4C18BF7068D72"/>
  </w:style>
  <w:style w:type="paragraph" w:customStyle="1" w:styleId="2510A99E3C714AFEA3256BC8042F2910">
    <w:name w:val="2510A99E3C714AFEA3256BC8042F2910"/>
  </w:style>
  <w:style w:type="paragraph" w:customStyle="1" w:styleId="B002C4CF40AB4C0EBB0054BDBFCAB405">
    <w:name w:val="B002C4CF40AB4C0EBB0054BDBFCAB405"/>
  </w:style>
  <w:style w:type="paragraph" w:customStyle="1" w:styleId="42483D12E697451F90E0C2C15BF9B161">
    <w:name w:val="42483D12E697451F90E0C2C15BF9B161"/>
  </w:style>
  <w:style w:type="paragraph" w:customStyle="1" w:styleId="7F865FD352A443FAB6A701C147997AA6">
    <w:name w:val="7F865FD352A443FAB6A701C147997AA6"/>
  </w:style>
  <w:style w:type="paragraph" w:customStyle="1" w:styleId="B23AB9E2454649E3923B0B91C2B58755">
    <w:name w:val="B23AB9E2454649E3923B0B91C2B58755"/>
  </w:style>
  <w:style w:type="paragraph" w:customStyle="1" w:styleId="C4F81095B3B2446F830F45577A5C1B2A">
    <w:name w:val="C4F81095B3B2446F830F45577A5C1B2A"/>
  </w:style>
  <w:style w:type="paragraph" w:customStyle="1" w:styleId="80F9D9BEECB342F38F45499A9F49F787">
    <w:name w:val="80F9D9BEECB342F38F45499A9F49F787"/>
  </w:style>
  <w:style w:type="paragraph" w:customStyle="1" w:styleId="5F457A9F972A44DCAF889D7E577B60BD">
    <w:name w:val="5F457A9F972A44DCAF889D7E577B60BD"/>
  </w:style>
  <w:style w:type="paragraph" w:customStyle="1" w:styleId="25E7F6360AC645C6BDBFE5917943BFA1">
    <w:name w:val="25E7F6360AC645C6BDBFE5917943BFA1"/>
  </w:style>
  <w:style w:type="paragraph" w:customStyle="1" w:styleId="5F05A3392F7843E9806D7BA45C3583BE">
    <w:name w:val="5F05A3392F7843E9806D7BA45C3583BE"/>
  </w:style>
  <w:style w:type="paragraph" w:customStyle="1" w:styleId="D4FCC76FFF3C4C4BA92766316D117253">
    <w:name w:val="D4FCC76FFF3C4C4BA92766316D117253"/>
  </w:style>
  <w:style w:type="paragraph" w:customStyle="1" w:styleId="03135C4434444BA6B629A1008418DAC7">
    <w:name w:val="03135C4434444BA6B629A1008418DAC7"/>
    <w:rsid w:val="00101618"/>
  </w:style>
  <w:style w:type="paragraph" w:customStyle="1" w:styleId="58BFB3F886AD4C6ABFA210D52089CD6C">
    <w:name w:val="58BFB3F886AD4C6ABFA210D52089CD6C"/>
    <w:rsid w:val="00101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F725E2-5EB5-4963-AD57-B1E2DB38AC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 (Minimalist design).dotx</Template>
  <TotalTime>6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 Hade</dc:creator>
  <cp:keywords/>
  <cp:lastModifiedBy>Muhammad Naveed Ahmed</cp:lastModifiedBy>
  <cp:revision>2</cp:revision>
  <dcterms:created xsi:type="dcterms:W3CDTF">2017-02-27T13:17:00Z</dcterms:created>
  <dcterms:modified xsi:type="dcterms:W3CDTF">2019-05-20T09:22:00Z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TC034630699991</vt:lpwstr>
  </property>
</Properties>
</file>